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AB144" w14:textId="77777777" w:rsidR="009B2B56" w:rsidRPr="00C31D4E" w:rsidRDefault="009B2B56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Aa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Kk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İi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Nn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Oo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Mm </w:t>
      </w:r>
      <w:proofErr w:type="spellStart"/>
      <w:r>
        <w:rPr>
          <w:rFonts w:ascii="TTKB Dik Temel Abece" w:hAnsi="TTKB Dik Temel Abece"/>
          <w:sz w:val="72"/>
          <w:szCs w:val="72"/>
        </w:rPr>
        <w:t>Uu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Tt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Ü</w:t>
      </w:r>
    </w:p>
    <w:p w14:paraId="63CF67E0" w14:textId="77777777" w:rsidR="009B2B56" w:rsidRPr="00C31D4E" w:rsidRDefault="009B2B56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ü Yy </w:t>
      </w:r>
      <w:proofErr w:type="spellStart"/>
      <w:r>
        <w:rPr>
          <w:rFonts w:ascii="TTKB Dik Temel Abece" w:hAnsi="TTKB Dik Temel Abece"/>
          <w:sz w:val="72"/>
          <w:szCs w:val="72"/>
        </w:rPr>
        <w:t>Öö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Rr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Dd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Ss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Zz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Çç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Gg</w:t>
      </w:r>
      <w:proofErr w:type="spellEnd"/>
    </w:p>
    <w:p w14:paraId="26D0E4FA" w14:textId="77777777" w:rsidR="009B2B56" w:rsidRPr="00C31D4E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Ş </w:t>
      </w:r>
      <w:proofErr w:type="spellStart"/>
      <w:r>
        <w:rPr>
          <w:rFonts w:ascii="TTKB Dik Temel Abece" w:hAnsi="TTKB Dik Temel Abece"/>
          <w:sz w:val="72"/>
          <w:szCs w:val="72"/>
        </w:rPr>
        <w:t>ş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aş eş </w:t>
      </w:r>
      <w:proofErr w:type="spellStart"/>
      <w:r>
        <w:rPr>
          <w:rFonts w:ascii="TTKB Dik Temel Abece" w:hAnsi="TTKB Dik Temel Abece"/>
          <w:sz w:val="72"/>
          <w:szCs w:val="72"/>
        </w:rPr>
        <w:t>ış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iş </w:t>
      </w:r>
      <w:proofErr w:type="spellStart"/>
      <w:r>
        <w:rPr>
          <w:rFonts w:ascii="TTKB Dik Temel Abece" w:hAnsi="TTKB Dik Temel Abece"/>
          <w:sz w:val="72"/>
          <w:szCs w:val="72"/>
        </w:rPr>
        <w:t>oş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öş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uş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üş </w:t>
      </w:r>
      <w:proofErr w:type="spellStart"/>
      <w:r>
        <w:rPr>
          <w:rFonts w:ascii="TTKB Dik Temel Abece" w:hAnsi="TTKB Dik Temel Abece"/>
          <w:sz w:val="72"/>
          <w:szCs w:val="72"/>
        </w:rPr>
        <w:t>şa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şe </w:t>
      </w:r>
      <w:proofErr w:type="spellStart"/>
      <w:r>
        <w:rPr>
          <w:rFonts w:ascii="TTKB Dik Temel Abece" w:hAnsi="TTKB Dik Temel Abece"/>
          <w:sz w:val="72"/>
          <w:szCs w:val="72"/>
        </w:rPr>
        <w:t>şı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şi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</w:p>
    <w:p w14:paraId="36ED142D" w14:textId="77777777" w:rsidR="009B2B56" w:rsidRPr="00C31D4E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şo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şö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şu </w:t>
      </w:r>
      <w:proofErr w:type="spellStart"/>
      <w:r>
        <w:rPr>
          <w:rFonts w:ascii="TTKB Dik Temel Abece" w:hAnsi="TTKB Dik Temel Abece"/>
          <w:sz w:val="72"/>
          <w:szCs w:val="72"/>
        </w:rPr>
        <w:t>şü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aşı üşü şal şan şen şok</w:t>
      </w:r>
    </w:p>
    <w:p w14:paraId="402BD585" w14:textId="77777777" w:rsidR="009B2B56" w:rsidRPr="00C31D4E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şut şeker şişe arkadaş beşik şemsiye</w:t>
      </w:r>
    </w:p>
    <w:p w14:paraId="6CAB1A9E" w14:textId="77777777" w:rsidR="009B2B56" w:rsidRDefault="009B2B56" w:rsidP="00BF3ED7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komşu başkan şarkı eşek eşya ışık yaş</w:t>
      </w:r>
      <w:r>
        <w:rPr>
          <w:rFonts w:ascii="TTKB Dik Temel Abece" w:hAnsi="TTKB Dik Temel Abece"/>
          <w:sz w:val="72"/>
          <w:szCs w:val="72"/>
        </w:rPr>
        <w:tab/>
      </w:r>
    </w:p>
    <w:p w14:paraId="7B290E4A" w14:textId="77777777" w:rsidR="009B2B56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Şakir naneli şeker aldı.  kardeş taş</w:t>
      </w:r>
    </w:p>
    <w:p w14:paraId="7116267D" w14:textId="77777777" w:rsidR="009B2B56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Başak Şakir’e teşekkür etti.   kaşar</w:t>
      </w:r>
    </w:p>
    <w:p w14:paraId="79CF821E" w14:textId="77777777" w:rsidR="009B2B56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Minik kuş neşeli </w:t>
      </w:r>
      <w:proofErr w:type="spellStart"/>
      <w:r>
        <w:rPr>
          <w:rFonts w:ascii="TTKB Dik Temel Abece" w:hAnsi="TTKB Dik Temel Abece"/>
          <w:sz w:val="72"/>
          <w:szCs w:val="72"/>
        </w:rPr>
        <w:t>neşeli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öttü.  ekşi diş </w:t>
      </w:r>
    </w:p>
    <w:p w14:paraId="28BFAAB7" w14:textId="77777777" w:rsidR="009B2B56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Ayşe teyze bizim komşumuz.  kaşık</w:t>
      </w:r>
    </w:p>
    <w:p w14:paraId="5C050505" w14:textId="77777777" w:rsidR="009B2B56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Kışın dışarıda üşüdüm.  Şubat düşün</w:t>
      </w:r>
    </w:p>
    <w:p w14:paraId="479E8927" w14:textId="77777777" w:rsidR="009B2B56" w:rsidRDefault="009B2B56" w:rsidP="00BF3ED7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Şirin ile Barış arkadaş olmuş.  şans</w:t>
      </w:r>
    </w:p>
    <w:p w14:paraId="28006C12" w14:textId="77777777" w:rsidR="009B2B56" w:rsidRPr="00F4142B" w:rsidRDefault="009B2B56" w:rsidP="00BF3ED7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lastRenderedPageBreak/>
        <w:t xml:space="preserve"> Şule şaka yaptı.  tuş dolmuş  H.Eşme</w:t>
      </w:r>
    </w:p>
    <w:sectPr w:rsidR="009B2B56" w:rsidRPr="00F4142B" w:rsidSect="00AF6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135A4" w14:textId="77777777" w:rsidR="00872967" w:rsidRDefault="00872967" w:rsidP="004F2289">
      <w:pPr>
        <w:spacing w:after="0" w:line="240" w:lineRule="auto"/>
      </w:pPr>
      <w:r>
        <w:separator/>
      </w:r>
    </w:p>
  </w:endnote>
  <w:endnote w:type="continuationSeparator" w:id="0">
    <w:p w14:paraId="271A2C7B" w14:textId="77777777" w:rsidR="00872967" w:rsidRDefault="00872967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FD2A7" w14:textId="77777777" w:rsidR="00011D51" w:rsidRDefault="00011D5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12664" w14:textId="3D1F15F0" w:rsidR="00011D51" w:rsidRDefault="002D2B83">
    <w:pPr>
      <w:pStyle w:val="AltBilgi"/>
    </w:pPr>
    <w:hyperlink r:id="rId1" w:history="1">
      <w:r w:rsidRPr="002C7A25">
        <w:rPr>
          <w:rStyle w:val="Kpr"/>
          <w:rFonts w:ascii="Arial" w:hAnsi="Arial" w:cs="Arial"/>
          <w:b/>
          <w:sz w:val="24"/>
          <w:szCs w:val="24"/>
        </w:rPr>
        <w:t>https://www.sorubak.com</w:t>
      </w:r>
    </w:hyperlink>
    <w:r>
      <w:rPr>
        <w:rFonts w:ascii="Arial" w:hAnsi="Arial" w:cs="Arial"/>
        <w:b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2318D" w14:textId="77777777" w:rsidR="00011D51" w:rsidRDefault="00011D5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D400E" w14:textId="77777777" w:rsidR="00872967" w:rsidRDefault="00872967" w:rsidP="004F2289">
      <w:pPr>
        <w:spacing w:after="0" w:line="240" w:lineRule="auto"/>
      </w:pPr>
      <w:r>
        <w:separator/>
      </w:r>
    </w:p>
  </w:footnote>
  <w:footnote w:type="continuationSeparator" w:id="0">
    <w:p w14:paraId="210C3202" w14:textId="77777777" w:rsidR="00872967" w:rsidRDefault="00872967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D033E" w14:textId="77777777" w:rsidR="009B2B56" w:rsidRDefault="00872967">
    <w:pPr>
      <w:pStyle w:val="stBilgi"/>
    </w:pPr>
    <w:r>
      <w:rPr>
        <w:noProof/>
        <w:lang w:eastAsia="tr-TR"/>
      </w:rPr>
      <w:pict w14:anchorId="2DAEB3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82C51" w14:textId="77777777" w:rsidR="009B2B56" w:rsidRDefault="00872967">
    <w:pPr>
      <w:pStyle w:val="stBilgi"/>
    </w:pPr>
    <w:r>
      <w:rPr>
        <w:noProof/>
        <w:lang w:eastAsia="tr-TR"/>
      </w:rPr>
      <w:pict w14:anchorId="223229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1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336E8" w14:textId="77777777" w:rsidR="009B2B56" w:rsidRDefault="00872967">
    <w:pPr>
      <w:pStyle w:val="stBilgi"/>
    </w:pPr>
    <w:r>
      <w:rPr>
        <w:noProof/>
        <w:lang w:eastAsia="tr-TR"/>
      </w:rPr>
      <w:pict w14:anchorId="797318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60C3"/>
    <w:rsid w:val="000007B1"/>
    <w:rsid w:val="00011D51"/>
    <w:rsid w:val="00012C3F"/>
    <w:rsid w:val="00034232"/>
    <w:rsid w:val="00034340"/>
    <w:rsid w:val="000466F2"/>
    <w:rsid w:val="000A08F6"/>
    <w:rsid w:val="000D1151"/>
    <w:rsid w:val="000F537C"/>
    <w:rsid w:val="001108BC"/>
    <w:rsid w:val="001300C5"/>
    <w:rsid w:val="001A658D"/>
    <w:rsid w:val="001B7CAD"/>
    <w:rsid w:val="0026781E"/>
    <w:rsid w:val="00282E10"/>
    <w:rsid w:val="00294A89"/>
    <w:rsid w:val="002D1E40"/>
    <w:rsid w:val="002D2B83"/>
    <w:rsid w:val="002E5478"/>
    <w:rsid w:val="002F01DA"/>
    <w:rsid w:val="0035277A"/>
    <w:rsid w:val="004017C5"/>
    <w:rsid w:val="00440F45"/>
    <w:rsid w:val="004566E9"/>
    <w:rsid w:val="0045709C"/>
    <w:rsid w:val="004F2289"/>
    <w:rsid w:val="004F4B79"/>
    <w:rsid w:val="0051757D"/>
    <w:rsid w:val="00525D43"/>
    <w:rsid w:val="00535844"/>
    <w:rsid w:val="005804E8"/>
    <w:rsid w:val="0058510C"/>
    <w:rsid w:val="006136A9"/>
    <w:rsid w:val="0066437D"/>
    <w:rsid w:val="006D50EE"/>
    <w:rsid w:val="00711F55"/>
    <w:rsid w:val="007229B5"/>
    <w:rsid w:val="008036D4"/>
    <w:rsid w:val="00872967"/>
    <w:rsid w:val="0089441A"/>
    <w:rsid w:val="008F4BA0"/>
    <w:rsid w:val="00960180"/>
    <w:rsid w:val="009762B0"/>
    <w:rsid w:val="009B2B56"/>
    <w:rsid w:val="00A10836"/>
    <w:rsid w:val="00A23EE5"/>
    <w:rsid w:val="00A92102"/>
    <w:rsid w:val="00AD3E2D"/>
    <w:rsid w:val="00AE0926"/>
    <w:rsid w:val="00AF60C3"/>
    <w:rsid w:val="00B355C0"/>
    <w:rsid w:val="00B45B2E"/>
    <w:rsid w:val="00BB6BA1"/>
    <w:rsid w:val="00BF3387"/>
    <w:rsid w:val="00BF3ED7"/>
    <w:rsid w:val="00C31D4E"/>
    <w:rsid w:val="00D54603"/>
    <w:rsid w:val="00D56529"/>
    <w:rsid w:val="00DA1367"/>
    <w:rsid w:val="00E07753"/>
    <w:rsid w:val="00E44203"/>
    <w:rsid w:val="00E476AB"/>
    <w:rsid w:val="00F4142B"/>
    <w:rsid w:val="00F652A3"/>
    <w:rsid w:val="00FA01C1"/>
    <w:rsid w:val="00FA094D"/>
    <w:rsid w:val="00F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88AE268"/>
  <w15:docId w15:val="{2D72385E-70F4-4C0A-B26A-22316E6B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4F2289"/>
    <w:rPr>
      <w:rFonts w:cs="Times New Roman"/>
    </w:rPr>
  </w:style>
  <w:style w:type="character" w:styleId="Kpr">
    <w:name w:val="Hyperlink"/>
    <w:uiPriority w:val="99"/>
    <w:semiHidden/>
    <w:rsid w:val="00C31D4E"/>
    <w:rPr>
      <w:rFonts w:cs="Times New Roman"/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2D2B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3</TotalTime>
  <Pages>1</Pages>
  <Words>73</Words>
  <Characters>417</Characters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2020-10-29T16:24:00Z</cp:lastPrinted>
  <dcterms:created xsi:type="dcterms:W3CDTF">2021-01-03T15:38:00Z</dcterms:created>
  <dcterms:modified xsi:type="dcterms:W3CDTF">2021-01-04T07:02:00Z</dcterms:modified>
</cp:coreProperties>
</file>