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652B4" w14:textId="77777777" w:rsidR="00D60F65" w:rsidRPr="00C31D4E" w:rsidRDefault="00D60F65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Ee Ll Aa Kk İi Nn Oo Mm Uu Tt Ü</w:t>
      </w:r>
    </w:p>
    <w:p w14:paraId="508F9D61" w14:textId="77777777" w:rsidR="00D60F65" w:rsidRPr="00C31D4E" w:rsidRDefault="00D60F65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ü Yy Öö Rr Iı Dd Ss Bb Zz Çç Gg</w:t>
      </w:r>
    </w:p>
    <w:p w14:paraId="309571D9" w14:textId="77777777" w:rsidR="00D60F65" w:rsidRPr="00C31D4E" w:rsidRDefault="00D60F65" w:rsidP="002D1B2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Şş Cc Pp Hh ah eh ıh ih oh öh uh  </w:t>
      </w:r>
    </w:p>
    <w:p w14:paraId="703D62FA" w14:textId="77777777" w:rsidR="00D60F65" w:rsidRPr="00C31D4E" w:rsidRDefault="00D60F65" w:rsidP="002D1B2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üh ha he hı hi ho hö hu hü  Ahu  </w:t>
      </w:r>
    </w:p>
    <w:p w14:paraId="7E0B0628" w14:textId="77777777" w:rsidR="00D60F65" w:rsidRPr="00C31D4E" w:rsidRDefault="00D60F65" w:rsidP="002D1B2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iha uhu han hem his hop Hun hür</w:t>
      </w:r>
    </w:p>
    <w:p w14:paraId="07F817C2" w14:textId="77777777" w:rsidR="00D60F65" w:rsidRDefault="00D60F65" w:rsidP="002D1B26">
      <w:pPr>
        <w:tabs>
          <w:tab w:val="left" w:pos="4770"/>
        </w:tabs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Aile hekimi babamı muayene etti.</w:t>
      </w:r>
      <w:r>
        <w:rPr>
          <w:rFonts w:ascii="TTKB Dik Temel Abece" w:hAnsi="TTKB Dik Temel Abece"/>
          <w:sz w:val="72"/>
          <w:szCs w:val="72"/>
        </w:rPr>
        <w:tab/>
      </w:r>
    </w:p>
    <w:p w14:paraId="53B41E41" w14:textId="77777777" w:rsidR="00D60F65" w:rsidRDefault="00D60F65" w:rsidP="002D1B2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Temel hamsi tut.  Tarık hırka giy. </w:t>
      </w:r>
    </w:p>
    <w:p w14:paraId="3FF986F8" w14:textId="77777777" w:rsidR="00D60F65" w:rsidRDefault="00D60F65" w:rsidP="002D1B2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Hakan hikaye oku.  Hale hasta oldu.</w:t>
      </w:r>
    </w:p>
    <w:p w14:paraId="62BBAC63" w14:textId="77777777" w:rsidR="00D60F65" w:rsidRDefault="00D60F65" w:rsidP="002D1B2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Bahar bahçede ıhlamur topladı. </w:t>
      </w:r>
    </w:p>
    <w:p w14:paraId="54D13911" w14:textId="77777777" w:rsidR="00D60F65" w:rsidRDefault="00D60F65" w:rsidP="002D1B2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Hatice halam bana hediye getirdi.</w:t>
      </w:r>
    </w:p>
    <w:p w14:paraId="7987189D" w14:textId="77777777" w:rsidR="00D60F65" w:rsidRDefault="00D60F65" w:rsidP="002D1B2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Horoz erken öttü.  Hasan halı al.</w:t>
      </w:r>
    </w:p>
    <w:p w14:paraId="4EC83E43" w14:textId="77777777" w:rsidR="00D60F65" w:rsidRDefault="00D60F65" w:rsidP="002D1B26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Mahalleyi muhtar yönetir.   Hülya</w:t>
      </w:r>
    </w:p>
    <w:p w14:paraId="73097AA9" w14:textId="77777777" w:rsidR="00D60F65" w:rsidRPr="00F4142B" w:rsidRDefault="00D60F65" w:rsidP="002D1B26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bahar gelince çiçekler açar.  H.Eşme</w:t>
      </w:r>
    </w:p>
    <w:sectPr w:rsidR="00D60F65" w:rsidRPr="00F4142B" w:rsidSect="00AF60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67504" w14:textId="77777777" w:rsidR="0022204F" w:rsidRDefault="0022204F" w:rsidP="004F2289">
      <w:pPr>
        <w:spacing w:after="0" w:line="240" w:lineRule="auto"/>
      </w:pPr>
      <w:r>
        <w:separator/>
      </w:r>
    </w:p>
  </w:endnote>
  <w:endnote w:type="continuationSeparator" w:id="0">
    <w:p w14:paraId="6BA5260A" w14:textId="77777777" w:rsidR="0022204F" w:rsidRDefault="0022204F" w:rsidP="004F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7359B" w14:textId="77777777" w:rsidR="0050758F" w:rsidRDefault="0050758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8E1E4" w14:textId="19794D88" w:rsidR="0050758F" w:rsidRDefault="0050758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3EB51" w14:textId="77777777" w:rsidR="0050758F" w:rsidRDefault="0050758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968DE" w14:textId="77777777" w:rsidR="0022204F" w:rsidRDefault="0022204F" w:rsidP="004F2289">
      <w:pPr>
        <w:spacing w:after="0" w:line="240" w:lineRule="auto"/>
      </w:pPr>
      <w:r>
        <w:separator/>
      </w:r>
    </w:p>
  </w:footnote>
  <w:footnote w:type="continuationSeparator" w:id="0">
    <w:p w14:paraId="77B74EDE" w14:textId="77777777" w:rsidR="0022204F" w:rsidRDefault="0022204F" w:rsidP="004F2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CECC1" w14:textId="77777777" w:rsidR="00D60F65" w:rsidRDefault="0022204F">
    <w:pPr>
      <w:pStyle w:val="stBilgi"/>
    </w:pPr>
    <w:r>
      <w:rPr>
        <w:noProof/>
        <w:lang w:eastAsia="tr-TR"/>
      </w:rPr>
      <w:pict w14:anchorId="687055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6" o:spid="_x0000_s2049" type="#_x0000_t75" style="position:absolute;margin-left:0;margin-top:0;width:538.25pt;height:739.2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64AC1" w14:textId="77777777" w:rsidR="00D60F65" w:rsidRDefault="0022204F">
    <w:pPr>
      <w:pStyle w:val="stBilgi"/>
    </w:pPr>
    <w:r>
      <w:rPr>
        <w:noProof/>
        <w:lang w:eastAsia="tr-TR"/>
      </w:rPr>
      <w:pict w14:anchorId="388471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7" o:spid="_x0000_s2050" type="#_x0000_t75" style="position:absolute;margin-left:-23.2pt;margin-top:-26.2pt;width:569.75pt;height:778.3pt;z-index:-251657728;mso-position-horizontal-relative:margin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CD966" w14:textId="77777777" w:rsidR="00D60F65" w:rsidRDefault="0022204F">
    <w:pPr>
      <w:pStyle w:val="stBilgi"/>
    </w:pPr>
    <w:r>
      <w:rPr>
        <w:noProof/>
        <w:lang w:eastAsia="tr-TR"/>
      </w:rPr>
      <w:pict w14:anchorId="4C0C3D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5" o:spid="_x0000_s2051" type="#_x0000_t75" style="position:absolute;margin-left:0;margin-top:0;width:538.25pt;height:739.2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0C3"/>
    <w:rsid w:val="000007B1"/>
    <w:rsid w:val="00012C3F"/>
    <w:rsid w:val="00034232"/>
    <w:rsid w:val="00034340"/>
    <w:rsid w:val="000466F2"/>
    <w:rsid w:val="00083BB6"/>
    <w:rsid w:val="0009693A"/>
    <w:rsid w:val="000A08F6"/>
    <w:rsid w:val="000D1151"/>
    <w:rsid w:val="000D1D8D"/>
    <w:rsid w:val="000F537C"/>
    <w:rsid w:val="001108BC"/>
    <w:rsid w:val="001300C5"/>
    <w:rsid w:val="001A658D"/>
    <w:rsid w:val="001B7CAD"/>
    <w:rsid w:val="0022204F"/>
    <w:rsid w:val="002433E9"/>
    <w:rsid w:val="0026781E"/>
    <w:rsid w:val="00282E10"/>
    <w:rsid w:val="00294A89"/>
    <w:rsid w:val="002D1B26"/>
    <w:rsid w:val="002D1E40"/>
    <w:rsid w:val="002E5478"/>
    <w:rsid w:val="002F01DA"/>
    <w:rsid w:val="0035277A"/>
    <w:rsid w:val="00361DBC"/>
    <w:rsid w:val="004017C5"/>
    <w:rsid w:val="00440F45"/>
    <w:rsid w:val="004566E9"/>
    <w:rsid w:val="0045709C"/>
    <w:rsid w:val="004940EA"/>
    <w:rsid w:val="004F2289"/>
    <w:rsid w:val="004F4B79"/>
    <w:rsid w:val="0050758F"/>
    <w:rsid w:val="0051757D"/>
    <w:rsid w:val="00525D43"/>
    <w:rsid w:val="00535844"/>
    <w:rsid w:val="005601D4"/>
    <w:rsid w:val="005804E8"/>
    <w:rsid w:val="0058510C"/>
    <w:rsid w:val="006136A9"/>
    <w:rsid w:val="0066437D"/>
    <w:rsid w:val="006B4E4E"/>
    <w:rsid w:val="006D50EE"/>
    <w:rsid w:val="00711F55"/>
    <w:rsid w:val="007229B5"/>
    <w:rsid w:val="007A47D4"/>
    <w:rsid w:val="008036D4"/>
    <w:rsid w:val="00847C32"/>
    <w:rsid w:val="0089441A"/>
    <w:rsid w:val="008F4BA0"/>
    <w:rsid w:val="00913270"/>
    <w:rsid w:val="009762B0"/>
    <w:rsid w:val="009B2B56"/>
    <w:rsid w:val="009C3955"/>
    <w:rsid w:val="00A03775"/>
    <w:rsid w:val="00A10836"/>
    <w:rsid w:val="00A113E1"/>
    <w:rsid w:val="00A23EE5"/>
    <w:rsid w:val="00A92102"/>
    <w:rsid w:val="00AA7F09"/>
    <w:rsid w:val="00AD3E2D"/>
    <w:rsid w:val="00AE0926"/>
    <w:rsid w:val="00AF60C3"/>
    <w:rsid w:val="00B41359"/>
    <w:rsid w:val="00B45B2E"/>
    <w:rsid w:val="00BB6BA1"/>
    <w:rsid w:val="00BF3387"/>
    <w:rsid w:val="00BF3ED7"/>
    <w:rsid w:val="00C31D4E"/>
    <w:rsid w:val="00D54603"/>
    <w:rsid w:val="00D56529"/>
    <w:rsid w:val="00D60F65"/>
    <w:rsid w:val="00D74ABC"/>
    <w:rsid w:val="00D93CCE"/>
    <w:rsid w:val="00DA1367"/>
    <w:rsid w:val="00E07753"/>
    <w:rsid w:val="00E44203"/>
    <w:rsid w:val="00E476AB"/>
    <w:rsid w:val="00F4142B"/>
    <w:rsid w:val="00F652A3"/>
    <w:rsid w:val="00FA01C1"/>
    <w:rsid w:val="00FA094D"/>
    <w:rsid w:val="00FB1FED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3B3B8878"/>
  <w15:docId w15:val="{591225CF-885B-435B-AB88-22C90AB6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C3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4F228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4F2289"/>
    <w:rPr>
      <w:rFonts w:cs="Times New Roman"/>
    </w:rPr>
  </w:style>
  <w:style w:type="character" w:styleId="Kpr">
    <w:name w:val="Hyperlink"/>
    <w:basedOn w:val="VarsaylanParagrafYazTipi"/>
    <w:uiPriority w:val="99"/>
    <w:semiHidden/>
    <w:rsid w:val="00C31D4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han\Documents\&#214;zel%20Office%20&#350;ablonlar&#305;\G&#252;zel%20Yaz&#305;%20Defteri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2</Template>
  <TotalTime>1</TotalTime>
  <Pages>1</Pages>
  <Words>67</Words>
  <Characters>388</Characters>
  <DocSecurity>0</DocSecurity>
  <Lines>3</Lines>
  <Paragraphs>1</Paragraphs>
  <ScaleCrop>false</ScaleCrop>
  <Manager>https://www.sorubak.com</Manager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2020-10-29T16:24:00Z</cp:lastPrinted>
  <dcterms:created xsi:type="dcterms:W3CDTF">2021-01-11T07:13:00Z</dcterms:created>
  <dcterms:modified xsi:type="dcterms:W3CDTF">2021-01-11T07:13:00Z</dcterms:modified>
  <cp:category>https://www.sorubak.com</cp:category>
</cp:coreProperties>
</file>