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D78E77" w14:textId="77777777" w:rsidR="004817D2" w:rsidRDefault="004817D2" w:rsidP="00DA09F5">
      <w:pPr>
        <w:pStyle w:val="ListeParagraf"/>
        <w:ind w:left="0"/>
        <w:rPr>
          <w:rFonts w:ascii="Comic Sans MS" w:hAnsi="Comic Sans MS"/>
          <w:b/>
          <w:sz w:val="20"/>
          <w:szCs w:val="20"/>
        </w:rPr>
      </w:pPr>
    </w:p>
    <w:tbl>
      <w:tblPr>
        <w:tblpPr w:leftFromText="141" w:rightFromText="141" w:vertAnchor="page" w:horzAnchor="margin" w:tblpX="250" w:tblpY="5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/>
        <w:tblLook w:val="04A0" w:firstRow="1" w:lastRow="0" w:firstColumn="1" w:lastColumn="0" w:noHBand="0" w:noVBand="1"/>
      </w:tblPr>
      <w:tblGrid>
        <w:gridCol w:w="2248"/>
        <w:gridCol w:w="6649"/>
        <w:gridCol w:w="1984"/>
      </w:tblGrid>
      <w:tr w:rsidR="00320CBE" w14:paraId="7E83AB97" w14:textId="77777777" w:rsidTr="00067C89">
        <w:trPr>
          <w:trHeight w:val="269"/>
        </w:trPr>
        <w:tc>
          <w:tcPr>
            <w:tcW w:w="2248" w:type="dxa"/>
            <w:tcBorders>
              <w:top w:val="single" w:sz="12" w:space="0" w:color="C0504D"/>
              <w:left w:val="single" w:sz="12" w:space="0" w:color="C0504D"/>
              <w:bottom w:val="single" w:sz="12" w:space="0" w:color="C0504D"/>
              <w:right w:val="single" w:sz="12" w:space="0" w:color="C0504D"/>
            </w:tcBorders>
            <w:shd w:val="clear" w:color="auto" w:fill="DBE5F1"/>
          </w:tcPr>
          <w:p w14:paraId="40814A64" w14:textId="77777777" w:rsidR="00320CBE" w:rsidRPr="00320CBE" w:rsidRDefault="00320CBE" w:rsidP="00320CBE">
            <w:pPr>
              <w:contextualSpacing/>
              <w:rPr>
                <w:rFonts w:ascii="Cambria" w:hAnsi="Cambria"/>
                <w:b/>
              </w:rPr>
            </w:pPr>
            <w:r w:rsidRPr="00320CBE">
              <w:rPr>
                <w:rFonts w:ascii="Cambria" w:hAnsi="Cambria"/>
                <w:b/>
              </w:rPr>
              <w:t>Adı:</w:t>
            </w:r>
          </w:p>
        </w:tc>
        <w:tc>
          <w:tcPr>
            <w:tcW w:w="6649" w:type="dxa"/>
            <w:vMerge w:val="restart"/>
            <w:tcBorders>
              <w:top w:val="single" w:sz="12" w:space="0" w:color="C0504D"/>
              <w:left w:val="single" w:sz="12" w:space="0" w:color="C0504D"/>
              <w:right w:val="single" w:sz="12" w:space="0" w:color="C0504D"/>
            </w:tcBorders>
            <w:shd w:val="clear" w:color="auto" w:fill="DBE5F1"/>
          </w:tcPr>
          <w:p w14:paraId="3B0FAC08" w14:textId="77777777" w:rsidR="00320CBE" w:rsidRPr="006D793A" w:rsidRDefault="006D793A" w:rsidP="00320CBE">
            <w:pPr>
              <w:ind w:left="720"/>
              <w:contextualSpacing/>
              <w:jc w:val="center"/>
              <w:rPr>
                <w:rStyle w:val="Kpr"/>
                <w:rFonts w:ascii="Cambria" w:hAnsi="Cambria" w:cs="Tahoma"/>
                <w:b/>
              </w:rPr>
            </w:pPr>
            <w:r>
              <w:rPr>
                <w:rFonts w:ascii="Cambria" w:hAnsi="Cambria" w:cs="Tahoma"/>
                <w:b/>
              </w:rPr>
              <w:fldChar w:fldCharType="begin"/>
            </w:r>
            <w:r>
              <w:rPr>
                <w:rFonts w:ascii="Cambria" w:hAnsi="Cambria" w:cs="Tahoma"/>
                <w:b/>
              </w:rPr>
              <w:instrText xml:space="preserve"> HYPERLINK "https://www.sorubak.com" </w:instrText>
            </w:r>
            <w:r>
              <w:rPr>
                <w:rFonts w:ascii="Cambria" w:hAnsi="Cambria" w:cs="Tahoma"/>
                <w:b/>
              </w:rPr>
              <w:fldChar w:fldCharType="separate"/>
            </w:r>
            <w:r w:rsidR="00F00A9D" w:rsidRPr="006D793A">
              <w:rPr>
                <w:rStyle w:val="Kpr"/>
                <w:rFonts w:ascii="Cambria" w:hAnsi="Cambria" w:cs="Tahoma"/>
                <w:b/>
              </w:rPr>
              <w:t>.</w:t>
            </w:r>
            <w:r w:rsidR="00320CBE" w:rsidRPr="006D793A">
              <w:rPr>
                <w:rStyle w:val="Kpr"/>
                <w:rFonts w:ascii="Cambria" w:hAnsi="Cambria" w:cs="Tahoma"/>
                <w:b/>
              </w:rPr>
              <w:t xml:space="preserve"> ORTAOKULU</w:t>
            </w:r>
          </w:p>
          <w:p w14:paraId="6347703E" w14:textId="68E90FFE" w:rsidR="00320CBE" w:rsidRPr="00320CBE" w:rsidRDefault="00CC3F84" w:rsidP="0063639B">
            <w:pPr>
              <w:ind w:left="720"/>
              <w:contextualSpacing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6D793A">
              <w:rPr>
                <w:rStyle w:val="Kpr"/>
                <w:rFonts w:ascii="Cambria" w:hAnsi="Cambria"/>
                <w:b/>
              </w:rPr>
              <w:t>20</w:t>
            </w:r>
            <w:r w:rsidR="006A03E8">
              <w:rPr>
                <w:rStyle w:val="Kpr"/>
                <w:rFonts w:ascii="Cambria" w:hAnsi="Cambria"/>
                <w:b/>
              </w:rPr>
              <w:t>20-2021</w:t>
            </w:r>
            <w:r w:rsidR="00320CBE" w:rsidRPr="006D793A">
              <w:rPr>
                <w:rStyle w:val="Kpr"/>
                <w:rFonts w:ascii="Cambria" w:hAnsi="Cambria"/>
                <w:b/>
              </w:rPr>
              <w:t xml:space="preserve"> EĞİTİM ÖĞRETİM YILI FEN BİLİMLERİ DERSİ </w:t>
            </w:r>
            <w:r w:rsidR="008426F7" w:rsidRPr="006D793A">
              <w:rPr>
                <w:rStyle w:val="Kpr"/>
                <w:rFonts w:ascii="Cambria" w:hAnsi="Cambria"/>
                <w:b/>
              </w:rPr>
              <w:t>6</w:t>
            </w:r>
            <w:r w:rsidR="00320CBE" w:rsidRPr="006D793A">
              <w:rPr>
                <w:rStyle w:val="Kpr"/>
                <w:rFonts w:ascii="Cambria" w:hAnsi="Cambria"/>
                <w:b/>
              </w:rPr>
              <w:t>-</w:t>
            </w:r>
            <w:r w:rsidRPr="006D793A">
              <w:rPr>
                <w:rStyle w:val="Kpr"/>
                <w:rFonts w:ascii="Cambria" w:hAnsi="Cambria"/>
                <w:b/>
              </w:rPr>
              <w:t>..</w:t>
            </w:r>
            <w:r w:rsidR="00320CBE" w:rsidRPr="006D793A">
              <w:rPr>
                <w:rStyle w:val="Kpr"/>
                <w:rFonts w:ascii="Cambria" w:hAnsi="Cambria"/>
                <w:b/>
              </w:rPr>
              <w:t xml:space="preserve"> SINIFI </w:t>
            </w:r>
            <w:r w:rsidR="004817D2" w:rsidRPr="006D793A">
              <w:rPr>
                <w:rStyle w:val="Kpr"/>
                <w:rFonts w:ascii="Cambria" w:hAnsi="Cambria"/>
                <w:b/>
              </w:rPr>
              <w:t xml:space="preserve">II. DÖNEM </w:t>
            </w:r>
            <w:r w:rsidR="00320CBE" w:rsidRPr="006D793A">
              <w:rPr>
                <w:rStyle w:val="Kpr"/>
                <w:rFonts w:ascii="Cambria" w:hAnsi="Cambria"/>
                <w:b/>
              </w:rPr>
              <w:t>I. SINAV SORULARI</w:t>
            </w:r>
            <w:r w:rsidR="006D793A">
              <w:rPr>
                <w:rFonts w:ascii="Cambria" w:hAnsi="Cambria" w:cs="Tahoma"/>
                <w:b/>
              </w:rPr>
              <w:fldChar w:fldCharType="end"/>
            </w:r>
          </w:p>
        </w:tc>
        <w:tc>
          <w:tcPr>
            <w:tcW w:w="1984" w:type="dxa"/>
            <w:tcBorders>
              <w:top w:val="single" w:sz="12" w:space="0" w:color="C0504D"/>
              <w:left w:val="single" w:sz="12" w:space="0" w:color="C0504D"/>
              <w:right w:val="single" w:sz="12" w:space="0" w:color="C0504D"/>
            </w:tcBorders>
            <w:shd w:val="clear" w:color="auto" w:fill="DBE5F1"/>
          </w:tcPr>
          <w:p w14:paraId="46A9E359" w14:textId="4D3555B1" w:rsidR="00320CBE" w:rsidRPr="00320CBE" w:rsidRDefault="00320CBE" w:rsidP="008426F7">
            <w:pPr>
              <w:contextualSpacing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Tarih: </w:t>
            </w:r>
            <w:r w:rsidR="008426F7">
              <w:rPr>
                <w:rFonts w:ascii="Cambria" w:hAnsi="Cambria"/>
                <w:b/>
              </w:rPr>
              <w:t>.</w:t>
            </w:r>
            <w:r w:rsidR="008426F7">
              <w:rPr>
                <w:rFonts w:ascii="Arial" w:hAnsi="Arial" w:cs="Arial"/>
                <w:b/>
                <w:sz w:val="20"/>
                <w:szCs w:val="20"/>
              </w:rPr>
              <w:t>./..</w:t>
            </w:r>
            <w:r w:rsidR="00CC3F84">
              <w:rPr>
                <w:rFonts w:ascii="Arial" w:hAnsi="Arial" w:cs="Arial"/>
                <w:b/>
                <w:sz w:val="20"/>
                <w:szCs w:val="20"/>
              </w:rPr>
              <w:t>/202</w:t>
            </w:r>
            <w:r w:rsidR="006A03E8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</w:tr>
      <w:tr w:rsidR="00320CBE" w14:paraId="72EA8A47" w14:textId="77777777" w:rsidTr="00067C89">
        <w:trPr>
          <w:trHeight w:val="269"/>
        </w:trPr>
        <w:tc>
          <w:tcPr>
            <w:tcW w:w="2248" w:type="dxa"/>
            <w:tcBorders>
              <w:top w:val="single" w:sz="12" w:space="0" w:color="C0504D"/>
              <w:left w:val="single" w:sz="12" w:space="0" w:color="C0504D"/>
              <w:bottom w:val="single" w:sz="12" w:space="0" w:color="C0504D"/>
              <w:right w:val="single" w:sz="12" w:space="0" w:color="C0504D"/>
            </w:tcBorders>
            <w:shd w:val="clear" w:color="auto" w:fill="DBE5F1"/>
          </w:tcPr>
          <w:p w14:paraId="1C5AAD07" w14:textId="77777777" w:rsidR="00320CBE" w:rsidRPr="00320CBE" w:rsidRDefault="00320CBE" w:rsidP="00320CBE">
            <w:pPr>
              <w:contextualSpacing/>
              <w:rPr>
                <w:rFonts w:ascii="Cambria" w:hAnsi="Cambria"/>
                <w:b/>
              </w:rPr>
            </w:pPr>
            <w:r w:rsidRPr="00320CBE">
              <w:rPr>
                <w:rFonts w:ascii="Cambria" w:hAnsi="Cambria"/>
                <w:b/>
              </w:rPr>
              <w:t>Soyadı:</w:t>
            </w:r>
          </w:p>
        </w:tc>
        <w:tc>
          <w:tcPr>
            <w:tcW w:w="6649" w:type="dxa"/>
            <w:vMerge/>
            <w:tcBorders>
              <w:left w:val="single" w:sz="12" w:space="0" w:color="C0504D"/>
              <w:right w:val="single" w:sz="12" w:space="0" w:color="C0504D"/>
            </w:tcBorders>
            <w:shd w:val="clear" w:color="auto" w:fill="DBE5F1"/>
          </w:tcPr>
          <w:p w14:paraId="5DACB20B" w14:textId="77777777" w:rsidR="00320CBE" w:rsidRPr="00320CBE" w:rsidRDefault="00320CBE" w:rsidP="00320CBE">
            <w:pPr>
              <w:ind w:left="720"/>
              <w:contextualSpacing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12" w:space="0" w:color="C0504D"/>
              <w:right w:val="single" w:sz="12" w:space="0" w:color="C0504D"/>
            </w:tcBorders>
            <w:shd w:val="clear" w:color="auto" w:fill="DBE5F1"/>
          </w:tcPr>
          <w:p w14:paraId="45373B4B" w14:textId="77777777" w:rsidR="00320CBE" w:rsidRPr="00320CBE" w:rsidRDefault="00320CBE" w:rsidP="00320CBE">
            <w:pPr>
              <w:contextualSpacing/>
              <w:rPr>
                <w:rFonts w:ascii="Cambria" w:hAnsi="Cambria"/>
                <w:sz w:val="20"/>
                <w:szCs w:val="20"/>
              </w:rPr>
            </w:pPr>
            <w:r w:rsidRPr="00320CBE">
              <w:rPr>
                <w:rFonts w:ascii="Cambria" w:hAnsi="Cambria"/>
                <w:b/>
                <w:u w:val="single"/>
              </w:rPr>
              <w:t>Not</w:t>
            </w:r>
            <w:r>
              <w:rPr>
                <w:rFonts w:ascii="Cambria" w:hAnsi="Cambria"/>
                <w:b/>
                <w:u w:val="single"/>
              </w:rPr>
              <w:t>:</w:t>
            </w:r>
          </w:p>
        </w:tc>
      </w:tr>
      <w:tr w:rsidR="00320CBE" w14:paraId="7B3A911A" w14:textId="77777777" w:rsidTr="00067C89">
        <w:trPr>
          <w:trHeight w:val="269"/>
        </w:trPr>
        <w:tc>
          <w:tcPr>
            <w:tcW w:w="2248" w:type="dxa"/>
            <w:tcBorders>
              <w:top w:val="single" w:sz="12" w:space="0" w:color="C0504D"/>
              <w:left w:val="single" w:sz="12" w:space="0" w:color="C0504D"/>
              <w:bottom w:val="single" w:sz="12" w:space="0" w:color="C0504D"/>
              <w:right w:val="single" w:sz="12" w:space="0" w:color="C0504D"/>
            </w:tcBorders>
            <w:shd w:val="clear" w:color="auto" w:fill="DBE5F1"/>
          </w:tcPr>
          <w:p w14:paraId="2AC7C46C" w14:textId="77777777" w:rsidR="00320CBE" w:rsidRPr="00320CBE" w:rsidRDefault="00320CBE" w:rsidP="00320CBE">
            <w:pPr>
              <w:contextualSpacing/>
              <w:rPr>
                <w:rFonts w:ascii="Cambria" w:hAnsi="Cambria"/>
                <w:b/>
              </w:rPr>
            </w:pPr>
            <w:r w:rsidRPr="00320CBE">
              <w:rPr>
                <w:rFonts w:ascii="Cambria" w:hAnsi="Cambria"/>
                <w:b/>
              </w:rPr>
              <w:t>No:</w:t>
            </w:r>
          </w:p>
        </w:tc>
        <w:tc>
          <w:tcPr>
            <w:tcW w:w="6649" w:type="dxa"/>
            <w:vMerge/>
            <w:tcBorders>
              <w:left w:val="single" w:sz="12" w:space="0" w:color="C0504D"/>
              <w:bottom w:val="single" w:sz="12" w:space="0" w:color="C0504D"/>
              <w:right w:val="single" w:sz="12" w:space="0" w:color="C0504D"/>
            </w:tcBorders>
            <w:shd w:val="clear" w:color="auto" w:fill="DBE5F1"/>
          </w:tcPr>
          <w:p w14:paraId="4CC73C2C" w14:textId="77777777" w:rsidR="00320CBE" w:rsidRPr="00320CBE" w:rsidRDefault="00320CBE" w:rsidP="00320CBE">
            <w:pPr>
              <w:ind w:left="720"/>
              <w:contextualSpacing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12" w:space="0" w:color="C0504D"/>
              <w:bottom w:val="single" w:sz="12" w:space="0" w:color="C0504D"/>
              <w:right w:val="single" w:sz="12" w:space="0" w:color="C0504D"/>
            </w:tcBorders>
            <w:shd w:val="clear" w:color="auto" w:fill="DBE5F1"/>
          </w:tcPr>
          <w:p w14:paraId="125C5521" w14:textId="77777777" w:rsidR="00320CBE" w:rsidRPr="00320CBE" w:rsidRDefault="00320CBE" w:rsidP="00320CBE">
            <w:pPr>
              <w:ind w:left="720"/>
              <w:contextualSpacing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10DD828B" w14:textId="77777777" w:rsidR="00320CBE" w:rsidRDefault="00320CBE" w:rsidP="00DA09F5">
      <w:pPr>
        <w:pStyle w:val="ListeParagraf"/>
        <w:ind w:left="0"/>
        <w:rPr>
          <w:rFonts w:ascii="Comic Sans MS" w:hAnsi="Comic Sans MS"/>
          <w:b/>
          <w:sz w:val="20"/>
          <w:szCs w:val="20"/>
        </w:rPr>
        <w:sectPr w:rsidR="00320CBE" w:rsidSect="0079308D">
          <w:headerReference w:type="default" r:id="rId8"/>
          <w:type w:val="continuous"/>
          <w:pgSz w:w="11906" w:h="16838"/>
          <w:pgMar w:top="360" w:right="386" w:bottom="6" w:left="540" w:header="177" w:footer="708" w:gutter="0"/>
          <w:cols w:sep="1" w:space="708"/>
          <w:docGrid w:linePitch="360"/>
        </w:sectPr>
      </w:pPr>
    </w:p>
    <w:p w14:paraId="1CE5B7C9" w14:textId="77777777" w:rsidR="00F8697B" w:rsidRDefault="002B1598" w:rsidP="00DA09F5">
      <w:pPr>
        <w:pStyle w:val="ListeParagraf"/>
        <w:ind w:left="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w:pict w14:anchorId="36690C7A">
          <v:group id="Group 1287" o:spid="_x0000_s1026" style="position:absolute;margin-left:-.95pt;margin-top:2.4pt;width:259.5pt;height:51pt;z-index:251662848" coordorigin="1140,4395" coordsize="4650,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">
            <v:roundrect id="AutoShape 1288" o:spid="_x0000_s1027" style="position:absolute;left:1140;top:4395;width:645;height:660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" strokecolor="#4f81bd" strokeweight="1.25pt">
              <v:shadow color="#868686"/>
              <v:textbox>
                <w:txbxContent>
                  <w:p w14:paraId="1D8D27C5" w14:textId="77777777" w:rsidR="00F8697B" w:rsidRPr="00882E24" w:rsidRDefault="00F8697B" w:rsidP="00F8697B">
                    <w:pPr>
                      <w:jc w:val="center"/>
                      <w:rPr>
                        <w:b/>
                        <w:sz w:val="2"/>
                      </w:rPr>
                    </w:pPr>
                  </w:p>
                  <w:p w14:paraId="4B3B72D6" w14:textId="77777777" w:rsidR="00F8697B" w:rsidRPr="001A4740" w:rsidRDefault="00F8697B" w:rsidP="00F8697B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1A4740">
                      <w:rPr>
                        <w:b/>
                        <w:sz w:val="36"/>
                        <w:szCs w:val="36"/>
                      </w:rPr>
                      <w:t>A</w:t>
                    </w:r>
                  </w:p>
                </w:txbxContent>
              </v:textbox>
            </v:roundrect>
            <v:roundrect id="AutoShape 1289" o:spid="_x0000_s1028" style="position:absolute;left:1785;top:4395;width:4005;height:660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" strokecolor="#4f81bd" strokeweight="1.25pt">
              <v:shadow color="#868686"/>
              <v:textbox>
                <w:txbxContent>
                  <w:p w14:paraId="2B6771A9" w14:textId="77777777" w:rsidR="00F8697B" w:rsidRPr="00C27DCF" w:rsidRDefault="00F8697B" w:rsidP="00F8697B">
                    <w:pPr>
                      <w:spacing w:line="240" w:lineRule="exact"/>
                      <w:rPr>
                        <w:b/>
                      </w:rPr>
                    </w:pPr>
                    <w:r w:rsidRPr="00434A0E"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  <w:t xml:space="preserve">Aşağıdaki cümlelerin doğru olanların başına D yanlış olanların başına Y </w:t>
                    </w:r>
                    <w:r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  <w:t>yazınız</w:t>
                    </w:r>
                    <w:r w:rsidRPr="00434A0E"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  <w:t xml:space="preserve"> </w:t>
                    </w:r>
                    <w:r w:rsidRPr="003409D6"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  <w:t>(</w:t>
                    </w:r>
                    <w:r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  <w:t xml:space="preserve">2 x 5 </w:t>
                    </w:r>
                    <w:r>
                      <w:rPr>
                        <w:b/>
                      </w:rPr>
                      <w:t>= 10 Puan)</w:t>
                    </w:r>
                  </w:p>
                </w:txbxContent>
              </v:textbox>
            </v:roundrect>
          </v:group>
        </w:pict>
      </w:r>
    </w:p>
    <w:p w14:paraId="33C850B8" w14:textId="77777777" w:rsidR="00F8697B" w:rsidRDefault="00F8697B" w:rsidP="00DA09F5">
      <w:pPr>
        <w:pStyle w:val="ListeParagraf"/>
        <w:ind w:left="0"/>
        <w:rPr>
          <w:rFonts w:ascii="Comic Sans MS" w:hAnsi="Comic Sans MS"/>
          <w:b/>
          <w:sz w:val="20"/>
          <w:szCs w:val="20"/>
        </w:rPr>
      </w:pPr>
    </w:p>
    <w:p w14:paraId="26CD6D40" w14:textId="77777777" w:rsidR="00E97BB1" w:rsidRPr="00F2426B" w:rsidRDefault="00E97BB1" w:rsidP="00DA09F5">
      <w:pPr>
        <w:pStyle w:val="ListeParagraf"/>
        <w:ind w:left="0"/>
        <w:rPr>
          <w:rFonts w:ascii="Comic Sans MS" w:hAnsi="Comic Sans MS"/>
          <w:b/>
          <w:sz w:val="20"/>
          <w:szCs w:val="20"/>
        </w:rPr>
      </w:pPr>
    </w:p>
    <w:p w14:paraId="31E4F1E3" w14:textId="77777777" w:rsidR="00F8697B" w:rsidRDefault="00F8697B" w:rsidP="00DA09F5">
      <w:pPr>
        <w:pStyle w:val="ListeParagraf"/>
        <w:ind w:left="0"/>
        <w:rPr>
          <w:rFonts w:ascii="Arial" w:hAnsi="Arial" w:cs="Arial"/>
          <w:sz w:val="18"/>
          <w:szCs w:val="18"/>
        </w:rPr>
      </w:pPr>
    </w:p>
    <w:p w14:paraId="37206FCD" w14:textId="77777777" w:rsidR="00F8697B" w:rsidRDefault="00F8697B" w:rsidP="00DA09F5">
      <w:pPr>
        <w:pStyle w:val="ListeParagraf"/>
        <w:ind w:left="0"/>
        <w:rPr>
          <w:rFonts w:ascii="Arial" w:hAnsi="Arial" w:cs="Arial"/>
          <w:sz w:val="18"/>
          <w:szCs w:val="18"/>
        </w:rPr>
      </w:pPr>
    </w:p>
    <w:p w14:paraId="726DD93F" w14:textId="77777777" w:rsidR="004817D2" w:rsidRPr="00D628F6" w:rsidRDefault="00866900" w:rsidP="00DA09F5">
      <w:pPr>
        <w:pStyle w:val="ListeParagraf"/>
        <w:ind w:left="0"/>
        <w:rPr>
          <w:rFonts w:ascii="Arial" w:hAnsi="Arial" w:cs="Arial"/>
          <w:sz w:val="18"/>
          <w:szCs w:val="18"/>
        </w:rPr>
      </w:pPr>
      <w:r w:rsidRPr="00D628F6">
        <w:rPr>
          <w:rFonts w:ascii="Arial" w:hAnsi="Arial" w:cs="Arial"/>
          <w:sz w:val="18"/>
          <w:szCs w:val="18"/>
        </w:rPr>
        <w:t>1. (  ) Ses boşlukta yayılmaz.</w:t>
      </w:r>
    </w:p>
    <w:p w14:paraId="7B34348D" w14:textId="77777777" w:rsidR="00866900" w:rsidRPr="00D628F6" w:rsidRDefault="00866900" w:rsidP="00DA09F5">
      <w:pPr>
        <w:pStyle w:val="ListeParagraf"/>
        <w:ind w:left="0"/>
        <w:rPr>
          <w:rFonts w:ascii="Arial" w:hAnsi="Arial" w:cs="Arial"/>
          <w:sz w:val="18"/>
          <w:szCs w:val="18"/>
        </w:rPr>
      </w:pPr>
      <w:r w:rsidRPr="00D628F6">
        <w:rPr>
          <w:rFonts w:ascii="Arial" w:hAnsi="Arial" w:cs="Arial"/>
          <w:sz w:val="18"/>
          <w:szCs w:val="18"/>
        </w:rPr>
        <w:t>2. (  ) Ses ve ısı enerjidir.</w:t>
      </w:r>
    </w:p>
    <w:p w14:paraId="1CD1105E" w14:textId="77777777" w:rsidR="00866900" w:rsidRPr="00D628F6" w:rsidRDefault="00866900" w:rsidP="00DA09F5">
      <w:pPr>
        <w:pStyle w:val="ListeParagraf"/>
        <w:ind w:left="0"/>
        <w:rPr>
          <w:rFonts w:ascii="Arial" w:hAnsi="Arial" w:cs="Arial"/>
          <w:sz w:val="18"/>
          <w:szCs w:val="18"/>
        </w:rPr>
      </w:pPr>
      <w:r w:rsidRPr="00D628F6">
        <w:rPr>
          <w:rFonts w:ascii="Arial" w:hAnsi="Arial" w:cs="Arial"/>
          <w:sz w:val="18"/>
          <w:szCs w:val="18"/>
        </w:rPr>
        <w:t>3. (  ) Aynı yönlü kuvvetlerin bileşkeleri bulunurken, kuvvetler toplanır.</w:t>
      </w:r>
    </w:p>
    <w:p w14:paraId="1B6DA577" w14:textId="77777777" w:rsidR="00866900" w:rsidRPr="00D628F6" w:rsidRDefault="00866900" w:rsidP="00DA09F5">
      <w:pPr>
        <w:pStyle w:val="ListeParagraf"/>
        <w:ind w:left="0"/>
        <w:rPr>
          <w:rFonts w:ascii="Arial" w:hAnsi="Arial" w:cs="Arial"/>
          <w:sz w:val="18"/>
          <w:szCs w:val="18"/>
        </w:rPr>
      </w:pPr>
      <w:r w:rsidRPr="00D628F6">
        <w:rPr>
          <w:rFonts w:ascii="Arial" w:hAnsi="Arial" w:cs="Arial"/>
          <w:sz w:val="18"/>
          <w:szCs w:val="18"/>
        </w:rPr>
        <w:t>4. (  ) Hızlanan bir otomobil dengelenmiş kuvvetin etkisindedir.</w:t>
      </w:r>
    </w:p>
    <w:p w14:paraId="58718C5D" w14:textId="77777777" w:rsidR="00866900" w:rsidRDefault="00866900" w:rsidP="00DA09F5">
      <w:pPr>
        <w:pStyle w:val="ListeParagraf"/>
        <w:ind w:left="0"/>
        <w:rPr>
          <w:rFonts w:ascii="Arial" w:hAnsi="Arial" w:cs="Arial"/>
          <w:sz w:val="18"/>
          <w:szCs w:val="18"/>
        </w:rPr>
      </w:pPr>
      <w:r w:rsidRPr="00D628F6">
        <w:rPr>
          <w:rFonts w:ascii="Arial" w:hAnsi="Arial" w:cs="Arial"/>
          <w:sz w:val="18"/>
          <w:szCs w:val="18"/>
        </w:rPr>
        <w:t>5. (  ) Karasal gezegenlerin hepsinin uydusu vardır.</w:t>
      </w:r>
    </w:p>
    <w:p w14:paraId="1722A63A" w14:textId="77777777" w:rsidR="008E7204" w:rsidRDefault="008E7204" w:rsidP="00DA09F5">
      <w:pPr>
        <w:pStyle w:val="ListeParagraf"/>
        <w:ind w:left="0"/>
        <w:rPr>
          <w:b/>
          <w:sz w:val="20"/>
          <w:szCs w:val="20"/>
        </w:rPr>
      </w:pPr>
    </w:p>
    <w:p w14:paraId="274FBBC4" w14:textId="77777777" w:rsidR="004817D2" w:rsidRDefault="002B1598" w:rsidP="00DA09F5">
      <w:pPr>
        <w:pStyle w:val="ListeParagraf"/>
        <w:ind w:left="0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pict w14:anchorId="77108367">
          <v:group id="Group 1284" o:spid="_x0000_s1029" style="position:absolute;margin-left:0;margin-top:1.25pt;width:259.5pt;height:51pt;z-index:251660800" coordorigin="1140,4395" coordsize="4650,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">
            <v:roundrect id="AutoShape 1285" o:spid="_x0000_s1030" style="position:absolute;left:1140;top:4395;width:645;height:660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" strokecolor="#4f81bd" strokeweight="1.25pt">
              <v:shadow color="#868686"/>
              <v:textbox>
                <w:txbxContent>
                  <w:p w14:paraId="5FA696C0" w14:textId="77777777" w:rsidR="00D628F6" w:rsidRPr="00882E24" w:rsidRDefault="00D628F6" w:rsidP="00D628F6">
                    <w:pPr>
                      <w:jc w:val="center"/>
                      <w:rPr>
                        <w:b/>
                        <w:sz w:val="2"/>
                      </w:rPr>
                    </w:pPr>
                  </w:p>
                  <w:p w14:paraId="14F22708" w14:textId="77777777" w:rsidR="00D628F6" w:rsidRPr="001A4740" w:rsidRDefault="00D628F6" w:rsidP="00D628F6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>
                      <w:rPr>
                        <w:b/>
                        <w:sz w:val="36"/>
                        <w:szCs w:val="36"/>
                      </w:rPr>
                      <w:t>B</w:t>
                    </w:r>
                  </w:p>
                </w:txbxContent>
              </v:textbox>
            </v:roundrect>
            <v:roundrect id="AutoShape 1286" o:spid="_x0000_s1031" style="position:absolute;left:1785;top:4395;width:4005;height:660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" strokecolor="#4f81bd" strokeweight="1.25pt">
              <v:shadow color="#868686"/>
              <v:textbox>
                <w:txbxContent>
                  <w:p w14:paraId="551761A8" w14:textId="77777777" w:rsidR="00D628F6" w:rsidRPr="00C27DCF" w:rsidRDefault="00D628F6" w:rsidP="00D628F6">
                    <w:pPr>
                      <w:spacing w:line="240" w:lineRule="exact"/>
                      <w:rPr>
                        <w:b/>
                      </w:rPr>
                    </w:pPr>
                    <w:r w:rsidRPr="003409D6"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  <w:t xml:space="preserve">Aşağıdaki </w:t>
                    </w:r>
                    <w:r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  <w:t>cümlelerdeki boş bırakılan yerleri uygun kelimelerle doldurunuz.</w:t>
                    </w:r>
                    <w:r w:rsidRPr="003409D6"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  <w:t xml:space="preserve"> (</w:t>
                    </w:r>
                    <w:r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  <w:t xml:space="preserve">2 x 5 </w:t>
                    </w:r>
                    <w:r>
                      <w:rPr>
                        <w:b/>
                      </w:rPr>
                      <w:t>= 10 Puan)</w:t>
                    </w:r>
                  </w:p>
                </w:txbxContent>
              </v:textbox>
            </v:roundrect>
          </v:group>
        </w:pict>
      </w:r>
    </w:p>
    <w:p w14:paraId="38E306A0" w14:textId="77777777" w:rsidR="008E7204" w:rsidRDefault="008E7204" w:rsidP="00DA09F5">
      <w:pPr>
        <w:pStyle w:val="ListeParagraf"/>
        <w:ind w:left="0"/>
        <w:rPr>
          <w:b/>
          <w:sz w:val="20"/>
          <w:szCs w:val="20"/>
        </w:rPr>
      </w:pPr>
    </w:p>
    <w:p w14:paraId="7881F958" w14:textId="77777777" w:rsidR="008E7204" w:rsidRDefault="008E7204" w:rsidP="00DA09F5">
      <w:pPr>
        <w:pStyle w:val="ListeParagraf"/>
        <w:ind w:left="0"/>
        <w:rPr>
          <w:b/>
          <w:sz w:val="20"/>
          <w:szCs w:val="20"/>
        </w:rPr>
      </w:pPr>
    </w:p>
    <w:p w14:paraId="2D47A147" w14:textId="77777777" w:rsidR="008E7204" w:rsidRDefault="008E7204" w:rsidP="00DA09F5">
      <w:pPr>
        <w:pStyle w:val="ListeParagraf"/>
        <w:ind w:left="0"/>
        <w:rPr>
          <w:b/>
          <w:sz w:val="20"/>
          <w:szCs w:val="20"/>
        </w:rPr>
      </w:pPr>
    </w:p>
    <w:p w14:paraId="3002E175" w14:textId="77777777" w:rsidR="008E7204" w:rsidRDefault="008E7204" w:rsidP="00DA09F5">
      <w:pPr>
        <w:pStyle w:val="ListeParagraf"/>
        <w:ind w:left="0"/>
        <w:rPr>
          <w:b/>
          <w:sz w:val="20"/>
          <w:szCs w:val="20"/>
        </w:rPr>
      </w:pPr>
    </w:p>
    <w:p w14:paraId="799015F9" w14:textId="77777777" w:rsidR="00D628F6" w:rsidRPr="00D628F6" w:rsidRDefault="00D628F6" w:rsidP="00DA09F5">
      <w:pPr>
        <w:pStyle w:val="ListeParagraf"/>
        <w:ind w:left="0"/>
        <w:rPr>
          <w:rFonts w:ascii="Arial" w:hAnsi="Arial" w:cs="Arial"/>
          <w:sz w:val="18"/>
          <w:szCs w:val="18"/>
        </w:rPr>
      </w:pPr>
      <w:r w:rsidRPr="00D628F6">
        <w:rPr>
          <w:rFonts w:ascii="Arial" w:hAnsi="Arial" w:cs="Arial"/>
          <w:sz w:val="18"/>
          <w:szCs w:val="18"/>
        </w:rPr>
        <w:t>1. Bir cismin kütlesinin hacme bölünmesi ile ………….bulunur.</w:t>
      </w:r>
    </w:p>
    <w:p w14:paraId="27A7F4CF" w14:textId="77777777" w:rsidR="00D628F6" w:rsidRPr="00D628F6" w:rsidRDefault="00D628F6" w:rsidP="00DA09F5">
      <w:pPr>
        <w:pStyle w:val="ListeParagraf"/>
        <w:ind w:left="0"/>
        <w:rPr>
          <w:rFonts w:ascii="Arial" w:hAnsi="Arial" w:cs="Arial"/>
          <w:sz w:val="18"/>
          <w:szCs w:val="18"/>
        </w:rPr>
      </w:pPr>
      <w:r w:rsidRPr="00D628F6">
        <w:rPr>
          <w:rFonts w:ascii="Arial" w:hAnsi="Arial" w:cs="Arial"/>
          <w:sz w:val="18"/>
          <w:szCs w:val="18"/>
        </w:rPr>
        <w:t>2. Zıt yönlü kuvvetlerin bileşkesini bulmak için kuvvetler ……………</w:t>
      </w:r>
    </w:p>
    <w:p w14:paraId="71676CB5" w14:textId="77777777" w:rsidR="00D628F6" w:rsidRPr="00D628F6" w:rsidRDefault="00D628F6" w:rsidP="00DA09F5">
      <w:pPr>
        <w:pStyle w:val="ListeParagraf"/>
        <w:ind w:left="0"/>
        <w:rPr>
          <w:rFonts w:ascii="Arial" w:hAnsi="Arial" w:cs="Arial"/>
          <w:sz w:val="18"/>
          <w:szCs w:val="18"/>
        </w:rPr>
      </w:pPr>
      <w:r w:rsidRPr="00D628F6">
        <w:rPr>
          <w:rFonts w:ascii="Arial" w:hAnsi="Arial" w:cs="Arial"/>
          <w:sz w:val="18"/>
          <w:szCs w:val="18"/>
        </w:rPr>
        <w:t>3. Gaz maddenin tanecikleri öteleme, dönme ve …………..hareketi yapar.</w:t>
      </w:r>
    </w:p>
    <w:p w14:paraId="27C24ED8" w14:textId="77777777" w:rsidR="00D628F6" w:rsidRPr="00D628F6" w:rsidRDefault="00D628F6" w:rsidP="00DA09F5">
      <w:pPr>
        <w:pStyle w:val="ListeParagraf"/>
        <w:ind w:left="0"/>
        <w:rPr>
          <w:rFonts w:ascii="Arial" w:hAnsi="Arial" w:cs="Arial"/>
          <w:sz w:val="18"/>
          <w:szCs w:val="18"/>
        </w:rPr>
      </w:pPr>
      <w:r w:rsidRPr="00D628F6">
        <w:rPr>
          <w:rFonts w:ascii="Arial" w:hAnsi="Arial" w:cs="Arial"/>
          <w:sz w:val="18"/>
          <w:szCs w:val="18"/>
        </w:rPr>
        <w:t>4. Büyük dolaşım kalbin ……………………….. başlar.</w:t>
      </w:r>
    </w:p>
    <w:p w14:paraId="64578E4E" w14:textId="77777777" w:rsidR="00D628F6" w:rsidRPr="00D628F6" w:rsidRDefault="00D628F6" w:rsidP="00DA09F5">
      <w:pPr>
        <w:pStyle w:val="ListeParagraf"/>
        <w:ind w:left="0"/>
        <w:rPr>
          <w:rFonts w:ascii="Arial" w:hAnsi="Arial" w:cs="Arial"/>
          <w:sz w:val="18"/>
          <w:szCs w:val="18"/>
        </w:rPr>
      </w:pPr>
      <w:r w:rsidRPr="00D628F6">
        <w:rPr>
          <w:rFonts w:ascii="Arial" w:hAnsi="Arial" w:cs="Arial"/>
          <w:sz w:val="18"/>
          <w:szCs w:val="18"/>
        </w:rPr>
        <w:t>5. Isı yalıtım malzemeleri …….... enerjisinin iletimini engeller.</w:t>
      </w:r>
    </w:p>
    <w:p w14:paraId="0DFB3E60" w14:textId="77777777" w:rsidR="006F3965" w:rsidRDefault="002B1598" w:rsidP="00DA09F5">
      <w:pPr>
        <w:pStyle w:val="ListeParagraf"/>
        <w:ind w:left="0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pict w14:anchorId="4F8DF383">
          <v:group id="_x0000_s1032" style="position:absolute;margin-left:-1.45pt;margin-top:11.1pt;width:259.5pt;height:51pt;z-index:251657728" coordorigin="1140,4395" coordsize="4650,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">
            <v:roundrect id="AutoShape 1285" o:spid="_x0000_s1033" style="position:absolute;left:1140;top:4395;width:645;height:660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" strokecolor="#4f81bd" strokeweight="1.25pt">
              <v:shadow color="#868686"/>
              <v:textbox>
                <w:txbxContent>
                  <w:p w14:paraId="0D703879" w14:textId="77777777" w:rsidR="00325CA5" w:rsidRPr="00882E24" w:rsidRDefault="00325CA5" w:rsidP="00325CA5">
                    <w:pPr>
                      <w:jc w:val="center"/>
                      <w:rPr>
                        <w:b/>
                        <w:sz w:val="2"/>
                      </w:rPr>
                    </w:pPr>
                  </w:p>
                  <w:p w14:paraId="25332C16" w14:textId="77777777" w:rsidR="00325CA5" w:rsidRPr="001A4740" w:rsidRDefault="00D628F6" w:rsidP="00325CA5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>
                      <w:rPr>
                        <w:b/>
                        <w:sz w:val="36"/>
                        <w:szCs w:val="36"/>
                      </w:rPr>
                      <w:t>C</w:t>
                    </w:r>
                  </w:p>
                </w:txbxContent>
              </v:textbox>
            </v:roundrect>
            <v:roundrect id="AutoShape 1286" o:spid="_x0000_s1034" style="position:absolute;left:1785;top:4395;width:4005;height:660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" strokecolor="#4f81bd" strokeweight="1.25pt">
              <v:shadow color="#868686"/>
              <v:textbox>
                <w:txbxContent>
                  <w:p w14:paraId="236BB9FF" w14:textId="77777777" w:rsidR="00325CA5" w:rsidRPr="00C27DCF" w:rsidRDefault="00325CA5" w:rsidP="00325CA5">
                    <w:pPr>
                      <w:spacing w:line="240" w:lineRule="exact"/>
                      <w:rPr>
                        <w:b/>
                      </w:rPr>
                    </w:pPr>
                    <w:r w:rsidRPr="003409D6"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  <w:t>Aşağıdaki çoktan seçmeli soruların doğru yanıtlarını cevap anahtarına işaretleyiniz (</w:t>
                    </w:r>
                    <w:r w:rsidR="004817D2"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  <w:t xml:space="preserve"> x </w:t>
                    </w:r>
                    <w:r w:rsidR="002829C2"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  <w:t>1</w:t>
                    </w:r>
                    <w:r w:rsidR="0063639B"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  <w:t>8</w:t>
                    </w:r>
                    <w:r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b/>
                      </w:rPr>
                      <w:t xml:space="preserve">= </w:t>
                    </w:r>
                    <w:r w:rsidR="0063639B">
                      <w:rPr>
                        <w:b/>
                      </w:rPr>
                      <w:t>72</w:t>
                    </w:r>
                    <w:r>
                      <w:rPr>
                        <w:b/>
                      </w:rPr>
                      <w:t xml:space="preserve"> Puan)</w:t>
                    </w:r>
                  </w:p>
                </w:txbxContent>
              </v:textbox>
            </v:roundrect>
          </v:group>
        </w:pict>
      </w:r>
    </w:p>
    <w:p w14:paraId="7A949BE6" w14:textId="77777777" w:rsidR="00751057" w:rsidRDefault="00751057" w:rsidP="00DA09F5">
      <w:pPr>
        <w:rPr>
          <w:rFonts w:ascii="Arial" w:hAnsi="Arial" w:cs="Arial"/>
          <w:b/>
          <w:sz w:val="22"/>
          <w:szCs w:val="22"/>
        </w:rPr>
      </w:pPr>
    </w:p>
    <w:p w14:paraId="322DBB25" w14:textId="77777777" w:rsidR="003409D6" w:rsidRDefault="003409D6" w:rsidP="00DA09F5">
      <w:pPr>
        <w:rPr>
          <w:rFonts w:ascii="Arial" w:hAnsi="Arial" w:cs="Arial"/>
          <w:b/>
          <w:sz w:val="22"/>
          <w:szCs w:val="22"/>
        </w:rPr>
      </w:pPr>
    </w:p>
    <w:p w14:paraId="1F714632" w14:textId="77777777" w:rsidR="00325CA5" w:rsidRPr="003409D6" w:rsidRDefault="00325CA5" w:rsidP="00DA09F5">
      <w:pPr>
        <w:rPr>
          <w:rFonts w:ascii="Arial" w:hAnsi="Arial" w:cs="Arial"/>
          <w:b/>
          <w:sz w:val="22"/>
          <w:szCs w:val="22"/>
        </w:rPr>
      </w:pPr>
    </w:p>
    <w:p w14:paraId="579EB824" w14:textId="77777777" w:rsidR="00325CA5" w:rsidRDefault="00325CA5" w:rsidP="003409D6">
      <w:pPr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</w:pPr>
    </w:p>
    <w:p w14:paraId="7F0B1DF5" w14:textId="77777777" w:rsidR="004817D2" w:rsidRDefault="004817D2" w:rsidP="003409D6">
      <w:pPr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</w:pPr>
    </w:p>
    <w:p w14:paraId="68893AE2" w14:textId="77777777" w:rsidR="002829C2" w:rsidRPr="002829C2" w:rsidRDefault="003409D6" w:rsidP="002829C2">
      <w:pPr>
        <w:rPr>
          <w:rFonts w:ascii="Arial" w:hAnsi="Arial" w:cs="Arial"/>
          <w:sz w:val="18"/>
          <w:szCs w:val="18"/>
        </w:rPr>
      </w:pPr>
      <w:r w:rsidRPr="003409D6"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Soru:1</w:t>
      </w:r>
      <w:r w:rsidR="00D628F6">
        <w:rPr>
          <w:rFonts w:ascii="Arial" w:hAnsi="Arial" w:cs="Arial"/>
          <w:sz w:val="22"/>
          <w:szCs w:val="22"/>
        </w:rPr>
        <w:t xml:space="preserve"> </w:t>
      </w:r>
      <w:r w:rsidR="002829C2" w:rsidRPr="002829C2">
        <w:rPr>
          <w:rFonts w:ascii="Arial" w:hAnsi="Arial" w:cs="Arial"/>
          <w:sz w:val="18"/>
          <w:szCs w:val="18"/>
        </w:rPr>
        <w:t>Ses dalgalarının bir yüzeye çarparak geldiği ortama geri dönmesine sesin yansıması denir.</w:t>
      </w:r>
    </w:p>
    <w:p w14:paraId="73A4EC1B" w14:textId="77777777" w:rsidR="002829C2" w:rsidRPr="002829C2" w:rsidRDefault="002829C2" w:rsidP="002829C2">
      <w:pPr>
        <w:rPr>
          <w:rFonts w:ascii="Arial" w:hAnsi="Arial" w:cs="Arial"/>
          <w:b/>
          <w:sz w:val="18"/>
          <w:szCs w:val="18"/>
        </w:rPr>
      </w:pPr>
      <w:r w:rsidRPr="002829C2">
        <w:rPr>
          <w:rFonts w:ascii="Arial" w:hAnsi="Arial" w:cs="Arial"/>
          <w:b/>
          <w:sz w:val="18"/>
          <w:szCs w:val="18"/>
        </w:rPr>
        <w:t xml:space="preserve">Buna göre, aşağıdakilerden hangisinde sesin yansıma özelliğinden </w:t>
      </w:r>
      <w:r w:rsidRPr="002829C2">
        <w:rPr>
          <w:rFonts w:ascii="Arial" w:hAnsi="Arial" w:cs="Arial"/>
          <w:b/>
          <w:sz w:val="18"/>
          <w:szCs w:val="18"/>
          <w:u w:val="single"/>
        </w:rPr>
        <w:t>yararlanılmaz</w:t>
      </w:r>
      <w:r>
        <w:rPr>
          <w:rFonts w:ascii="Arial" w:hAnsi="Arial" w:cs="Arial"/>
          <w:b/>
          <w:sz w:val="18"/>
          <w:szCs w:val="18"/>
        </w:rPr>
        <w:t>?</w:t>
      </w:r>
    </w:p>
    <w:p w14:paraId="1902B941" w14:textId="77777777" w:rsidR="002829C2" w:rsidRPr="002829C2" w:rsidRDefault="002829C2" w:rsidP="002829C2">
      <w:pPr>
        <w:rPr>
          <w:rFonts w:ascii="Arial" w:hAnsi="Arial" w:cs="Arial"/>
          <w:sz w:val="18"/>
          <w:szCs w:val="18"/>
        </w:rPr>
      </w:pPr>
    </w:p>
    <w:p w14:paraId="1889A664" w14:textId="77777777" w:rsidR="002829C2" w:rsidRPr="002829C2" w:rsidRDefault="002829C2" w:rsidP="002829C2">
      <w:pPr>
        <w:rPr>
          <w:rFonts w:ascii="Arial" w:hAnsi="Arial" w:cs="Arial"/>
          <w:sz w:val="18"/>
          <w:szCs w:val="18"/>
        </w:rPr>
      </w:pPr>
      <w:r w:rsidRPr="002829C2">
        <w:rPr>
          <w:rFonts w:ascii="Arial" w:hAnsi="Arial" w:cs="Arial"/>
          <w:b/>
          <w:sz w:val="18"/>
          <w:szCs w:val="18"/>
        </w:rPr>
        <w:t xml:space="preserve"> A) </w:t>
      </w:r>
      <w:r w:rsidRPr="002829C2">
        <w:rPr>
          <w:rFonts w:ascii="Arial" w:hAnsi="Arial" w:cs="Arial"/>
          <w:sz w:val="18"/>
          <w:szCs w:val="18"/>
        </w:rPr>
        <w:t>Deniz, göl ve okyanusların derinliklerinin hesaplanmasında</w:t>
      </w:r>
    </w:p>
    <w:p w14:paraId="73C11182" w14:textId="77777777" w:rsidR="002829C2" w:rsidRPr="002829C2" w:rsidRDefault="002829C2" w:rsidP="002829C2">
      <w:pPr>
        <w:rPr>
          <w:rFonts w:ascii="Arial" w:hAnsi="Arial" w:cs="Arial"/>
          <w:sz w:val="18"/>
          <w:szCs w:val="18"/>
        </w:rPr>
      </w:pPr>
      <w:r w:rsidRPr="002829C2">
        <w:rPr>
          <w:rFonts w:ascii="Arial" w:hAnsi="Arial" w:cs="Arial"/>
          <w:b/>
          <w:sz w:val="18"/>
          <w:szCs w:val="18"/>
        </w:rPr>
        <w:t xml:space="preserve"> B) </w:t>
      </w:r>
      <w:r w:rsidRPr="002829C2">
        <w:rPr>
          <w:rFonts w:ascii="Arial" w:hAnsi="Arial" w:cs="Arial"/>
          <w:sz w:val="18"/>
          <w:szCs w:val="18"/>
        </w:rPr>
        <w:t>Denizlerdeki balık sürülerinin yerinin bulunmasında</w:t>
      </w:r>
    </w:p>
    <w:p w14:paraId="50C9977F" w14:textId="77777777" w:rsidR="002829C2" w:rsidRPr="002829C2" w:rsidRDefault="002829C2" w:rsidP="002829C2">
      <w:pPr>
        <w:rPr>
          <w:rFonts w:ascii="Arial" w:hAnsi="Arial" w:cs="Arial"/>
          <w:sz w:val="18"/>
          <w:szCs w:val="18"/>
        </w:rPr>
      </w:pPr>
      <w:r w:rsidRPr="002829C2">
        <w:rPr>
          <w:rFonts w:ascii="Arial" w:hAnsi="Arial" w:cs="Arial"/>
          <w:b/>
          <w:sz w:val="18"/>
          <w:szCs w:val="18"/>
        </w:rPr>
        <w:t xml:space="preserve"> C) </w:t>
      </w:r>
      <w:r w:rsidRPr="002829C2">
        <w:rPr>
          <w:rFonts w:ascii="Arial" w:hAnsi="Arial" w:cs="Arial"/>
          <w:sz w:val="18"/>
          <w:szCs w:val="18"/>
        </w:rPr>
        <w:t>Görme duyuları zayıf olduğu halde yarasaların çevrelerini algılamalarında</w:t>
      </w:r>
    </w:p>
    <w:p w14:paraId="60C5B2EF" w14:textId="77777777" w:rsidR="002829C2" w:rsidRPr="002829C2" w:rsidRDefault="002829C2" w:rsidP="002829C2">
      <w:pPr>
        <w:rPr>
          <w:rFonts w:ascii="Arial" w:hAnsi="Arial" w:cs="Arial"/>
          <w:sz w:val="18"/>
          <w:szCs w:val="18"/>
        </w:rPr>
      </w:pPr>
      <w:r w:rsidRPr="002829C2">
        <w:rPr>
          <w:rFonts w:ascii="Arial" w:hAnsi="Arial" w:cs="Arial"/>
          <w:b/>
          <w:sz w:val="18"/>
          <w:szCs w:val="18"/>
        </w:rPr>
        <w:t xml:space="preserve"> D) </w:t>
      </w:r>
      <w:r w:rsidRPr="002829C2">
        <w:rPr>
          <w:rFonts w:ascii="Arial" w:hAnsi="Arial" w:cs="Arial"/>
          <w:sz w:val="18"/>
          <w:szCs w:val="18"/>
        </w:rPr>
        <w:t>Gezegenler arası uzaklığın hesaplanmasında</w:t>
      </w:r>
    </w:p>
    <w:p w14:paraId="1B6E65D3" w14:textId="77777777" w:rsidR="00F8697B" w:rsidRPr="003409D6" w:rsidRDefault="00F8697B" w:rsidP="00DA09F5">
      <w:pPr>
        <w:rPr>
          <w:rStyle w:val="Gl"/>
          <w:rFonts w:ascii="Arial" w:hAnsi="Arial" w:cs="Arial"/>
          <w:sz w:val="22"/>
          <w:szCs w:val="22"/>
        </w:rPr>
      </w:pPr>
    </w:p>
    <w:p w14:paraId="754511D0" w14:textId="77777777" w:rsidR="002829C2" w:rsidRPr="002829C2" w:rsidRDefault="003409D6" w:rsidP="002829C2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  <w:r w:rsidRPr="003409D6"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Soru:</w:t>
      </w:r>
      <w:r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2</w:t>
      </w:r>
      <w:r w:rsidR="00D628F6">
        <w:rPr>
          <w:rFonts w:ascii="Arial" w:hAnsi="Arial" w:cs="Arial"/>
          <w:sz w:val="22"/>
          <w:szCs w:val="22"/>
        </w:rPr>
        <w:t xml:space="preserve"> </w:t>
      </w:r>
      <w:r w:rsidR="002829C2" w:rsidRPr="002829C2">
        <w:rPr>
          <w:rFonts w:ascii="Arial" w:hAnsi="Arial" w:cs="Arial"/>
          <w:color w:val="2E2E2E"/>
          <w:sz w:val="18"/>
          <w:szCs w:val="18"/>
          <w:shd w:val="clear" w:color="auto" w:fill="FFFFFF"/>
        </w:rPr>
        <w:t>Sesin yayılmasının önlenmesine ses yalıtımı denir. Ses yalıtımında sesi iyi soğuran malzemelerden yararlanılır.</w:t>
      </w:r>
      <w:r w:rsidR="002829C2">
        <w:rPr>
          <w:rFonts w:ascii="Arial" w:hAnsi="Arial" w:cs="Arial"/>
          <w:color w:val="2E2E2E"/>
          <w:sz w:val="18"/>
          <w:szCs w:val="18"/>
          <w:shd w:val="clear" w:color="auto" w:fill="FFFFFF"/>
        </w:rPr>
        <w:t xml:space="preserve"> </w:t>
      </w:r>
      <w:r w:rsidR="002829C2" w:rsidRPr="002829C2">
        <w:rPr>
          <w:rFonts w:ascii="Arial" w:hAnsi="Arial" w:cs="Arial"/>
          <w:b/>
          <w:color w:val="2E2E2E"/>
          <w:sz w:val="18"/>
          <w:szCs w:val="18"/>
          <w:shd w:val="clear" w:color="auto" w:fill="FFFFFF"/>
        </w:rPr>
        <w:t xml:space="preserve">Buna göre aşağıdakilerden hangisi ses yalıtımı için uygun bir malzeme </w:t>
      </w:r>
      <w:r w:rsidR="002829C2" w:rsidRPr="002829C2">
        <w:rPr>
          <w:rFonts w:ascii="Arial" w:hAnsi="Arial" w:cs="Arial"/>
          <w:b/>
          <w:color w:val="2E2E2E"/>
          <w:sz w:val="18"/>
          <w:szCs w:val="18"/>
          <w:u w:val="single"/>
          <w:shd w:val="clear" w:color="auto" w:fill="FFFFFF"/>
        </w:rPr>
        <w:t>değildir</w:t>
      </w:r>
      <w:r w:rsidR="002829C2" w:rsidRPr="002829C2">
        <w:rPr>
          <w:rFonts w:ascii="Arial" w:hAnsi="Arial" w:cs="Arial"/>
          <w:b/>
          <w:color w:val="2E2E2E"/>
          <w:sz w:val="18"/>
          <w:szCs w:val="18"/>
          <w:shd w:val="clear" w:color="auto" w:fill="FFFFFF"/>
        </w:rPr>
        <w:t>?</w:t>
      </w:r>
    </w:p>
    <w:p w14:paraId="75C9414F" w14:textId="77777777" w:rsidR="002829C2" w:rsidRPr="002829C2" w:rsidRDefault="002829C2" w:rsidP="002829C2">
      <w:pPr>
        <w:rPr>
          <w:rFonts w:ascii="Arial" w:hAnsi="Arial" w:cs="Arial"/>
          <w:b/>
          <w:color w:val="2E2E2E"/>
          <w:sz w:val="18"/>
          <w:szCs w:val="18"/>
          <w:shd w:val="clear" w:color="auto" w:fill="FFFFFF"/>
        </w:rPr>
      </w:pPr>
    </w:p>
    <w:p w14:paraId="44DB7181" w14:textId="77777777" w:rsidR="002829C2" w:rsidRPr="002829C2" w:rsidRDefault="002829C2" w:rsidP="002829C2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  <w:r w:rsidRPr="002829C2">
        <w:rPr>
          <w:rFonts w:ascii="Arial" w:hAnsi="Arial" w:cs="Arial"/>
          <w:color w:val="2E2E2E"/>
          <w:sz w:val="18"/>
          <w:szCs w:val="18"/>
          <w:shd w:val="clear" w:color="auto" w:fill="FFFFFF"/>
        </w:rPr>
        <w:t xml:space="preserve">A) Köpük                            </w:t>
      </w:r>
      <w:r>
        <w:rPr>
          <w:rFonts w:ascii="Arial" w:hAnsi="Arial" w:cs="Arial"/>
          <w:color w:val="2E2E2E"/>
          <w:sz w:val="18"/>
          <w:szCs w:val="18"/>
          <w:shd w:val="clear" w:color="auto" w:fill="FFFFFF"/>
        </w:rPr>
        <w:tab/>
      </w:r>
      <w:r w:rsidRPr="002829C2">
        <w:rPr>
          <w:rFonts w:ascii="Arial" w:hAnsi="Arial" w:cs="Arial"/>
          <w:color w:val="2E2E2E"/>
          <w:sz w:val="18"/>
          <w:szCs w:val="18"/>
          <w:shd w:val="clear" w:color="auto" w:fill="FFFFFF"/>
        </w:rPr>
        <w:t>B) Metal levha</w:t>
      </w:r>
    </w:p>
    <w:p w14:paraId="319E3ACE" w14:textId="77777777" w:rsidR="002829C2" w:rsidRPr="002829C2" w:rsidRDefault="002829C2" w:rsidP="002829C2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  <w:r w:rsidRPr="002829C2">
        <w:rPr>
          <w:rFonts w:ascii="Arial" w:hAnsi="Arial" w:cs="Arial"/>
          <w:color w:val="2E2E2E"/>
          <w:sz w:val="18"/>
          <w:szCs w:val="18"/>
          <w:shd w:val="clear" w:color="auto" w:fill="FFFFFF"/>
        </w:rPr>
        <w:t xml:space="preserve">C) Cam yünü                       </w:t>
      </w:r>
      <w:r>
        <w:rPr>
          <w:rFonts w:ascii="Arial" w:hAnsi="Arial" w:cs="Arial"/>
          <w:color w:val="2E2E2E"/>
          <w:sz w:val="18"/>
          <w:szCs w:val="18"/>
          <w:shd w:val="clear" w:color="auto" w:fill="FFFFFF"/>
        </w:rPr>
        <w:tab/>
      </w:r>
      <w:r w:rsidRPr="002829C2">
        <w:rPr>
          <w:rFonts w:ascii="Arial" w:hAnsi="Arial" w:cs="Arial"/>
          <w:color w:val="2E2E2E"/>
          <w:sz w:val="18"/>
          <w:szCs w:val="18"/>
          <w:shd w:val="clear" w:color="auto" w:fill="FFFFFF"/>
        </w:rPr>
        <w:t>D)Sünger</w:t>
      </w:r>
    </w:p>
    <w:p w14:paraId="1E42BB9E" w14:textId="77777777" w:rsidR="00F8697B" w:rsidRDefault="00F8697B" w:rsidP="00DA09F5">
      <w:pPr>
        <w:rPr>
          <w:rStyle w:val="Gl"/>
          <w:rFonts w:ascii="Lucida Calligraphy" w:hAnsi="Lucida Calligraphy"/>
          <w:sz w:val="18"/>
          <w:szCs w:val="18"/>
        </w:rPr>
      </w:pPr>
    </w:p>
    <w:p w14:paraId="01245A85" w14:textId="77777777" w:rsidR="003409D6" w:rsidRDefault="003409D6" w:rsidP="00DA09F5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  <w:r w:rsidRPr="003409D6"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Soru:</w:t>
      </w:r>
      <w:r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3</w:t>
      </w:r>
      <w:r w:rsidR="00D628F6">
        <w:rPr>
          <w:rFonts w:ascii="Arial" w:hAnsi="Arial" w:cs="Arial"/>
          <w:sz w:val="22"/>
          <w:szCs w:val="22"/>
        </w:rPr>
        <w:t xml:space="preserve"> </w:t>
      </w:r>
    </w:p>
    <w:p w14:paraId="6AB143AE" w14:textId="77777777" w:rsidR="0063639B" w:rsidRPr="00D628F6" w:rsidRDefault="0063639B" w:rsidP="00DA09F5">
      <w:pPr>
        <w:rPr>
          <w:rStyle w:val="Gl"/>
          <w:rFonts w:ascii="Arial" w:hAnsi="Arial" w:cs="Arial"/>
          <w:b w:val="0"/>
          <w:bCs w:val="0"/>
          <w:sz w:val="22"/>
          <w:szCs w:val="22"/>
        </w:rPr>
      </w:pPr>
      <w:r w:rsidRPr="0063639B">
        <w:rPr>
          <w:rStyle w:val="Gl"/>
          <w:rFonts w:ascii="Arial" w:hAnsi="Arial" w:cs="Arial"/>
          <w:b w:val="0"/>
          <w:bCs w:val="0"/>
          <w:noProof/>
          <w:sz w:val="22"/>
          <w:szCs w:val="22"/>
        </w:rPr>
        <w:drawing>
          <wp:inline distT="0" distB="0" distL="0" distR="0" wp14:anchorId="13C3D46A" wp14:editId="5AB8A898">
            <wp:extent cx="2438400" cy="1599381"/>
            <wp:effectExtent l="0" t="0" r="0" b="127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282" cy="1605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7E603A" w14:textId="77777777" w:rsidR="003409D6" w:rsidRDefault="003409D6" w:rsidP="00DA09F5">
      <w:pPr>
        <w:rPr>
          <w:rStyle w:val="Gl"/>
          <w:rFonts w:ascii="Lucida Calligraphy" w:hAnsi="Lucida Calligraphy"/>
          <w:sz w:val="18"/>
          <w:szCs w:val="18"/>
        </w:rPr>
      </w:pPr>
    </w:p>
    <w:p w14:paraId="643E533B" w14:textId="77777777" w:rsidR="0063639B" w:rsidRDefault="0063639B" w:rsidP="00DA09F5">
      <w:pPr>
        <w:rPr>
          <w:rStyle w:val="Gl"/>
          <w:rFonts w:ascii="Lucida Calligraphy" w:hAnsi="Lucida Calligraphy"/>
          <w:sz w:val="18"/>
          <w:szCs w:val="18"/>
        </w:rPr>
      </w:pPr>
    </w:p>
    <w:p w14:paraId="460BE72F" w14:textId="77777777" w:rsidR="00F8697B" w:rsidRDefault="00F8697B" w:rsidP="00DA09F5">
      <w:pPr>
        <w:rPr>
          <w:rStyle w:val="Gl"/>
          <w:rFonts w:ascii="Lucida Calligraphy" w:hAnsi="Lucida Calligraphy"/>
          <w:sz w:val="18"/>
          <w:szCs w:val="18"/>
        </w:rPr>
      </w:pPr>
    </w:p>
    <w:p w14:paraId="51B0CD5D" w14:textId="77777777" w:rsidR="002829C2" w:rsidRPr="002829C2" w:rsidRDefault="003409D6" w:rsidP="002829C2">
      <w:pPr>
        <w:rPr>
          <w:rFonts w:ascii="Arial" w:hAnsi="Arial" w:cs="Arial"/>
          <w:b/>
          <w:color w:val="2E2E2E"/>
          <w:sz w:val="18"/>
          <w:szCs w:val="18"/>
          <w:shd w:val="clear" w:color="auto" w:fill="FFFFFF"/>
        </w:rPr>
      </w:pPr>
      <w:r w:rsidRPr="003409D6"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Soru:</w:t>
      </w:r>
      <w:r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4</w:t>
      </w:r>
      <w:r w:rsidR="00D628F6">
        <w:rPr>
          <w:rFonts w:ascii="Arial" w:hAnsi="Arial" w:cs="Arial"/>
          <w:sz w:val="22"/>
          <w:szCs w:val="22"/>
        </w:rPr>
        <w:t xml:space="preserve"> </w:t>
      </w:r>
      <w:r w:rsidR="002829C2" w:rsidRPr="002829C2">
        <w:rPr>
          <w:rFonts w:ascii="Arial" w:hAnsi="Arial" w:cs="Arial"/>
          <w:b/>
          <w:color w:val="2E2E2E"/>
          <w:sz w:val="18"/>
          <w:szCs w:val="18"/>
          <w:shd w:val="clear" w:color="auto" w:fill="FFFFFF"/>
        </w:rPr>
        <w:t xml:space="preserve">İyi bir ısı yalıtım malzemesinin özellikleri arasında aşağıdakilerden hangisi </w:t>
      </w:r>
      <w:r w:rsidR="002829C2" w:rsidRPr="002829C2">
        <w:rPr>
          <w:rFonts w:ascii="Arial" w:hAnsi="Arial" w:cs="Arial"/>
          <w:b/>
          <w:color w:val="2E2E2E"/>
          <w:sz w:val="18"/>
          <w:szCs w:val="18"/>
          <w:u w:val="single"/>
          <w:shd w:val="clear" w:color="auto" w:fill="FFFFFF"/>
        </w:rPr>
        <w:t>yoktur</w:t>
      </w:r>
      <w:r w:rsidR="002829C2" w:rsidRPr="002829C2">
        <w:rPr>
          <w:rFonts w:ascii="Arial" w:hAnsi="Arial" w:cs="Arial"/>
          <w:b/>
          <w:color w:val="2E2E2E"/>
          <w:sz w:val="18"/>
          <w:szCs w:val="18"/>
          <w:shd w:val="clear" w:color="auto" w:fill="FFFFFF"/>
        </w:rPr>
        <w:t>? (3 puan)</w:t>
      </w:r>
    </w:p>
    <w:p w14:paraId="06C35A15" w14:textId="77777777" w:rsidR="002829C2" w:rsidRPr="002829C2" w:rsidRDefault="002829C2" w:rsidP="002829C2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  <w:r w:rsidRPr="002829C2">
        <w:rPr>
          <w:rFonts w:ascii="Arial" w:hAnsi="Arial" w:cs="Arial"/>
          <w:color w:val="2E2E2E"/>
          <w:sz w:val="18"/>
          <w:szCs w:val="18"/>
          <w:shd w:val="clear" w:color="auto" w:fill="FFFFFF"/>
        </w:rPr>
        <w:t>A) Çevre dostu olması</w:t>
      </w:r>
    </w:p>
    <w:p w14:paraId="0F637D52" w14:textId="77777777" w:rsidR="002829C2" w:rsidRPr="002829C2" w:rsidRDefault="002829C2" w:rsidP="002829C2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  <w:r w:rsidRPr="002829C2">
        <w:rPr>
          <w:rFonts w:ascii="Arial" w:hAnsi="Arial" w:cs="Arial"/>
          <w:color w:val="2E2E2E"/>
          <w:sz w:val="18"/>
          <w:szCs w:val="18"/>
          <w:shd w:val="clear" w:color="auto" w:fill="FFFFFF"/>
        </w:rPr>
        <w:t>B)Düşük maliyetli olması</w:t>
      </w:r>
    </w:p>
    <w:p w14:paraId="76CB7446" w14:textId="77777777" w:rsidR="002829C2" w:rsidRPr="002829C2" w:rsidRDefault="002829C2" w:rsidP="002829C2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  <w:r w:rsidRPr="002829C2">
        <w:rPr>
          <w:rFonts w:ascii="Arial" w:hAnsi="Arial" w:cs="Arial"/>
          <w:color w:val="2E2E2E"/>
          <w:sz w:val="18"/>
          <w:szCs w:val="18"/>
          <w:shd w:val="clear" w:color="auto" w:fill="FFFFFF"/>
        </w:rPr>
        <w:t>C) Uzun ömürlü olması</w:t>
      </w:r>
    </w:p>
    <w:p w14:paraId="76389830" w14:textId="77777777" w:rsidR="002829C2" w:rsidRPr="002829C2" w:rsidRDefault="002829C2" w:rsidP="002829C2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  <w:r w:rsidRPr="002829C2">
        <w:rPr>
          <w:rFonts w:ascii="Arial" w:hAnsi="Arial" w:cs="Arial"/>
          <w:color w:val="2E2E2E"/>
          <w:sz w:val="18"/>
          <w:szCs w:val="18"/>
          <w:shd w:val="clear" w:color="auto" w:fill="FFFFFF"/>
        </w:rPr>
        <w:t>D) Çabuk yanabilir olması</w:t>
      </w:r>
    </w:p>
    <w:p w14:paraId="743365E4" w14:textId="77777777" w:rsidR="00D628F6" w:rsidRDefault="00D628F6" w:rsidP="00DA09F5">
      <w:pPr>
        <w:rPr>
          <w:rStyle w:val="Gl"/>
          <w:rFonts w:ascii="Lucida Calligraphy" w:hAnsi="Lucida Calligraphy"/>
          <w:sz w:val="18"/>
          <w:szCs w:val="18"/>
        </w:rPr>
      </w:pPr>
    </w:p>
    <w:p w14:paraId="72D8D0CA" w14:textId="77777777" w:rsidR="003409D6" w:rsidRPr="00F8697B" w:rsidRDefault="003409D6" w:rsidP="00DA09F5">
      <w:pPr>
        <w:rPr>
          <w:rStyle w:val="Gl"/>
          <w:rFonts w:ascii="Arial" w:hAnsi="Arial" w:cs="Arial"/>
          <w:b w:val="0"/>
          <w:bCs w:val="0"/>
          <w:sz w:val="22"/>
          <w:szCs w:val="22"/>
        </w:rPr>
      </w:pPr>
      <w:r w:rsidRPr="003409D6"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Soru:</w:t>
      </w:r>
      <w:r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5</w:t>
      </w:r>
      <w:r w:rsidR="00F8697B">
        <w:rPr>
          <w:rFonts w:ascii="Arial" w:hAnsi="Arial" w:cs="Arial"/>
          <w:sz w:val="22"/>
          <w:szCs w:val="22"/>
        </w:rPr>
        <w:t xml:space="preserve"> </w:t>
      </w:r>
      <w:r w:rsidR="008426F7"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Suda yüzen Cansu, başı su içerisindeyken taşları birbirine vuruyor. Taşlardan çıkan seslerin normalden farklı olduğunu duyuyor. Cansu'nun yaptığı bu deneyden hangi sonuç </w:t>
      </w:r>
      <w:r w:rsidR="008426F7" w:rsidRPr="00866900">
        <w:rPr>
          <w:rFonts w:ascii="Arial" w:hAnsi="Arial" w:cs="Arial"/>
          <w:b/>
          <w:bCs/>
          <w:color w:val="2E2E2E"/>
          <w:sz w:val="18"/>
          <w:szCs w:val="18"/>
          <w:shd w:val="clear" w:color="auto" w:fill="FFFFFF"/>
        </w:rPr>
        <w:t>çıkarılabilir</w:t>
      </w:r>
      <w:r w:rsidR="008426F7"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?</w:t>
      </w:r>
      <w:r w:rsidR="008426F7" w:rsidRPr="00866900">
        <w:rPr>
          <w:rFonts w:ascii="Arial" w:hAnsi="Arial" w:cs="Arial"/>
          <w:color w:val="2E2E2E"/>
          <w:sz w:val="18"/>
          <w:szCs w:val="18"/>
        </w:rPr>
        <w:br/>
      </w:r>
      <w:r w:rsidR="008426F7" w:rsidRPr="00866900">
        <w:rPr>
          <w:rFonts w:ascii="Arial" w:hAnsi="Arial" w:cs="Arial"/>
          <w:color w:val="2E2E2E"/>
          <w:sz w:val="18"/>
          <w:szCs w:val="18"/>
        </w:rPr>
        <w:br/>
      </w:r>
      <w:r w:rsidR="008426F7"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A) Taşlar her yerde aynı sesi çıkarır.</w:t>
      </w:r>
      <w:r w:rsidR="008426F7" w:rsidRPr="00866900">
        <w:rPr>
          <w:rFonts w:ascii="Arial" w:hAnsi="Arial" w:cs="Arial"/>
          <w:color w:val="2E2E2E"/>
          <w:sz w:val="18"/>
          <w:szCs w:val="18"/>
        </w:rPr>
        <w:br/>
      </w:r>
      <w:r w:rsidR="008426F7"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B) Ses kaynağından uzaklaştıkça sesin şiddeti azalır.</w:t>
      </w:r>
      <w:r w:rsidR="008426F7" w:rsidRPr="00866900">
        <w:rPr>
          <w:rFonts w:ascii="Arial" w:hAnsi="Arial" w:cs="Arial"/>
          <w:color w:val="2E2E2E"/>
          <w:sz w:val="18"/>
          <w:szCs w:val="18"/>
        </w:rPr>
        <w:br/>
      </w:r>
      <w:r w:rsidR="008426F7"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C) Farklı maddelerin çıkardıkları sesler de farklıdır</w:t>
      </w:r>
      <w:r w:rsidR="008426F7" w:rsidRPr="00866900">
        <w:rPr>
          <w:rFonts w:ascii="Arial" w:hAnsi="Arial" w:cs="Arial"/>
          <w:color w:val="2E2E2E"/>
          <w:sz w:val="18"/>
          <w:szCs w:val="18"/>
        </w:rPr>
        <w:br/>
      </w:r>
      <w:r w:rsidR="008426F7"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D) Ortamların farklı olması çıkan sesleri değiştirir</w:t>
      </w:r>
      <w:r w:rsid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.</w:t>
      </w:r>
    </w:p>
    <w:p w14:paraId="02CEC40E" w14:textId="77777777" w:rsidR="003409D6" w:rsidRDefault="003409D6" w:rsidP="00DA09F5">
      <w:pPr>
        <w:rPr>
          <w:rStyle w:val="Gl"/>
          <w:rFonts w:ascii="Lucida Calligraphy" w:hAnsi="Lucida Calligraphy"/>
          <w:sz w:val="18"/>
          <w:szCs w:val="18"/>
        </w:rPr>
      </w:pPr>
    </w:p>
    <w:p w14:paraId="51440B80" w14:textId="77777777" w:rsidR="003409D6" w:rsidRPr="00F8697B" w:rsidRDefault="003409D6" w:rsidP="00DA09F5">
      <w:pPr>
        <w:rPr>
          <w:rStyle w:val="Gl"/>
          <w:rFonts w:ascii="Arial" w:hAnsi="Arial" w:cs="Arial"/>
          <w:b w:val="0"/>
          <w:bCs w:val="0"/>
          <w:sz w:val="22"/>
          <w:szCs w:val="22"/>
        </w:rPr>
      </w:pPr>
      <w:r w:rsidRPr="003409D6"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Soru:</w:t>
      </w:r>
      <w:r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6</w:t>
      </w:r>
      <w:r w:rsidR="00F8697B">
        <w:rPr>
          <w:rFonts w:ascii="Arial" w:hAnsi="Arial" w:cs="Arial"/>
          <w:sz w:val="22"/>
          <w:szCs w:val="22"/>
        </w:rPr>
        <w:t xml:space="preserve"> </w:t>
      </w:r>
      <w:r w:rsidR="008426F7"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Sokakta seyyar satıcının çıkardığı ses odamızda duyulmaktadır, bu olay sırasında ses hangi ortamlardan geçerek bize ulaşır?</w:t>
      </w:r>
      <w:r w:rsidR="008426F7" w:rsidRPr="00866900">
        <w:rPr>
          <w:rFonts w:ascii="Arial" w:hAnsi="Arial" w:cs="Arial"/>
          <w:color w:val="2E2E2E"/>
          <w:sz w:val="18"/>
          <w:szCs w:val="18"/>
        </w:rPr>
        <w:br/>
      </w:r>
      <w:r w:rsidR="008426F7" w:rsidRPr="00866900">
        <w:rPr>
          <w:rFonts w:ascii="Arial" w:hAnsi="Arial" w:cs="Arial"/>
          <w:color w:val="2E2E2E"/>
          <w:sz w:val="18"/>
          <w:szCs w:val="18"/>
        </w:rPr>
        <w:br/>
      </w:r>
      <w:r w:rsidR="008426F7"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 xml:space="preserve">A) Gaz - Katı </w:t>
      </w:r>
      <w:r w:rsidR="00504EB1">
        <w:rPr>
          <w:rFonts w:ascii="Arial" w:hAnsi="Arial" w:cs="Arial"/>
          <w:color w:val="2E2E2E"/>
          <w:sz w:val="18"/>
          <w:szCs w:val="18"/>
          <w:shd w:val="clear" w:color="auto" w:fill="FFFFFF"/>
        </w:rPr>
        <w:t>–</w:t>
      </w:r>
      <w:r w:rsidR="008426F7"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 xml:space="preserve"> Gaz</w:t>
      </w:r>
      <w:r w:rsidR="00504EB1">
        <w:rPr>
          <w:rFonts w:ascii="Arial" w:hAnsi="Arial" w:cs="Arial"/>
          <w:color w:val="2E2E2E"/>
          <w:sz w:val="18"/>
          <w:szCs w:val="18"/>
          <w:shd w:val="clear" w:color="auto" w:fill="FFFFFF"/>
        </w:rPr>
        <w:tab/>
      </w:r>
      <w:r w:rsidR="00504EB1">
        <w:rPr>
          <w:rFonts w:ascii="Arial" w:hAnsi="Arial" w:cs="Arial"/>
          <w:color w:val="2E2E2E"/>
          <w:sz w:val="18"/>
          <w:szCs w:val="18"/>
          <w:shd w:val="clear" w:color="auto" w:fill="FFFFFF"/>
        </w:rPr>
        <w:tab/>
      </w:r>
      <w:r w:rsidR="008426F7"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B) Katı - Gaz</w:t>
      </w:r>
      <w:r w:rsidR="008426F7" w:rsidRPr="00866900">
        <w:rPr>
          <w:rFonts w:ascii="Arial" w:hAnsi="Arial" w:cs="Arial"/>
          <w:color w:val="2E2E2E"/>
          <w:sz w:val="18"/>
          <w:szCs w:val="18"/>
        </w:rPr>
        <w:br/>
      </w:r>
      <w:r w:rsidR="008426F7"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 xml:space="preserve">C) Katı - Gaz </w:t>
      </w:r>
      <w:r w:rsidR="00504EB1">
        <w:rPr>
          <w:rFonts w:ascii="Arial" w:hAnsi="Arial" w:cs="Arial"/>
          <w:color w:val="2E2E2E"/>
          <w:sz w:val="18"/>
          <w:szCs w:val="18"/>
          <w:shd w:val="clear" w:color="auto" w:fill="FFFFFF"/>
        </w:rPr>
        <w:t>–</w:t>
      </w:r>
      <w:r w:rsidR="008426F7"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 xml:space="preserve"> Katı</w:t>
      </w:r>
      <w:r w:rsidR="00504EB1">
        <w:rPr>
          <w:rFonts w:ascii="Arial" w:hAnsi="Arial" w:cs="Arial"/>
          <w:color w:val="2E2E2E"/>
          <w:sz w:val="18"/>
          <w:szCs w:val="18"/>
          <w:shd w:val="clear" w:color="auto" w:fill="FFFFFF"/>
        </w:rPr>
        <w:tab/>
      </w:r>
      <w:r w:rsidR="00504EB1">
        <w:rPr>
          <w:rFonts w:ascii="Arial" w:hAnsi="Arial" w:cs="Arial"/>
          <w:color w:val="2E2E2E"/>
          <w:sz w:val="18"/>
          <w:szCs w:val="18"/>
          <w:shd w:val="clear" w:color="auto" w:fill="FFFFFF"/>
        </w:rPr>
        <w:tab/>
      </w:r>
      <w:r w:rsidR="008426F7"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D) Gaz - Gaz - Katı</w:t>
      </w:r>
    </w:p>
    <w:p w14:paraId="3A7A131B" w14:textId="77777777" w:rsidR="003409D6" w:rsidRDefault="003409D6" w:rsidP="00DA09F5">
      <w:pPr>
        <w:rPr>
          <w:rStyle w:val="Gl"/>
          <w:rFonts w:ascii="Lucida Calligraphy" w:hAnsi="Lucida Calligraphy"/>
          <w:sz w:val="18"/>
          <w:szCs w:val="18"/>
        </w:rPr>
      </w:pPr>
    </w:p>
    <w:p w14:paraId="783BC8F9" w14:textId="77777777" w:rsidR="008426F7" w:rsidRPr="00F8697B" w:rsidRDefault="003409D6" w:rsidP="008426F7">
      <w:pPr>
        <w:rPr>
          <w:rFonts w:ascii="Arial" w:hAnsi="Arial" w:cs="Arial"/>
          <w:sz w:val="22"/>
          <w:szCs w:val="22"/>
        </w:rPr>
      </w:pPr>
      <w:r w:rsidRPr="003409D6"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Soru:</w:t>
      </w:r>
      <w:r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7</w:t>
      </w:r>
      <w:r w:rsidR="00F8697B">
        <w:rPr>
          <w:rFonts w:ascii="Arial" w:hAnsi="Arial" w:cs="Arial"/>
          <w:sz w:val="22"/>
          <w:szCs w:val="22"/>
        </w:rPr>
        <w:t xml:space="preserve"> </w:t>
      </w:r>
      <w:r w:rsidR="008426F7">
        <w:rPr>
          <w:rFonts w:ascii="Arial" w:hAnsi="Arial" w:cs="Arial"/>
          <w:color w:val="2E2E2E"/>
          <w:sz w:val="21"/>
          <w:szCs w:val="21"/>
          <w:shd w:val="clear" w:color="auto" w:fill="FFFFFF"/>
        </w:rPr>
        <w:t>Aşağıdaki ortamlardan hangisinde ses daha yavaş yayılır.</w:t>
      </w:r>
    </w:p>
    <w:p w14:paraId="2899F451" w14:textId="77777777" w:rsidR="008426F7" w:rsidRDefault="008426F7" w:rsidP="008426F7">
      <w:pPr>
        <w:shd w:val="clear" w:color="auto" w:fill="FFFFFF"/>
        <w:jc w:val="center"/>
        <w:rPr>
          <w:rFonts w:ascii="Arial" w:hAnsi="Arial" w:cs="Arial"/>
          <w:color w:val="2E2E2E"/>
          <w:sz w:val="21"/>
          <w:szCs w:val="21"/>
        </w:rPr>
      </w:pPr>
      <w:r>
        <w:rPr>
          <w:rFonts w:ascii="Arial" w:hAnsi="Arial" w:cs="Arial"/>
          <w:noProof/>
          <w:color w:val="000000"/>
          <w:sz w:val="21"/>
          <w:szCs w:val="21"/>
        </w:rPr>
        <w:drawing>
          <wp:inline distT="0" distB="0" distL="0" distR="0" wp14:anchorId="7928B0FF" wp14:editId="291B286A">
            <wp:extent cx="1619624" cy="1538644"/>
            <wp:effectExtent l="0" t="0" r="0" b="4445"/>
            <wp:docPr id="1" name="Resim 1" descr="https://4.bp.blogspot.com/-spv2RpiU2g8/XIA5t5euP6I/AAAAAAAAbOI/60s72A1XtRk5cIGx58_kvpGMTT84MTvxwCLcBGAs/s320/soru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4.bp.blogspot.com/-spv2RpiU2g8/XIA5t5euP6I/AAAAAAAAbOI/60s72A1XtRk5cIGx58_kvpGMTT84MTvxwCLcBGAs/s320/soru-9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75" cy="1556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3E84A5" w14:textId="77777777" w:rsidR="003409D6" w:rsidRDefault="008426F7" w:rsidP="008426F7">
      <w:pPr>
        <w:rPr>
          <w:rStyle w:val="Gl"/>
          <w:rFonts w:ascii="Lucida Calligraphy" w:hAnsi="Lucida Calligraphy"/>
          <w:sz w:val="18"/>
          <w:szCs w:val="18"/>
        </w:rPr>
      </w:pPr>
      <w:r>
        <w:rPr>
          <w:rFonts w:ascii="Arial" w:hAnsi="Arial" w:cs="Arial"/>
          <w:color w:val="2E2E2E"/>
          <w:sz w:val="21"/>
          <w:szCs w:val="21"/>
          <w:shd w:val="clear" w:color="auto" w:fill="FFFFFF"/>
        </w:rPr>
        <w:t>A) I.</w:t>
      </w:r>
      <w:r w:rsidR="00F8697B">
        <w:rPr>
          <w:rFonts w:ascii="Arial" w:hAnsi="Arial" w:cs="Arial"/>
          <w:color w:val="2E2E2E"/>
          <w:sz w:val="21"/>
          <w:szCs w:val="21"/>
          <w:shd w:val="clear" w:color="auto" w:fill="FFFFFF"/>
        </w:rPr>
        <w:t xml:space="preserve"> </w:t>
      </w:r>
      <w:r w:rsidR="00F8697B">
        <w:rPr>
          <w:rFonts w:ascii="Arial" w:hAnsi="Arial" w:cs="Arial"/>
          <w:color w:val="2E2E2E"/>
          <w:sz w:val="21"/>
          <w:szCs w:val="21"/>
          <w:shd w:val="clear" w:color="auto" w:fill="FFFFFF"/>
        </w:rPr>
        <w:tab/>
      </w:r>
      <w:r w:rsidR="00F8697B">
        <w:rPr>
          <w:rFonts w:ascii="Arial" w:hAnsi="Arial" w:cs="Arial"/>
          <w:color w:val="2E2E2E"/>
          <w:sz w:val="21"/>
          <w:szCs w:val="21"/>
          <w:shd w:val="clear" w:color="auto" w:fill="FFFFFF"/>
        </w:rPr>
        <w:tab/>
      </w:r>
      <w:r w:rsidR="00F8697B">
        <w:rPr>
          <w:rFonts w:ascii="Arial" w:hAnsi="Arial" w:cs="Arial"/>
          <w:color w:val="2E2E2E"/>
          <w:sz w:val="21"/>
          <w:szCs w:val="21"/>
          <w:shd w:val="clear" w:color="auto" w:fill="FFFFFF"/>
        </w:rPr>
        <w:tab/>
      </w:r>
      <w:r>
        <w:rPr>
          <w:rFonts w:ascii="Arial" w:hAnsi="Arial" w:cs="Arial"/>
          <w:color w:val="2E2E2E"/>
          <w:sz w:val="21"/>
          <w:szCs w:val="21"/>
          <w:shd w:val="clear" w:color="auto" w:fill="FFFFFF"/>
        </w:rPr>
        <w:t>B) II.</w:t>
      </w:r>
      <w:r>
        <w:rPr>
          <w:rFonts w:ascii="Arial" w:hAnsi="Arial" w:cs="Arial"/>
          <w:color w:val="2E2E2E"/>
          <w:sz w:val="21"/>
          <w:szCs w:val="21"/>
        </w:rPr>
        <w:br/>
      </w:r>
      <w:r>
        <w:rPr>
          <w:rFonts w:ascii="Arial" w:hAnsi="Arial" w:cs="Arial"/>
          <w:color w:val="2E2E2E"/>
          <w:sz w:val="21"/>
          <w:szCs w:val="21"/>
          <w:shd w:val="clear" w:color="auto" w:fill="FFFFFF"/>
        </w:rPr>
        <w:t>C) III.</w:t>
      </w:r>
      <w:r w:rsidR="00F8697B">
        <w:rPr>
          <w:rFonts w:ascii="Arial" w:hAnsi="Arial" w:cs="Arial"/>
          <w:color w:val="2E2E2E"/>
          <w:sz w:val="21"/>
          <w:szCs w:val="21"/>
          <w:shd w:val="clear" w:color="auto" w:fill="FFFFFF"/>
        </w:rPr>
        <w:tab/>
      </w:r>
      <w:r w:rsidR="00F8697B">
        <w:rPr>
          <w:rFonts w:ascii="Arial" w:hAnsi="Arial" w:cs="Arial"/>
          <w:color w:val="2E2E2E"/>
          <w:sz w:val="21"/>
          <w:szCs w:val="21"/>
          <w:shd w:val="clear" w:color="auto" w:fill="FFFFFF"/>
        </w:rPr>
        <w:tab/>
      </w:r>
      <w:r w:rsidR="00F8697B">
        <w:rPr>
          <w:rFonts w:ascii="Arial" w:hAnsi="Arial" w:cs="Arial"/>
          <w:color w:val="2E2E2E"/>
          <w:sz w:val="21"/>
          <w:szCs w:val="21"/>
          <w:shd w:val="clear" w:color="auto" w:fill="FFFFFF"/>
        </w:rPr>
        <w:tab/>
      </w:r>
      <w:r>
        <w:rPr>
          <w:rFonts w:ascii="Arial" w:hAnsi="Arial" w:cs="Arial"/>
          <w:color w:val="2E2E2E"/>
          <w:sz w:val="21"/>
          <w:szCs w:val="21"/>
          <w:shd w:val="clear" w:color="auto" w:fill="FFFFFF"/>
        </w:rPr>
        <w:t>D) IV.</w:t>
      </w:r>
    </w:p>
    <w:p w14:paraId="3A7370C7" w14:textId="77777777" w:rsidR="003409D6" w:rsidRDefault="003409D6" w:rsidP="00DA09F5">
      <w:pPr>
        <w:rPr>
          <w:rStyle w:val="Gl"/>
          <w:rFonts w:ascii="Lucida Calligraphy" w:hAnsi="Lucida Calligraphy"/>
          <w:sz w:val="18"/>
          <w:szCs w:val="18"/>
        </w:rPr>
      </w:pPr>
    </w:p>
    <w:p w14:paraId="79BA5D07" w14:textId="77777777" w:rsidR="003409D6" w:rsidRDefault="003409D6" w:rsidP="00DA09F5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  <w:r w:rsidRPr="003409D6"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Soru:</w:t>
      </w:r>
      <w:r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8</w:t>
      </w:r>
      <w:r w:rsidR="00F8697B">
        <w:rPr>
          <w:rFonts w:ascii="Arial" w:hAnsi="Arial" w:cs="Arial"/>
          <w:color w:val="2E2E2E"/>
          <w:sz w:val="18"/>
          <w:szCs w:val="18"/>
          <w:shd w:val="clear" w:color="auto" w:fill="FFFFFF"/>
        </w:rPr>
        <w:t xml:space="preserve"> </w:t>
      </w:r>
    </w:p>
    <w:p w14:paraId="7D8FD478" w14:textId="77777777" w:rsidR="002829C2" w:rsidRPr="00866900" w:rsidRDefault="002829C2" w:rsidP="00DA09F5">
      <w:pPr>
        <w:rPr>
          <w:rStyle w:val="Gl"/>
          <w:rFonts w:ascii="Lucida Calligraphy" w:hAnsi="Lucida Calligraphy"/>
          <w:sz w:val="18"/>
          <w:szCs w:val="18"/>
        </w:rPr>
      </w:pPr>
      <w:r>
        <w:rPr>
          <w:rFonts w:ascii="Lucida Calligraphy" w:hAnsi="Lucida Calligraphy"/>
          <w:b/>
          <w:bCs/>
          <w:noProof/>
          <w:sz w:val="18"/>
          <w:szCs w:val="18"/>
        </w:rPr>
        <w:drawing>
          <wp:inline distT="0" distB="0" distL="0" distR="0" wp14:anchorId="11EA3511" wp14:editId="61027662">
            <wp:extent cx="2976245" cy="1988820"/>
            <wp:effectExtent l="0" t="0" r="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6245" cy="1988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D6F469" w14:textId="77777777" w:rsidR="00067C89" w:rsidRDefault="00067C89" w:rsidP="00DA09F5">
      <w:pPr>
        <w:rPr>
          <w:rStyle w:val="Gl"/>
          <w:rFonts w:ascii="Lucida Calligraphy" w:hAnsi="Lucida Calligraphy"/>
          <w:sz w:val="18"/>
          <w:szCs w:val="18"/>
        </w:rPr>
      </w:pPr>
    </w:p>
    <w:p w14:paraId="7E6B1A83" w14:textId="77777777" w:rsidR="003409D6" w:rsidRDefault="003409D6" w:rsidP="00DA09F5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  <w:r w:rsidRPr="003409D6"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Soru:</w:t>
      </w:r>
      <w:r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9</w:t>
      </w:r>
      <w:r w:rsidR="00F8697B">
        <w:rPr>
          <w:rFonts w:ascii="Arial" w:hAnsi="Arial" w:cs="Arial"/>
          <w:color w:val="2E2E2E"/>
          <w:sz w:val="18"/>
          <w:szCs w:val="18"/>
          <w:shd w:val="clear" w:color="auto" w:fill="FFFFFF"/>
        </w:rPr>
        <w:t xml:space="preserve"> D</w:t>
      </w:r>
      <w:r w:rsidR="008426F7"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oğal gaz zehirlenmelerine karşı aşağıdaki tedbirlerden hangisinin alınması gerekir?</w:t>
      </w:r>
      <w:r w:rsidR="008426F7" w:rsidRPr="00866900">
        <w:rPr>
          <w:rFonts w:ascii="Arial" w:hAnsi="Arial" w:cs="Arial"/>
          <w:color w:val="2E2E2E"/>
          <w:sz w:val="18"/>
          <w:szCs w:val="18"/>
        </w:rPr>
        <w:br/>
      </w:r>
      <w:r w:rsidR="008426F7" w:rsidRPr="00866900">
        <w:rPr>
          <w:rFonts w:ascii="Arial" w:hAnsi="Arial" w:cs="Arial"/>
          <w:color w:val="2E2E2E"/>
          <w:sz w:val="18"/>
          <w:szCs w:val="18"/>
        </w:rPr>
        <w:br/>
      </w:r>
      <w:r w:rsidR="008426F7"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A) Odaya hava akımını kesmek</w:t>
      </w:r>
      <w:r w:rsidR="008426F7" w:rsidRPr="00866900">
        <w:rPr>
          <w:rFonts w:ascii="Arial" w:hAnsi="Arial" w:cs="Arial"/>
          <w:color w:val="2E2E2E"/>
          <w:sz w:val="18"/>
          <w:szCs w:val="18"/>
        </w:rPr>
        <w:br/>
      </w:r>
      <w:r w:rsidR="008426F7"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B) Lodos esen günlerde doğal gaz kullanmamak</w:t>
      </w:r>
      <w:r w:rsidR="008426F7" w:rsidRPr="00866900">
        <w:rPr>
          <w:rFonts w:ascii="Arial" w:hAnsi="Arial" w:cs="Arial"/>
          <w:color w:val="2E2E2E"/>
          <w:sz w:val="18"/>
          <w:szCs w:val="18"/>
        </w:rPr>
        <w:br/>
      </w:r>
      <w:r w:rsidR="008426F7"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C) Doğal gazı kaliteli seçmek</w:t>
      </w:r>
      <w:r w:rsidR="008426F7" w:rsidRPr="00866900">
        <w:rPr>
          <w:rFonts w:ascii="Arial" w:hAnsi="Arial" w:cs="Arial"/>
          <w:color w:val="2E2E2E"/>
          <w:sz w:val="18"/>
          <w:szCs w:val="18"/>
        </w:rPr>
        <w:br/>
      </w:r>
      <w:r w:rsidR="008426F7"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D) Oda içerisinde gaz sensörü taktırmak</w:t>
      </w:r>
      <w:r w:rsidR="0063639B">
        <w:rPr>
          <w:rFonts w:ascii="Arial" w:hAnsi="Arial" w:cs="Arial"/>
          <w:color w:val="2E2E2E"/>
          <w:sz w:val="18"/>
          <w:szCs w:val="18"/>
          <w:shd w:val="clear" w:color="auto" w:fill="FFFFFF"/>
        </w:rPr>
        <w:t>.</w:t>
      </w:r>
    </w:p>
    <w:p w14:paraId="6DE50088" w14:textId="77777777" w:rsidR="0063639B" w:rsidRDefault="0063639B" w:rsidP="00DA09F5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</w:p>
    <w:p w14:paraId="055265CF" w14:textId="77777777" w:rsidR="0063639B" w:rsidRPr="00866900" w:rsidRDefault="0063639B" w:rsidP="00DA09F5">
      <w:pPr>
        <w:rPr>
          <w:rStyle w:val="Gl"/>
          <w:rFonts w:ascii="Lucida Calligraphy" w:hAnsi="Lucida Calligraphy"/>
          <w:sz w:val="18"/>
          <w:szCs w:val="18"/>
        </w:rPr>
      </w:pPr>
    </w:p>
    <w:p w14:paraId="4518682D" w14:textId="77777777" w:rsidR="003409D6" w:rsidRDefault="003409D6" w:rsidP="00DA09F5">
      <w:pPr>
        <w:rPr>
          <w:rStyle w:val="Gl"/>
          <w:rFonts w:ascii="Lucida Calligraphy" w:hAnsi="Lucida Calligraphy"/>
          <w:sz w:val="18"/>
          <w:szCs w:val="18"/>
        </w:rPr>
      </w:pPr>
    </w:p>
    <w:p w14:paraId="5461661B" w14:textId="77777777" w:rsidR="0063639B" w:rsidRDefault="0063639B" w:rsidP="00DA09F5">
      <w:pPr>
        <w:rPr>
          <w:rStyle w:val="Gl"/>
          <w:rFonts w:ascii="Lucida Calligraphy" w:hAnsi="Lucida Calligraphy"/>
          <w:sz w:val="18"/>
          <w:szCs w:val="18"/>
        </w:rPr>
      </w:pPr>
    </w:p>
    <w:p w14:paraId="3796F8E5" w14:textId="77777777" w:rsidR="003409D6" w:rsidRDefault="003409D6" w:rsidP="00DA09F5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  <w:r w:rsidRPr="003409D6"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Soru:</w:t>
      </w:r>
      <w:r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10</w:t>
      </w:r>
      <w:r w:rsidR="00F8697B">
        <w:rPr>
          <w:rFonts w:ascii="Arial" w:hAnsi="Arial" w:cs="Arial"/>
          <w:sz w:val="22"/>
          <w:szCs w:val="22"/>
        </w:rPr>
        <w:t xml:space="preserve"> </w:t>
      </w:r>
    </w:p>
    <w:p w14:paraId="35D72FED" w14:textId="77777777" w:rsidR="0063639B" w:rsidRPr="00F8697B" w:rsidRDefault="0063639B" w:rsidP="00DA09F5">
      <w:pPr>
        <w:rPr>
          <w:rStyle w:val="Gl"/>
          <w:rFonts w:ascii="Arial" w:hAnsi="Arial" w:cs="Arial"/>
          <w:b w:val="0"/>
          <w:bCs w:val="0"/>
          <w:sz w:val="22"/>
          <w:szCs w:val="22"/>
        </w:rPr>
      </w:pPr>
      <w:r w:rsidRPr="0063639B">
        <w:rPr>
          <w:rStyle w:val="Gl"/>
          <w:rFonts w:ascii="Arial" w:hAnsi="Arial" w:cs="Arial"/>
          <w:b w:val="0"/>
          <w:bCs w:val="0"/>
          <w:noProof/>
          <w:sz w:val="22"/>
          <w:szCs w:val="22"/>
        </w:rPr>
        <w:lastRenderedPageBreak/>
        <w:drawing>
          <wp:inline distT="0" distB="0" distL="0" distR="0" wp14:anchorId="36848A0F" wp14:editId="15B12FFA">
            <wp:extent cx="2571309" cy="1133475"/>
            <wp:effectExtent l="0" t="0" r="635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957" cy="1135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565C8F" w14:textId="77777777" w:rsidR="003409D6" w:rsidRDefault="003409D6" w:rsidP="00DA09F5">
      <w:pPr>
        <w:rPr>
          <w:rStyle w:val="Gl"/>
          <w:rFonts w:ascii="Lucida Calligraphy" w:hAnsi="Lucida Calligraphy"/>
          <w:sz w:val="18"/>
          <w:szCs w:val="18"/>
        </w:rPr>
      </w:pPr>
    </w:p>
    <w:p w14:paraId="5B299C09" w14:textId="77777777" w:rsidR="003409D6" w:rsidRDefault="003409D6" w:rsidP="00DA09F5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  <w:r w:rsidRPr="003409D6"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Soru:</w:t>
      </w:r>
      <w:r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1</w:t>
      </w:r>
      <w:r w:rsidRPr="003409D6"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1</w:t>
      </w:r>
      <w:r w:rsidR="00F8697B">
        <w:rPr>
          <w:rFonts w:ascii="Arial" w:hAnsi="Arial" w:cs="Arial"/>
          <w:sz w:val="22"/>
          <w:szCs w:val="22"/>
        </w:rPr>
        <w:t xml:space="preserve"> </w:t>
      </w:r>
      <w:r w:rsidR="0063639B" w:rsidRPr="0063639B">
        <w:rPr>
          <w:rFonts w:ascii="Arial" w:hAnsi="Arial" w:cs="Arial"/>
          <w:color w:val="2E2E2E"/>
          <w:sz w:val="18"/>
          <w:szCs w:val="18"/>
          <w:shd w:val="clear" w:color="auto" w:fill="FFFFFF"/>
        </w:rPr>
        <w:t>Aşağıda kaslarla ilgili olarak verilen bilgilerden hangisi </w:t>
      </w:r>
      <w:r w:rsidR="0063639B" w:rsidRPr="0063639B">
        <w:rPr>
          <w:rFonts w:ascii="Arial" w:hAnsi="Arial" w:cs="Arial"/>
          <w:b/>
          <w:bCs/>
          <w:color w:val="2E2E2E"/>
          <w:sz w:val="18"/>
          <w:szCs w:val="18"/>
          <w:shd w:val="clear" w:color="auto" w:fill="FFFFFF"/>
        </w:rPr>
        <w:t>yanlıştır</w:t>
      </w:r>
      <w:r w:rsidR="0063639B" w:rsidRPr="0063639B">
        <w:rPr>
          <w:rFonts w:ascii="Arial" w:hAnsi="Arial" w:cs="Arial"/>
          <w:color w:val="2E2E2E"/>
          <w:sz w:val="18"/>
          <w:szCs w:val="18"/>
          <w:shd w:val="clear" w:color="auto" w:fill="FFFFFF"/>
        </w:rPr>
        <w:t>?</w:t>
      </w:r>
      <w:r w:rsidR="0063639B" w:rsidRPr="0063639B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</w:r>
      <w:r w:rsidR="0063639B" w:rsidRPr="0063639B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  <w:t>A) Kalp kası sürekli çalışır ve yorulmaz.</w:t>
      </w:r>
      <w:r w:rsidR="0063639B" w:rsidRPr="0063639B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  <w:t>B) Mide kası sürekli çalışırsa yorulur.</w:t>
      </w:r>
      <w:r w:rsidR="0063639B" w:rsidRPr="0063639B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  <w:t>C) Bacak kaslarımız isteğimizle çalışır.</w:t>
      </w:r>
      <w:r w:rsidR="0063639B" w:rsidRPr="0063639B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  <w:t>D) Bacak kaslarımız sürekli çalışırsa yorulur.</w:t>
      </w:r>
    </w:p>
    <w:p w14:paraId="6653E70D" w14:textId="77777777" w:rsidR="00F8697B" w:rsidRDefault="00F8697B" w:rsidP="00DA09F5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</w:p>
    <w:p w14:paraId="3BD3B923" w14:textId="77777777" w:rsidR="003409D6" w:rsidRDefault="003409D6" w:rsidP="00DA09F5">
      <w:pPr>
        <w:rPr>
          <w:rStyle w:val="Gl"/>
          <w:rFonts w:ascii="Lucida Calligraphy" w:hAnsi="Lucida Calligraphy"/>
          <w:sz w:val="18"/>
          <w:szCs w:val="18"/>
        </w:rPr>
      </w:pPr>
    </w:p>
    <w:p w14:paraId="44723E45" w14:textId="77777777" w:rsidR="00D10983" w:rsidRPr="00D10983" w:rsidRDefault="003409D6" w:rsidP="00D10983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  <w:r w:rsidRPr="003409D6"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Soru:</w:t>
      </w:r>
      <w:r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12</w:t>
      </w:r>
      <w:r w:rsidR="00F8697B">
        <w:rPr>
          <w:rFonts w:ascii="Arial" w:hAnsi="Arial" w:cs="Arial"/>
          <w:sz w:val="22"/>
          <w:szCs w:val="22"/>
        </w:rPr>
        <w:t xml:space="preserve"> </w:t>
      </w:r>
      <w:r w:rsidR="00D10983" w:rsidRPr="00D10983">
        <w:rPr>
          <w:rFonts w:ascii="Arial" w:hAnsi="Arial" w:cs="Arial"/>
          <w:color w:val="2E2E2E"/>
          <w:sz w:val="18"/>
          <w:szCs w:val="18"/>
          <w:shd w:val="clear" w:color="auto" w:fill="FFFFFF"/>
        </w:rPr>
        <w:t>K cismi değişik yoğunluktaki sıvılar içerisindeki durumları aşağıda verilmiştir.</w:t>
      </w:r>
    </w:p>
    <w:p w14:paraId="6DCBACA3" w14:textId="77777777" w:rsidR="00D10983" w:rsidRPr="00D10983" w:rsidRDefault="00D10983" w:rsidP="00D10983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  <w:r w:rsidRPr="00D10983">
        <w:rPr>
          <w:rFonts w:ascii="Arial" w:hAnsi="Arial" w:cs="Arial"/>
          <w:noProof/>
          <w:color w:val="2E2E2E"/>
          <w:sz w:val="18"/>
          <w:szCs w:val="18"/>
          <w:shd w:val="clear" w:color="auto" w:fill="FFFFFF"/>
        </w:rPr>
        <w:drawing>
          <wp:inline distT="0" distB="0" distL="0" distR="0" wp14:anchorId="498A4B15" wp14:editId="596F467C">
            <wp:extent cx="3048000" cy="1123950"/>
            <wp:effectExtent l="0" t="0" r="0" b="0"/>
            <wp:docPr id="21" name="Resim 21" descr="https://1.bp.blogspot.com/-IE-MoH2_XW8/XF3O58EezTI/AAAAAAAAatM/d6jIH7RWO6M0Xnbm6NxD8zhYXSH2wNpBQCLcBGAs/s320/soru-17.pn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1.bp.blogspot.com/-IE-MoH2_XW8/XF3O58EezTI/AAAAAAAAatM/d6jIH7RWO6M0Xnbm6NxD8zhYXSH2wNpBQCLcBGAs/s320/soru-17.pn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AAE5AC" w14:textId="77777777" w:rsidR="008426F7" w:rsidRDefault="00D10983" w:rsidP="00D10983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  <w:r w:rsidRPr="00D10983">
        <w:rPr>
          <w:rFonts w:ascii="Arial" w:hAnsi="Arial" w:cs="Arial"/>
          <w:color w:val="2E2E2E"/>
          <w:sz w:val="18"/>
          <w:szCs w:val="18"/>
          <w:shd w:val="clear" w:color="auto" w:fill="FFFFFF"/>
        </w:rPr>
        <w:t>Sıvıların yoğunluklarını büyükten küçüğe sıralayınız.</w:t>
      </w:r>
      <w:r w:rsidRPr="00D10983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</w:r>
      <w:r w:rsidRPr="00D10983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  <w:t>A) X &gt; Y &gt; Z</w:t>
      </w:r>
      <w:r w:rsidRPr="00D10983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  <w:t>B) Z &gt; Y &gt; X</w:t>
      </w:r>
      <w:r w:rsidRPr="00D10983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  <w:t>C) Y &gt; X &gt; Z</w:t>
      </w:r>
      <w:r w:rsidRPr="00D10983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  <w:t>D) X &gt; Z &gt; Y</w:t>
      </w:r>
    </w:p>
    <w:p w14:paraId="6C39C615" w14:textId="77777777" w:rsidR="00D10983" w:rsidRDefault="00D10983" w:rsidP="00D10983">
      <w:pPr>
        <w:rPr>
          <w:rStyle w:val="Gl"/>
          <w:rFonts w:ascii="Lucida Calligraphy" w:hAnsi="Lucida Calligraphy"/>
          <w:sz w:val="18"/>
          <w:szCs w:val="18"/>
        </w:rPr>
      </w:pPr>
    </w:p>
    <w:p w14:paraId="7F710238" w14:textId="77777777" w:rsidR="003409D6" w:rsidRDefault="003409D6" w:rsidP="00D10983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  <w:r w:rsidRPr="003409D6"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Soru:</w:t>
      </w:r>
      <w:r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13</w:t>
      </w:r>
      <w:r w:rsidR="00F8697B">
        <w:rPr>
          <w:rFonts w:ascii="Arial" w:hAnsi="Arial" w:cs="Arial"/>
          <w:sz w:val="22"/>
          <w:szCs w:val="22"/>
        </w:rPr>
        <w:t xml:space="preserve"> </w:t>
      </w:r>
      <w:r w:rsidR="00D10983" w:rsidRPr="00D10983">
        <w:rPr>
          <w:rFonts w:ascii="Arial" w:hAnsi="Arial" w:cs="Arial"/>
          <w:color w:val="2E2E2E"/>
          <w:sz w:val="18"/>
          <w:szCs w:val="18"/>
          <w:shd w:val="clear" w:color="auto" w:fill="FFFFFF"/>
        </w:rPr>
        <w:t>Katı madde ile ilgili aşağıdakilerden hangisi </w:t>
      </w:r>
      <w:r w:rsidR="00D10983" w:rsidRPr="00D10983">
        <w:rPr>
          <w:rFonts w:ascii="Arial" w:hAnsi="Arial" w:cs="Arial"/>
          <w:b/>
          <w:bCs/>
          <w:color w:val="2E2E2E"/>
          <w:sz w:val="18"/>
          <w:szCs w:val="18"/>
          <w:shd w:val="clear" w:color="auto" w:fill="FFFFFF"/>
        </w:rPr>
        <w:t>yanlıştır?</w:t>
      </w:r>
      <w:r w:rsidR="00D10983" w:rsidRPr="00D10983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</w:r>
      <w:r w:rsidR="00D10983" w:rsidRPr="00D10983">
        <w:rPr>
          <w:rFonts w:ascii="Arial" w:hAnsi="Arial" w:cs="Arial"/>
          <w:b/>
          <w:bCs/>
          <w:color w:val="2E2E2E"/>
          <w:sz w:val="18"/>
          <w:szCs w:val="18"/>
          <w:shd w:val="clear" w:color="auto" w:fill="FFFFFF"/>
        </w:rPr>
        <w:br/>
      </w:r>
      <w:r w:rsidR="00D10983" w:rsidRPr="00D10983">
        <w:rPr>
          <w:rFonts w:ascii="Arial" w:hAnsi="Arial" w:cs="Arial"/>
          <w:color w:val="2E2E2E"/>
          <w:sz w:val="18"/>
          <w:szCs w:val="18"/>
          <w:shd w:val="clear" w:color="auto" w:fill="FFFFFF"/>
        </w:rPr>
        <w:t>A) Katı maddenin tanecikleri hareketsizdir.</w:t>
      </w:r>
      <w:r w:rsidR="00D10983" w:rsidRPr="00D10983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  <w:t>B) Katı maddenin tanecikleri arasında boşluk vardır.</w:t>
      </w:r>
      <w:r w:rsidR="00D10983" w:rsidRPr="00D10983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  <w:t>C) Katı maddenin tanecikleri öteleme yapmaz</w:t>
      </w:r>
      <w:r w:rsidR="00D10983" w:rsidRPr="00D10983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  <w:t>D) Katı maddenin tanecikleri dönme hareketi yapmaz.</w:t>
      </w:r>
    </w:p>
    <w:p w14:paraId="2D6F2272" w14:textId="77777777" w:rsidR="00D10983" w:rsidRDefault="00D10983" w:rsidP="00D10983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</w:p>
    <w:p w14:paraId="1B892BE2" w14:textId="77777777" w:rsidR="00D10983" w:rsidRDefault="00D10983" w:rsidP="00D10983">
      <w:pPr>
        <w:rPr>
          <w:rStyle w:val="Gl"/>
          <w:rFonts w:ascii="Lucida Calligraphy" w:hAnsi="Lucida Calligraphy"/>
          <w:sz w:val="18"/>
          <w:szCs w:val="18"/>
        </w:rPr>
      </w:pPr>
    </w:p>
    <w:p w14:paraId="786546FA" w14:textId="77777777" w:rsidR="003409D6" w:rsidRPr="00F8697B" w:rsidRDefault="003409D6" w:rsidP="00DA09F5">
      <w:pPr>
        <w:rPr>
          <w:rStyle w:val="Gl"/>
          <w:rFonts w:ascii="Arial" w:hAnsi="Arial" w:cs="Arial"/>
          <w:b w:val="0"/>
          <w:bCs w:val="0"/>
          <w:sz w:val="22"/>
          <w:szCs w:val="22"/>
        </w:rPr>
      </w:pPr>
      <w:r w:rsidRPr="003409D6"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Soru:</w:t>
      </w:r>
      <w:r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14</w:t>
      </w:r>
      <w:r w:rsidR="00F8697B">
        <w:rPr>
          <w:rFonts w:ascii="Arial" w:hAnsi="Arial" w:cs="Arial"/>
          <w:sz w:val="22"/>
          <w:szCs w:val="22"/>
        </w:rPr>
        <w:t xml:space="preserve"> </w:t>
      </w:r>
      <w:r w:rsidR="0063639B" w:rsidRPr="0063639B">
        <w:rPr>
          <w:rFonts w:ascii="Arial" w:hAnsi="Arial" w:cs="Arial"/>
          <w:color w:val="2E2E2E"/>
          <w:sz w:val="18"/>
          <w:szCs w:val="18"/>
          <w:shd w:val="clear" w:color="auto" w:fill="FFFFFF"/>
        </w:rPr>
        <w:t>Halkası ve uydusu olmayan gezegenler hangisinde doğru olarak verilmiştir?</w:t>
      </w:r>
      <w:r w:rsidR="0063639B" w:rsidRPr="0063639B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</w:r>
      <w:r w:rsidR="0063639B" w:rsidRPr="0063639B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  <w:t>A) Merkür - Venüs</w:t>
      </w:r>
      <w:r w:rsidR="0063639B" w:rsidRPr="0063639B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  <w:t>B) Merkür - Dünya</w:t>
      </w:r>
      <w:r w:rsidR="0063639B" w:rsidRPr="0063639B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  <w:t>C) Venüs - Satürn</w:t>
      </w:r>
      <w:r w:rsidR="0063639B" w:rsidRPr="0063639B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  <w:t>D) Venüs - Mars</w:t>
      </w:r>
    </w:p>
    <w:p w14:paraId="6060E8C4" w14:textId="77777777" w:rsidR="00067C89" w:rsidRDefault="00067C89" w:rsidP="00DA09F5">
      <w:pPr>
        <w:rPr>
          <w:rStyle w:val="Gl"/>
          <w:rFonts w:ascii="Lucida Calligraphy" w:hAnsi="Lucida Calligraphy"/>
          <w:sz w:val="18"/>
          <w:szCs w:val="18"/>
        </w:rPr>
      </w:pPr>
    </w:p>
    <w:p w14:paraId="00CEA277" w14:textId="77777777" w:rsidR="0063639B" w:rsidRDefault="0063639B" w:rsidP="00DA09F5">
      <w:pPr>
        <w:rPr>
          <w:rStyle w:val="Gl"/>
          <w:rFonts w:ascii="Lucida Calligraphy" w:hAnsi="Lucida Calligraphy"/>
          <w:sz w:val="18"/>
          <w:szCs w:val="18"/>
        </w:rPr>
      </w:pPr>
    </w:p>
    <w:p w14:paraId="123B5AFE" w14:textId="77777777" w:rsidR="008426F7" w:rsidRPr="00F8697B" w:rsidRDefault="003409D6" w:rsidP="008426F7">
      <w:pPr>
        <w:rPr>
          <w:rFonts w:ascii="Arial" w:hAnsi="Arial" w:cs="Arial"/>
          <w:sz w:val="22"/>
          <w:szCs w:val="22"/>
        </w:rPr>
      </w:pPr>
      <w:r w:rsidRPr="003409D6"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Soru:</w:t>
      </w:r>
      <w:r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15</w:t>
      </w:r>
      <w:r w:rsidR="00F8697B">
        <w:rPr>
          <w:rFonts w:ascii="Arial" w:hAnsi="Arial" w:cs="Arial"/>
          <w:sz w:val="22"/>
          <w:szCs w:val="22"/>
        </w:rPr>
        <w:t xml:space="preserve"> </w:t>
      </w:r>
      <w:r w:rsidR="008426F7"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Yol zaman grafiği aşağıda verilen hareketlinin sürati kaç m/sn'dir?</w:t>
      </w:r>
    </w:p>
    <w:p w14:paraId="0A1E78C0" w14:textId="77777777" w:rsidR="008426F7" w:rsidRPr="00866900" w:rsidRDefault="008426F7" w:rsidP="008426F7">
      <w:pPr>
        <w:shd w:val="clear" w:color="auto" w:fill="FFFFFF"/>
        <w:jc w:val="center"/>
        <w:rPr>
          <w:rFonts w:ascii="Arial" w:hAnsi="Arial" w:cs="Arial"/>
          <w:color w:val="2E2E2E"/>
          <w:sz w:val="18"/>
          <w:szCs w:val="18"/>
        </w:rPr>
      </w:pPr>
      <w:r w:rsidRPr="00866900"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 wp14:anchorId="1CEFE56E" wp14:editId="3A417365">
            <wp:extent cx="1466850" cy="1338099"/>
            <wp:effectExtent l="0" t="0" r="0" b="0"/>
            <wp:docPr id="5" name="Resim 5" descr="https://2.bp.blogspot.com/--HClKHrr0JE/XBU0y2VHLxI/AAAAAAAAZ0I/UqawAsCV_G8jgSAvUHFSRNkVrbssTsUBwCLcBGAs/s1600/soru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2.bp.blogspot.com/--HClKHrr0JE/XBU0y2VHLxI/AAAAAAAAZ0I/UqawAsCV_G8jgSAvUHFSRNkVrbssTsUBwCLcBGAs/s1600/soru-4.pn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058" cy="1353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0B1EC0" w14:textId="77777777" w:rsidR="00DA09F5" w:rsidRPr="00866900" w:rsidRDefault="008426F7" w:rsidP="008426F7">
      <w:pPr>
        <w:rPr>
          <w:rStyle w:val="Gl"/>
          <w:rFonts w:ascii="Comic Sans MS" w:hAnsi="Comic Sans MS"/>
          <w:sz w:val="18"/>
          <w:szCs w:val="18"/>
        </w:rPr>
      </w:pPr>
      <w:r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A) 3</w:t>
      </w:r>
      <w:r w:rsidR="00F8697B">
        <w:rPr>
          <w:rFonts w:ascii="Arial" w:hAnsi="Arial" w:cs="Arial"/>
          <w:color w:val="2E2E2E"/>
          <w:sz w:val="18"/>
          <w:szCs w:val="18"/>
          <w:shd w:val="clear" w:color="auto" w:fill="FFFFFF"/>
        </w:rPr>
        <w:tab/>
      </w:r>
      <w:r w:rsidR="00F8697B">
        <w:rPr>
          <w:rFonts w:ascii="Arial" w:hAnsi="Arial" w:cs="Arial"/>
          <w:color w:val="2E2E2E"/>
          <w:sz w:val="18"/>
          <w:szCs w:val="18"/>
          <w:shd w:val="clear" w:color="auto" w:fill="FFFFFF"/>
        </w:rPr>
        <w:tab/>
      </w:r>
      <w:r w:rsidR="00F8697B">
        <w:rPr>
          <w:rFonts w:ascii="Arial" w:hAnsi="Arial" w:cs="Arial"/>
          <w:color w:val="2E2E2E"/>
          <w:sz w:val="18"/>
          <w:szCs w:val="18"/>
          <w:shd w:val="clear" w:color="auto" w:fill="FFFFFF"/>
        </w:rPr>
        <w:tab/>
      </w:r>
      <w:r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B) 5</w:t>
      </w:r>
      <w:r w:rsidRPr="00866900">
        <w:rPr>
          <w:rFonts w:ascii="Arial" w:hAnsi="Arial" w:cs="Arial"/>
          <w:color w:val="2E2E2E"/>
          <w:sz w:val="18"/>
          <w:szCs w:val="18"/>
        </w:rPr>
        <w:br/>
      </w:r>
      <w:r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C) 9</w:t>
      </w:r>
      <w:r w:rsidR="00F8697B">
        <w:rPr>
          <w:rFonts w:ascii="Arial" w:hAnsi="Arial" w:cs="Arial"/>
          <w:color w:val="2E2E2E"/>
          <w:sz w:val="18"/>
          <w:szCs w:val="18"/>
          <w:shd w:val="clear" w:color="auto" w:fill="FFFFFF"/>
        </w:rPr>
        <w:tab/>
      </w:r>
      <w:r w:rsidR="00F8697B">
        <w:rPr>
          <w:rFonts w:ascii="Arial" w:hAnsi="Arial" w:cs="Arial"/>
          <w:color w:val="2E2E2E"/>
          <w:sz w:val="18"/>
          <w:szCs w:val="18"/>
          <w:shd w:val="clear" w:color="auto" w:fill="FFFFFF"/>
        </w:rPr>
        <w:tab/>
      </w:r>
      <w:r w:rsidR="00F8697B">
        <w:rPr>
          <w:rFonts w:ascii="Arial" w:hAnsi="Arial" w:cs="Arial"/>
          <w:color w:val="2E2E2E"/>
          <w:sz w:val="18"/>
          <w:szCs w:val="18"/>
          <w:shd w:val="clear" w:color="auto" w:fill="FFFFFF"/>
        </w:rPr>
        <w:tab/>
      </w:r>
      <w:r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D) 12</w:t>
      </w:r>
    </w:p>
    <w:p w14:paraId="1BA78867" w14:textId="77777777" w:rsidR="00067C89" w:rsidRDefault="00067C89" w:rsidP="00DA09F5">
      <w:pPr>
        <w:rPr>
          <w:rStyle w:val="Gl"/>
          <w:rFonts w:ascii="Comic Sans MS" w:hAnsi="Comic Sans MS"/>
          <w:sz w:val="18"/>
          <w:szCs w:val="18"/>
        </w:rPr>
      </w:pPr>
    </w:p>
    <w:p w14:paraId="05288EB8" w14:textId="77777777" w:rsidR="00D10983" w:rsidRDefault="00D10983" w:rsidP="00DA09F5">
      <w:pPr>
        <w:rPr>
          <w:rStyle w:val="Gl"/>
          <w:rFonts w:ascii="Comic Sans MS" w:hAnsi="Comic Sans MS"/>
          <w:sz w:val="18"/>
          <w:szCs w:val="18"/>
        </w:rPr>
      </w:pPr>
    </w:p>
    <w:p w14:paraId="7FF7DE44" w14:textId="77777777" w:rsidR="00D10983" w:rsidRDefault="00D10983" w:rsidP="00DA09F5">
      <w:pPr>
        <w:rPr>
          <w:rStyle w:val="Gl"/>
          <w:rFonts w:ascii="Comic Sans MS" w:hAnsi="Comic Sans MS"/>
          <w:sz w:val="18"/>
          <w:szCs w:val="18"/>
        </w:rPr>
      </w:pPr>
    </w:p>
    <w:p w14:paraId="6316C419" w14:textId="77777777" w:rsidR="00D10983" w:rsidRDefault="00D10983" w:rsidP="00DA09F5">
      <w:pPr>
        <w:rPr>
          <w:rStyle w:val="Gl"/>
          <w:rFonts w:ascii="Comic Sans MS" w:hAnsi="Comic Sans MS"/>
          <w:sz w:val="18"/>
          <w:szCs w:val="18"/>
        </w:rPr>
      </w:pPr>
    </w:p>
    <w:p w14:paraId="7B6DD469" w14:textId="77777777" w:rsidR="00D10983" w:rsidRDefault="00D10983" w:rsidP="00DA09F5">
      <w:pPr>
        <w:rPr>
          <w:rStyle w:val="Gl"/>
          <w:rFonts w:ascii="Comic Sans MS" w:hAnsi="Comic Sans MS"/>
          <w:sz w:val="18"/>
          <w:szCs w:val="18"/>
        </w:rPr>
      </w:pPr>
    </w:p>
    <w:p w14:paraId="3F7ABE79" w14:textId="77777777" w:rsidR="00D10983" w:rsidRDefault="00D10983" w:rsidP="00DA09F5">
      <w:pPr>
        <w:rPr>
          <w:rStyle w:val="Gl"/>
          <w:rFonts w:ascii="Comic Sans MS" w:hAnsi="Comic Sans MS"/>
          <w:sz w:val="18"/>
          <w:szCs w:val="18"/>
        </w:rPr>
      </w:pPr>
    </w:p>
    <w:p w14:paraId="62EA0B63" w14:textId="77777777" w:rsidR="00F8697B" w:rsidRDefault="003409D6" w:rsidP="00DA09F5">
      <w:pPr>
        <w:rPr>
          <w:rFonts w:ascii="Arial" w:hAnsi="Arial" w:cs="Arial"/>
          <w:sz w:val="22"/>
          <w:szCs w:val="22"/>
        </w:rPr>
      </w:pPr>
      <w:r w:rsidRPr="003409D6"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Soru:</w:t>
      </w:r>
      <w:r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16</w:t>
      </w:r>
      <w:r w:rsidR="00F8697B">
        <w:rPr>
          <w:rFonts w:ascii="Arial" w:hAnsi="Arial" w:cs="Arial"/>
          <w:sz w:val="22"/>
          <w:szCs w:val="22"/>
        </w:rPr>
        <w:t xml:space="preserve"> </w:t>
      </w:r>
    </w:p>
    <w:p w14:paraId="47C3B03A" w14:textId="77777777" w:rsidR="003409D6" w:rsidRDefault="008426F7" w:rsidP="00DA09F5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  <w:r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I. Emre: 480 metre yolu 96 saniyede koşuyor.</w:t>
      </w:r>
      <w:r w:rsidRPr="00866900">
        <w:rPr>
          <w:rFonts w:ascii="Arial" w:hAnsi="Arial" w:cs="Arial"/>
          <w:color w:val="2E2E2E"/>
          <w:sz w:val="18"/>
          <w:szCs w:val="18"/>
        </w:rPr>
        <w:br/>
      </w:r>
      <w:r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II. Emir: 360 metre yolu 120 saniyede koşuyor.</w:t>
      </w:r>
      <w:r w:rsidRPr="00866900">
        <w:rPr>
          <w:rFonts w:ascii="Arial" w:hAnsi="Arial" w:cs="Arial"/>
          <w:color w:val="2E2E2E"/>
          <w:sz w:val="18"/>
          <w:szCs w:val="18"/>
        </w:rPr>
        <w:br/>
      </w:r>
      <w:r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III. Ersan: 240 metre yolu 60 saniyede koşuyor.</w:t>
      </w:r>
      <w:r w:rsidRPr="00866900">
        <w:rPr>
          <w:rFonts w:ascii="Arial" w:hAnsi="Arial" w:cs="Arial"/>
          <w:color w:val="2E2E2E"/>
          <w:sz w:val="18"/>
          <w:szCs w:val="18"/>
        </w:rPr>
        <w:br/>
      </w:r>
      <w:r w:rsidRPr="00866900">
        <w:rPr>
          <w:rFonts w:ascii="Arial" w:hAnsi="Arial" w:cs="Arial"/>
          <w:color w:val="2E2E2E"/>
          <w:sz w:val="18"/>
          <w:szCs w:val="18"/>
        </w:rPr>
        <w:br/>
      </w:r>
      <w:r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Yukarıda adları verilen koşucuların süratlerinin büyükten küçüğe sıralaması nasıldır?</w:t>
      </w:r>
      <w:r w:rsidRPr="00866900">
        <w:rPr>
          <w:rFonts w:ascii="Arial" w:hAnsi="Arial" w:cs="Arial"/>
          <w:color w:val="2E2E2E"/>
          <w:sz w:val="18"/>
          <w:szCs w:val="18"/>
        </w:rPr>
        <w:br/>
      </w:r>
      <w:r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A) Emre &gt; Ersan &gt; Emir</w:t>
      </w:r>
      <w:r w:rsidRPr="00866900">
        <w:rPr>
          <w:rFonts w:ascii="Arial" w:hAnsi="Arial" w:cs="Arial"/>
          <w:color w:val="2E2E2E"/>
          <w:sz w:val="18"/>
          <w:szCs w:val="18"/>
        </w:rPr>
        <w:br/>
      </w:r>
      <w:r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B) Emre &gt;  Emir &gt;  Ersan</w:t>
      </w:r>
      <w:r w:rsidRPr="00866900">
        <w:rPr>
          <w:rFonts w:ascii="Arial" w:hAnsi="Arial" w:cs="Arial"/>
          <w:color w:val="2E2E2E"/>
          <w:sz w:val="18"/>
          <w:szCs w:val="18"/>
        </w:rPr>
        <w:br/>
      </w:r>
      <w:r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C) Emir &gt;  Ersan &gt;  Emre</w:t>
      </w:r>
      <w:r w:rsidRPr="00866900">
        <w:rPr>
          <w:rFonts w:ascii="Arial" w:hAnsi="Arial" w:cs="Arial"/>
          <w:color w:val="2E2E2E"/>
          <w:sz w:val="18"/>
          <w:szCs w:val="18"/>
        </w:rPr>
        <w:br/>
      </w:r>
      <w:r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D) Ersan &gt; Emre &gt;  Emir</w:t>
      </w:r>
    </w:p>
    <w:p w14:paraId="394C840D" w14:textId="77777777" w:rsidR="00F8697B" w:rsidRPr="00F8697B" w:rsidRDefault="00F8697B" w:rsidP="00DA09F5">
      <w:pPr>
        <w:rPr>
          <w:rStyle w:val="Gl"/>
          <w:rFonts w:ascii="Arial" w:hAnsi="Arial" w:cs="Arial"/>
          <w:b w:val="0"/>
          <w:bCs w:val="0"/>
          <w:sz w:val="22"/>
          <w:szCs w:val="22"/>
        </w:rPr>
      </w:pPr>
    </w:p>
    <w:p w14:paraId="4772BE8A" w14:textId="77777777" w:rsidR="00067C89" w:rsidRDefault="00067C89" w:rsidP="00DA09F5">
      <w:pPr>
        <w:rPr>
          <w:rStyle w:val="Gl"/>
          <w:rFonts w:ascii="Comic Sans MS" w:hAnsi="Comic Sans MS"/>
          <w:sz w:val="18"/>
          <w:szCs w:val="18"/>
        </w:rPr>
      </w:pPr>
    </w:p>
    <w:p w14:paraId="1804897B" w14:textId="77777777" w:rsidR="00D10983" w:rsidRPr="00D10983" w:rsidRDefault="003409D6" w:rsidP="00D10983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  <w:r w:rsidRPr="003409D6"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Soru:</w:t>
      </w:r>
      <w:r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17</w:t>
      </w:r>
      <w:r w:rsidR="00F8697B">
        <w:rPr>
          <w:rFonts w:ascii="Arial" w:hAnsi="Arial" w:cs="Arial"/>
          <w:sz w:val="22"/>
          <w:szCs w:val="22"/>
        </w:rPr>
        <w:t xml:space="preserve"> </w:t>
      </w:r>
      <w:r w:rsidR="00D10983" w:rsidRPr="00D10983">
        <w:rPr>
          <w:rFonts w:ascii="Arial" w:hAnsi="Arial" w:cs="Arial"/>
          <w:color w:val="2E2E2E"/>
          <w:sz w:val="18"/>
          <w:szCs w:val="18"/>
          <w:shd w:val="clear" w:color="auto" w:fill="FFFFFF"/>
        </w:rPr>
        <w:t>Aşağıda cisme etki eden kuvvetlerin bileşkesinin sıfır olabilmesi için üçüncü kuvvetin hangi yönde ve kaç Newton eklenmesi gerekir?</w:t>
      </w:r>
    </w:p>
    <w:p w14:paraId="011AE2E5" w14:textId="77777777" w:rsidR="00D10983" w:rsidRPr="00D10983" w:rsidRDefault="00D10983" w:rsidP="00D10983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  <w:r w:rsidRPr="00D10983">
        <w:rPr>
          <w:rFonts w:ascii="Arial" w:hAnsi="Arial" w:cs="Arial"/>
          <w:noProof/>
          <w:color w:val="2E2E2E"/>
          <w:sz w:val="18"/>
          <w:szCs w:val="18"/>
          <w:shd w:val="clear" w:color="auto" w:fill="FFFFFF"/>
        </w:rPr>
        <w:drawing>
          <wp:inline distT="0" distB="0" distL="0" distR="0" wp14:anchorId="7BF4B9A3" wp14:editId="76829B25">
            <wp:extent cx="2105025" cy="578882"/>
            <wp:effectExtent l="0" t="0" r="0" b="0"/>
            <wp:docPr id="22" name="Resim 22" descr="https://3.bp.blogspot.com/-jSq9z-8WAt0/XBP5vv9-2OI/AAAAAAAAZzk/_KaNXqHbX8gL2OVWjj6rB0MxfVg05ytgACLcBGAs/s320/soru-6.jp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3.bp.blogspot.com/-jSq9z-8WAt0/XBP5vv9-2OI/AAAAAAAAZzk/_KaNXqHbX8gL2OVWjj6rB0MxfVg05ytgACLcBGAs/s320/soru-6.jp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761" cy="592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7F08EF" w14:textId="77777777" w:rsidR="00067C89" w:rsidRDefault="00D10983" w:rsidP="00D10983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  <w:r w:rsidRPr="00D10983">
        <w:rPr>
          <w:rFonts w:ascii="Arial" w:hAnsi="Arial" w:cs="Arial"/>
          <w:color w:val="2E2E2E"/>
          <w:sz w:val="18"/>
          <w:szCs w:val="18"/>
          <w:shd w:val="clear" w:color="auto" w:fill="FFFFFF"/>
        </w:rPr>
        <w:t>A) Doğu 2 N</w:t>
      </w:r>
      <w:r w:rsidRPr="00D10983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  <w:t>B) Doğu 8 N</w:t>
      </w:r>
      <w:r w:rsidRPr="00D10983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  <w:t>C) Batı 2 N</w:t>
      </w:r>
      <w:r w:rsidRPr="00D10983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  <w:t>D) Batı 8 N</w:t>
      </w:r>
    </w:p>
    <w:p w14:paraId="4786BD4C" w14:textId="77777777" w:rsidR="00D10983" w:rsidRDefault="00D10983" w:rsidP="00D10983">
      <w:pPr>
        <w:rPr>
          <w:rStyle w:val="Gl"/>
          <w:rFonts w:ascii="Comic Sans MS" w:hAnsi="Comic Sans MS"/>
          <w:sz w:val="18"/>
          <w:szCs w:val="18"/>
        </w:rPr>
      </w:pPr>
    </w:p>
    <w:p w14:paraId="1718F763" w14:textId="77777777" w:rsidR="003409D6" w:rsidRPr="00F8697B" w:rsidRDefault="003409D6" w:rsidP="00DA09F5">
      <w:pPr>
        <w:rPr>
          <w:rFonts w:ascii="Arial" w:hAnsi="Arial" w:cs="Arial"/>
          <w:sz w:val="22"/>
          <w:szCs w:val="22"/>
        </w:rPr>
      </w:pPr>
      <w:r w:rsidRPr="003409D6"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Soru:</w:t>
      </w:r>
      <w:r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18</w:t>
      </w:r>
      <w:r w:rsidR="00F8697B">
        <w:rPr>
          <w:rFonts w:ascii="Arial" w:hAnsi="Arial" w:cs="Arial"/>
          <w:sz w:val="22"/>
          <w:szCs w:val="22"/>
        </w:rPr>
        <w:t xml:space="preserve"> </w:t>
      </w:r>
      <w:r w:rsidR="0063639B" w:rsidRPr="0063639B">
        <w:rPr>
          <w:rFonts w:ascii="Arial" w:hAnsi="Arial" w:cs="Arial"/>
          <w:color w:val="2E2E2E"/>
          <w:sz w:val="18"/>
          <w:szCs w:val="18"/>
          <w:shd w:val="clear" w:color="auto" w:fill="FFFFFF"/>
        </w:rPr>
        <w:t>Kalbin yapısı ile ilgili verilen bilgilerden hangisi </w:t>
      </w:r>
      <w:r w:rsidR="0063639B" w:rsidRPr="0063639B">
        <w:rPr>
          <w:rFonts w:ascii="Arial" w:hAnsi="Arial" w:cs="Arial"/>
          <w:b/>
          <w:bCs/>
          <w:color w:val="2E2E2E"/>
          <w:sz w:val="18"/>
          <w:szCs w:val="18"/>
          <w:shd w:val="clear" w:color="auto" w:fill="FFFFFF"/>
        </w:rPr>
        <w:t>yanlıştır</w:t>
      </w:r>
      <w:r w:rsidR="0063639B" w:rsidRPr="0063639B">
        <w:rPr>
          <w:rFonts w:ascii="Arial" w:hAnsi="Arial" w:cs="Arial"/>
          <w:color w:val="2E2E2E"/>
          <w:sz w:val="18"/>
          <w:szCs w:val="18"/>
          <w:shd w:val="clear" w:color="auto" w:fill="FFFFFF"/>
        </w:rPr>
        <w:t>?</w:t>
      </w:r>
      <w:r w:rsidR="0063639B" w:rsidRPr="0063639B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</w:r>
      <w:r w:rsidR="0063639B" w:rsidRPr="0063639B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  <w:t>A) Kalp dört odacıklıdır.</w:t>
      </w:r>
      <w:r w:rsidR="0063639B" w:rsidRPr="0063639B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  <w:t>B) Kalbin sol tarafında temiz kan vardır.</w:t>
      </w:r>
      <w:r w:rsidR="0063639B" w:rsidRPr="0063639B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  <w:t>C) Kalp kanın pompalanmasını sağlar</w:t>
      </w:r>
      <w:r w:rsidR="0063639B" w:rsidRPr="0063639B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  <w:t>D) Kalbin dakikadaki atış sayısına tansiyon denir.</w:t>
      </w:r>
    </w:p>
    <w:p w14:paraId="33D73E39" w14:textId="77777777" w:rsidR="0094452C" w:rsidRDefault="0094452C" w:rsidP="00DA09F5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</w:p>
    <w:p w14:paraId="637ADF74" w14:textId="77777777" w:rsidR="002829C2" w:rsidRDefault="002B1598" w:rsidP="00DA09F5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  <w:r>
        <w:rPr>
          <w:b/>
          <w:noProof/>
          <w:sz w:val="20"/>
          <w:szCs w:val="20"/>
        </w:rPr>
        <w:pict w14:anchorId="0B86E13E">
          <v:group id="_x0000_s1035" style="position:absolute;margin-left:0;margin-top:.8pt;width:259.5pt;height:51pt;z-index:251664896" coordorigin="1140,4395" coordsize="4650,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">
            <v:roundrect id="AutoShape 1285" o:spid="_x0000_s1036" style="position:absolute;left:1140;top:4395;width:645;height:660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" strokecolor="#4f81bd" strokeweight="1.25pt">
              <v:shadow color="#868686"/>
              <v:textbox>
                <w:txbxContent>
                  <w:p w14:paraId="6C74EAAD" w14:textId="77777777" w:rsidR="002829C2" w:rsidRPr="00882E24" w:rsidRDefault="002829C2" w:rsidP="002829C2">
                    <w:pPr>
                      <w:jc w:val="center"/>
                      <w:rPr>
                        <w:b/>
                        <w:sz w:val="2"/>
                      </w:rPr>
                    </w:pPr>
                  </w:p>
                  <w:p w14:paraId="5C5BD486" w14:textId="77777777" w:rsidR="002829C2" w:rsidRPr="001A4740" w:rsidRDefault="002829C2" w:rsidP="002829C2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>
                      <w:rPr>
                        <w:b/>
                        <w:sz w:val="36"/>
                        <w:szCs w:val="36"/>
                      </w:rPr>
                      <w:t>D</w:t>
                    </w:r>
                  </w:p>
                </w:txbxContent>
              </v:textbox>
            </v:roundrect>
            <v:roundrect id="AutoShape 1286" o:spid="_x0000_s1037" style="position:absolute;left:1785;top:4395;width:4005;height:660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" strokecolor="#4f81bd" strokeweight="1.25pt">
              <v:shadow color="#868686"/>
              <v:textbox>
                <w:txbxContent>
                  <w:p w14:paraId="57D749A8" w14:textId="77777777" w:rsidR="002829C2" w:rsidRPr="00C27DCF" w:rsidRDefault="002829C2" w:rsidP="002829C2">
                    <w:pPr>
                      <w:spacing w:line="240" w:lineRule="exact"/>
                      <w:rPr>
                        <w:b/>
                      </w:rPr>
                    </w:pPr>
                    <w:r w:rsidRPr="002829C2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Aşağıdaki enerji kaynaklarını  ''yenilenebilir'' ve ''yenilenemez'' şeklinde sınıflandırınız.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</w:t>
                    </w:r>
                    <w:r w:rsidRPr="002829C2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(</w:t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1x</w:t>
                    </w:r>
                    <w:r w:rsidR="0063639B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8</w:t>
                    </w:r>
                    <w:r w:rsidRPr="002829C2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=</w:t>
                    </w:r>
                    <w:r w:rsidR="0063639B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8</w:t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 </w:t>
                    </w:r>
                    <w:r w:rsidRPr="002829C2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puan)</w:t>
                    </w:r>
                  </w:p>
                </w:txbxContent>
              </v:textbox>
            </v:roundrect>
          </v:group>
        </w:pict>
      </w:r>
    </w:p>
    <w:p w14:paraId="7BDB61AB" w14:textId="77777777" w:rsidR="002829C2" w:rsidRDefault="002829C2" w:rsidP="00DA09F5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</w:p>
    <w:p w14:paraId="2A3ED8FB" w14:textId="77777777" w:rsidR="002829C2" w:rsidRDefault="002829C2" w:rsidP="00DA09F5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</w:p>
    <w:p w14:paraId="4816D266" w14:textId="77777777" w:rsidR="002829C2" w:rsidRDefault="002829C2" w:rsidP="00DA09F5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</w:p>
    <w:p w14:paraId="2E927C41" w14:textId="77777777" w:rsidR="0094452C" w:rsidRDefault="0094452C" w:rsidP="00DA09F5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</w:p>
    <w:p w14:paraId="44B5A45A" w14:textId="77777777" w:rsidR="0094452C" w:rsidRDefault="0094452C" w:rsidP="00DA09F5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</w:p>
    <w:p w14:paraId="076EE944" w14:textId="77777777" w:rsidR="002829C2" w:rsidRPr="002829C2" w:rsidRDefault="002829C2" w:rsidP="002829C2">
      <w:pPr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566"/>
        <w:gridCol w:w="1314"/>
      </w:tblGrid>
      <w:tr w:rsidR="002829C2" w:rsidRPr="002829C2" w14:paraId="169B406E" w14:textId="77777777" w:rsidTr="007B3B56">
        <w:trPr>
          <w:jc w:val="center"/>
        </w:trPr>
        <w:tc>
          <w:tcPr>
            <w:tcW w:w="1980" w:type="dxa"/>
          </w:tcPr>
          <w:p w14:paraId="44F77DA4" w14:textId="77777777" w:rsidR="002829C2" w:rsidRPr="002829C2" w:rsidRDefault="002829C2" w:rsidP="002829C2">
            <w:pPr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  <w:p w14:paraId="659BCF4C" w14:textId="77777777" w:rsidR="002829C2" w:rsidRPr="002829C2" w:rsidRDefault="002829C2" w:rsidP="002829C2">
            <w:pPr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2829C2">
              <w:rPr>
                <w:rFonts w:ascii="Arial" w:hAnsi="Arial" w:cs="Arial"/>
                <w:b/>
                <w:iCs/>
                <w:sz w:val="18"/>
                <w:szCs w:val="18"/>
              </w:rPr>
              <w:t>Enerji Kaynağı</w:t>
            </w:r>
          </w:p>
        </w:tc>
        <w:tc>
          <w:tcPr>
            <w:tcW w:w="1566" w:type="dxa"/>
          </w:tcPr>
          <w:p w14:paraId="256C84D5" w14:textId="77777777" w:rsidR="002829C2" w:rsidRPr="002829C2" w:rsidRDefault="002829C2" w:rsidP="002829C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829C2">
              <w:rPr>
                <w:rFonts w:ascii="Arial" w:hAnsi="Arial" w:cs="Arial"/>
                <w:b/>
                <w:iCs/>
                <w:sz w:val="18"/>
                <w:szCs w:val="18"/>
              </w:rPr>
              <w:t>Yenilenebilir Enerji Kaynağı</w:t>
            </w:r>
          </w:p>
        </w:tc>
        <w:tc>
          <w:tcPr>
            <w:tcW w:w="1314" w:type="dxa"/>
          </w:tcPr>
          <w:p w14:paraId="4F309A46" w14:textId="77777777" w:rsidR="002829C2" w:rsidRPr="002829C2" w:rsidRDefault="002829C2" w:rsidP="002829C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829C2">
              <w:rPr>
                <w:rFonts w:ascii="Arial" w:hAnsi="Arial" w:cs="Arial"/>
                <w:b/>
                <w:iCs/>
                <w:sz w:val="18"/>
                <w:szCs w:val="18"/>
              </w:rPr>
              <w:t>Yenilenemez Enerji Kaynağı</w:t>
            </w:r>
          </w:p>
        </w:tc>
      </w:tr>
      <w:tr w:rsidR="002829C2" w:rsidRPr="002829C2" w14:paraId="44929D7D" w14:textId="77777777" w:rsidTr="007B3B56">
        <w:trPr>
          <w:jc w:val="center"/>
        </w:trPr>
        <w:tc>
          <w:tcPr>
            <w:tcW w:w="1980" w:type="dxa"/>
          </w:tcPr>
          <w:p w14:paraId="5D037CFF" w14:textId="77777777" w:rsidR="002829C2" w:rsidRPr="002829C2" w:rsidRDefault="002829C2" w:rsidP="002829C2">
            <w:pPr>
              <w:rPr>
                <w:rFonts w:ascii="Arial" w:hAnsi="Arial" w:cs="Arial"/>
                <w:sz w:val="18"/>
                <w:szCs w:val="18"/>
              </w:rPr>
            </w:pPr>
            <w:r w:rsidRPr="002829C2">
              <w:rPr>
                <w:rFonts w:ascii="Arial" w:hAnsi="Arial" w:cs="Arial"/>
                <w:sz w:val="18"/>
                <w:szCs w:val="18"/>
              </w:rPr>
              <w:t>Güneş enerjisi</w:t>
            </w:r>
          </w:p>
        </w:tc>
        <w:tc>
          <w:tcPr>
            <w:tcW w:w="1566" w:type="dxa"/>
          </w:tcPr>
          <w:p w14:paraId="69DF35F3" w14:textId="77777777" w:rsidR="002829C2" w:rsidRPr="002829C2" w:rsidRDefault="002829C2" w:rsidP="002829C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14" w:type="dxa"/>
          </w:tcPr>
          <w:p w14:paraId="33259A06" w14:textId="77777777" w:rsidR="002829C2" w:rsidRPr="002829C2" w:rsidRDefault="002829C2" w:rsidP="002829C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829C2" w:rsidRPr="002829C2" w14:paraId="44B124AD" w14:textId="77777777" w:rsidTr="007B3B56">
        <w:trPr>
          <w:jc w:val="center"/>
        </w:trPr>
        <w:tc>
          <w:tcPr>
            <w:tcW w:w="1980" w:type="dxa"/>
          </w:tcPr>
          <w:p w14:paraId="47B09EEC" w14:textId="77777777" w:rsidR="002829C2" w:rsidRPr="002829C2" w:rsidRDefault="002829C2" w:rsidP="002829C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829C2">
              <w:rPr>
                <w:rFonts w:ascii="Arial" w:hAnsi="Arial" w:cs="Arial"/>
                <w:sz w:val="18"/>
                <w:szCs w:val="18"/>
              </w:rPr>
              <w:t>Mazot</w:t>
            </w:r>
          </w:p>
        </w:tc>
        <w:tc>
          <w:tcPr>
            <w:tcW w:w="1566" w:type="dxa"/>
          </w:tcPr>
          <w:p w14:paraId="5DCDADC2" w14:textId="77777777" w:rsidR="002829C2" w:rsidRPr="002829C2" w:rsidRDefault="002829C2" w:rsidP="002829C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14" w:type="dxa"/>
          </w:tcPr>
          <w:p w14:paraId="368FC624" w14:textId="77777777" w:rsidR="002829C2" w:rsidRPr="002829C2" w:rsidRDefault="002829C2" w:rsidP="002829C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829C2" w:rsidRPr="002829C2" w14:paraId="3FCFFCF7" w14:textId="77777777" w:rsidTr="007B3B56">
        <w:trPr>
          <w:jc w:val="center"/>
        </w:trPr>
        <w:tc>
          <w:tcPr>
            <w:tcW w:w="1980" w:type="dxa"/>
          </w:tcPr>
          <w:p w14:paraId="5AD8D344" w14:textId="77777777" w:rsidR="002829C2" w:rsidRPr="002829C2" w:rsidRDefault="002829C2" w:rsidP="002829C2">
            <w:pPr>
              <w:rPr>
                <w:rFonts w:ascii="Arial" w:hAnsi="Arial" w:cs="Arial"/>
                <w:sz w:val="18"/>
                <w:szCs w:val="18"/>
              </w:rPr>
            </w:pPr>
            <w:r w:rsidRPr="002829C2">
              <w:rPr>
                <w:rFonts w:ascii="Arial" w:hAnsi="Arial" w:cs="Arial"/>
                <w:sz w:val="18"/>
                <w:szCs w:val="18"/>
              </w:rPr>
              <w:t>Jeotermal enerji</w:t>
            </w:r>
          </w:p>
        </w:tc>
        <w:tc>
          <w:tcPr>
            <w:tcW w:w="1566" w:type="dxa"/>
          </w:tcPr>
          <w:p w14:paraId="4B2DD06A" w14:textId="77777777" w:rsidR="002829C2" w:rsidRPr="002829C2" w:rsidRDefault="002829C2" w:rsidP="002829C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14" w:type="dxa"/>
          </w:tcPr>
          <w:p w14:paraId="37A13DE3" w14:textId="77777777" w:rsidR="002829C2" w:rsidRPr="002829C2" w:rsidRDefault="002829C2" w:rsidP="002829C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829C2" w:rsidRPr="002829C2" w14:paraId="3A268E75" w14:textId="77777777" w:rsidTr="007B3B56">
        <w:trPr>
          <w:jc w:val="center"/>
        </w:trPr>
        <w:tc>
          <w:tcPr>
            <w:tcW w:w="1980" w:type="dxa"/>
          </w:tcPr>
          <w:p w14:paraId="29285EDB" w14:textId="77777777" w:rsidR="002829C2" w:rsidRPr="002829C2" w:rsidRDefault="002829C2" w:rsidP="002829C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829C2">
              <w:rPr>
                <w:rFonts w:ascii="Arial" w:hAnsi="Arial" w:cs="Arial"/>
                <w:sz w:val="18"/>
                <w:szCs w:val="18"/>
              </w:rPr>
              <w:t>Doğalgaz</w:t>
            </w:r>
          </w:p>
        </w:tc>
        <w:tc>
          <w:tcPr>
            <w:tcW w:w="1566" w:type="dxa"/>
          </w:tcPr>
          <w:p w14:paraId="0CCBCA35" w14:textId="77777777" w:rsidR="002829C2" w:rsidRPr="002829C2" w:rsidRDefault="002829C2" w:rsidP="002829C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14" w:type="dxa"/>
          </w:tcPr>
          <w:p w14:paraId="01191425" w14:textId="77777777" w:rsidR="002829C2" w:rsidRPr="002829C2" w:rsidRDefault="002829C2" w:rsidP="002829C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829C2" w:rsidRPr="002829C2" w14:paraId="582895A6" w14:textId="77777777" w:rsidTr="007B3B56">
        <w:trPr>
          <w:jc w:val="center"/>
        </w:trPr>
        <w:tc>
          <w:tcPr>
            <w:tcW w:w="1980" w:type="dxa"/>
          </w:tcPr>
          <w:p w14:paraId="7433EF20" w14:textId="77777777" w:rsidR="002829C2" w:rsidRPr="002829C2" w:rsidRDefault="002829C2" w:rsidP="002829C2">
            <w:pPr>
              <w:rPr>
                <w:rFonts w:ascii="Arial" w:hAnsi="Arial" w:cs="Arial"/>
                <w:sz w:val="18"/>
                <w:szCs w:val="18"/>
              </w:rPr>
            </w:pPr>
            <w:r w:rsidRPr="002829C2">
              <w:rPr>
                <w:rFonts w:ascii="Arial" w:hAnsi="Arial" w:cs="Arial"/>
                <w:sz w:val="18"/>
                <w:szCs w:val="18"/>
              </w:rPr>
              <w:t>Taş kömürü</w:t>
            </w:r>
          </w:p>
        </w:tc>
        <w:tc>
          <w:tcPr>
            <w:tcW w:w="1566" w:type="dxa"/>
          </w:tcPr>
          <w:p w14:paraId="07699504" w14:textId="77777777" w:rsidR="002829C2" w:rsidRPr="002829C2" w:rsidRDefault="002829C2" w:rsidP="002829C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14" w:type="dxa"/>
          </w:tcPr>
          <w:p w14:paraId="78866DA0" w14:textId="77777777" w:rsidR="002829C2" w:rsidRPr="002829C2" w:rsidRDefault="002829C2" w:rsidP="002829C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829C2" w:rsidRPr="002829C2" w14:paraId="354E1732" w14:textId="77777777" w:rsidTr="007B3B56">
        <w:trPr>
          <w:jc w:val="center"/>
        </w:trPr>
        <w:tc>
          <w:tcPr>
            <w:tcW w:w="1980" w:type="dxa"/>
          </w:tcPr>
          <w:p w14:paraId="2801EB54" w14:textId="77777777" w:rsidR="002829C2" w:rsidRPr="002829C2" w:rsidRDefault="002829C2" w:rsidP="002829C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829C2">
              <w:rPr>
                <w:rFonts w:ascii="Arial" w:hAnsi="Arial" w:cs="Arial"/>
                <w:sz w:val="18"/>
                <w:szCs w:val="18"/>
              </w:rPr>
              <w:t>Rüzgar enerjisi</w:t>
            </w:r>
          </w:p>
        </w:tc>
        <w:tc>
          <w:tcPr>
            <w:tcW w:w="1566" w:type="dxa"/>
          </w:tcPr>
          <w:p w14:paraId="6CADD02D" w14:textId="77777777" w:rsidR="002829C2" w:rsidRPr="002829C2" w:rsidRDefault="002829C2" w:rsidP="002829C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14" w:type="dxa"/>
          </w:tcPr>
          <w:p w14:paraId="6318464E" w14:textId="77777777" w:rsidR="002829C2" w:rsidRPr="002829C2" w:rsidRDefault="002829C2" w:rsidP="002829C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829C2" w:rsidRPr="002829C2" w14:paraId="10125134" w14:textId="77777777" w:rsidTr="007B3B56">
        <w:trPr>
          <w:jc w:val="center"/>
        </w:trPr>
        <w:tc>
          <w:tcPr>
            <w:tcW w:w="1980" w:type="dxa"/>
          </w:tcPr>
          <w:p w14:paraId="0FDCB27B" w14:textId="77777777" w:rsidR="002829C2" w:rsidRPr="002829C2" w:rsidRDefault="002829C2" w:rsidP="002829C2">
            <w:pPr>
              <w:rPr>
                <w:rFonts w:ascii="Arial" w:hAnsi="Arial" w:cs="Arial"/>
                <w:sz w:val="18"/>
                <w:szCs w:val="18"/>
              </w:rPr>
            </w:pPr>
            <w:r w:rsidRPr="002829C2">
              <w:rPr>
                <w:rFonts w:ascii="Arial" w:hAnsi="Arial" w:cs="Arial"/>
                <w:sz w:val="18"/>
                <w:szCs w:val="18"/>
              </w:rPr>
              <w:t>Hidroelektrik</w:t>
            </w:r>
          </w:p>
        </w:tc>
        <w:tc>
          <w:tcPr>
            <w:tcW w:w="1566" w:type="dxa"/>
          </w:tcPr>
          <w:p w14:paraId="20B7DFF1" w14:textId="77777777" w:rsidR="002829C2" w:rsidRPr="002829C2" w:rsidRDefault="002829C2" w:rsidP="002829C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14" w:type="dxa"/>
          </w:tcPr>
          <w:p w14:paraId="4916F06D" w14:textId="77777777" w:rsidR="002829C2" w:rsidRPr="002829C2" w:rsidRDefault="002829C2" w:rsidP="002829C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829C2" w:rsidRPr="002829C2" w14:paraId="5E5A7106" w14:textId="77777777" w:rsidTr="007B3B56">
        <w:trPr>
          <w:jc w:val="center"/>
        </w:trPr>
        <w:tc>
          <w:tcPr>
            <w:tcW w:w="1980" w:type="dxa"/>
          </w:tcPr>
          <w:p w14:paraId="29C1F5EF" w14:textId="77777777" w:rsidR="002829C2" w:rsidRPr="002829C2" w:rsidRDefault="002829C2" w:rsidP="002829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Nükleer Enerji</w:t>
            </w:r>
          </w:p>
        </w:tc>
        <w:tc>
          <w:tcPr>
            <w:tcW w:w="1566" w:type="dxa"/>
          </w:tcPr>
          <w:p w14:paraId="11049497" w14:textId="77777777" w:rsidR="002829C2" w:rsidRPr="002829C2" w:rsidRDefault="002829C2" w:rsidP="002829C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14" w:type="dxa"/>
          </w:tcPr>
          <w:p w14:paraId="77C51242" w14:textId="77777777" w:rsidR="002829C2" w:rsidRPr="002829C2" w:rsidRDefault="002829C2" w:rsidP="002829C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4EAEE78B" w14:textId="77777777" w:rsidR="002829C2" w:rsidRPr="002829C2" w:rsidRDefault="002829C2" w:rsidP="002829C2">
      <w:pPr>
        <w:rPr>
          <w:rFonts w:ascii="Arial" w:hAnsi="Arial" w:cs="Arial"/>
          <w:b/>
          <w:sz w:val="18"/>
          <w:szCs w:val="18"/>
        </w:rPr>
      </w:pPr>
    </w:p>
    <w:p w14:paraId="26F59CB5" w14:textId="77777777" w:rsidR="0094452C" w:rsidRPr="002829C2" w:rsidRDefault="0094452C" w:rsidP="00DA09F5">
      <w:pPr>
        <w:rPr>
          <w:rStyle w:val="Gl"/>
          <w:rFonts w:ascii="Arial" w:hAnsi="Arial" w:cs="Arial"/>
          <w:b w:val="0"/>
          <w:bCs w:val="0"/>
          <w:sz w:val="18"/>
          <w:szCs w:val="18"/>
        </w:rPr>
      </w:pPr>
    </w:p>
    <w:p w14:paraId="3789A418" w14:textId="77777777" w:rsidR="00C95387" w:rsidRPr="000B7C71" w:rsidRDefault="006D793A" w:rsidP="00DA09F5">
      <w:pPr>
        <w:rPr>
          <w:rFonts w:ascii="Arial" w:hAnsi="Arial" w:cs="Arial"/>
          <w:b/>
          <w:i/>
          <w:iCs/>
          <w:sz w:val="18"/>
          <w:szCs w:val="18"/>
        </w:rPr>
      </w:pPr>
      <w:hyperlink r:id="rId20" w:history="1">
        <w:r w:rsidRPr="00600D02">
          <w:rPr>
            <w:rStyle w:val="Kpr"/>
            <w:rFonts w:ascii="Arial" w:hAnsi="Arial" w:cs="Arial"/>
            <w:b/>
            <w:i/>
            <w:iCs/>
            <w:sz w:val="18"/>
            <w:szCs w:val="18"/>
          </w:rPr>
          <w:t>https://www.sorubak.com</w:t>
        </w:r>
      </w:hyperlink>
      <w:r>
        <w:rPr>
          <w:rFonts w:ascii="Arial" w:hAnsi="Arial" w:cs="Arial"/>
          <w:b/>
          <w:i/>
          <w:iCs/>
          <w:sz w:val="18"/>
          <w:szCs w:val="18"/>
        </w:rPr>
        <w:t xml:space="preserve"> </w:t>
      </w:r>
    </w:p>
    <w:sectPr w:rsidR="00C95387" w:rsidRPr="000B7C71" w:rsidSect="0079308D">
      <w:type w:val="continuous"/>
      <w:pgSz w:w="11906" w:h="16838"/>
      <w:pgMar w:top="57" w:right="386" w:bottom="6" w:left="539" w:header="176" w:footer="709" w:gutter="0"/>
      <w:cols w:num="2" w:sep="1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7EA950" w14:textId="77777777" w:rsidR="002B1598" w:rsidRDefault="002B1598">
      <w:r>
        <w:separator/>
      </w:r>
    </w:p>
  </w:endnote>
  <w:endnote w:type="continuationSeparator" w:id="0">
    <w:p w14:paraId="4BC0411A" w14:textId="77777777" w:rsidR="002B1598" w:rsidRDefault="002B1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EF320C" w14:textId="77777777" w:rsidR="002B1598" w:rsidRDefault="002B1598">
      <w:r>
        <w:separator/>
      </w:r>
    </w:p>
  </w:footnote>
  <w:footnote w:type="continuationSeparator" w:id="0">
    <w:p w14:paraId="45EF54D4" w14:textId="77777777" w:rsidR="002B1598" w:rsidRDefault="002B15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1812CF" w14:textId="77777777" w:rsidR="00385C35" w:rsidRPr="004653E1" w:rsidRDefault="00385C35" w:rsidP="000964FA">
    <w:pPr>
      <w:jc w:val="center"/>
      <w:rPr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 w15:restartNumberingAfterBreak="0">
    <w:nsid w:val="011079BB"/>
    <w:multiLevelType w:val="hybridMultilevel"/>
    <w:tmpl w:val="0DF4CFC2"/>
    <w:lvl w:ilvl="0" w:tplc="CDC8073C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C430983"/>
    <w:multiLevelType w:val="hybridMultilevel"/>
    <w:tmpl w:val="A9FCD3F6"/>
    <w:lvl w:ilvl="0" w:tplc="071897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53C10"/>
    <w:multiLevelType w:val="hybridMultilevel"/>
    <w:tmpl w:val="67EE99F4"/>
    <w:lvl w:ilvl="0" w:tplc="B4C67D7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0B2981"/>
    <w:multiLevelType w:val="hybridMultilevel"/>
    <w:tmpl w:val="72A0C7A4"/>
    <w:lvl w:ilvl="0" w:tplc="9B0800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color w:val="00000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5A4AE0"/>
    <w:multiLevelType w:val="hybridMultilevel"/>
    <w:tmpl w:val="AFCCB458"/>
    <w:lvl w:ilvl="0" w:tplc="2D9AB42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3A826A0"/>
    <w:multiLevelType w:val="hybridMultilevel"/>
    <w:tmpl w:val="A2507040"/>
    <w:lvl w:ilvl="0" w:tplc="85AA40EA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3A780A"/>
    <w:multiLevelType w:val="hybridMultilevel"/>
    <w:tmpl w:val="E84EB4B0"/>
    <w:lvl w:ilvl="0" w:tplc="7E86577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A1261B"/>
    <w:multiLevelType w:val="hybridMultilevel"/>
    <w:tmpl w:val="3E14D838"/>
    <w:lvl w:ilvl="0" w:tplc="E5F6AB7C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3480"/>
        </w:tabs>
        <w:ind w:left="34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4200"/>
        </w:tabs>
        <w:ind w:left="42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4920"/>
        </w:tabs>
        <w:ind w:left="49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5640"/>
        </w:tabs>
        <w:ind w:left="56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6360"/>
        </w:tabs>
        <w:ind w:left="63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7080"/>
        </w:tabs>
        <w:ind w:left="70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7800"/>
        </w:tabs>
        <w:ind w:left="78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8520"/>
        </w:tabs>
        <w:ind w:left="8520" w:hanging="180"/>
      </w:pPr>
    </w:lvl>
  </w:abstractNum>
  <w:abstractNum w:abstractNumId="9" w15:restartNumberingAfterBreak="0">
    <w:nsid w:val="2D0C5AA1"/>
    <w:multiLevelType w:val="hybridMultilevel"/>
    <w:tmpl w:val="13C838CA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C76782"/>
    <w:multiLevelType w:val="hybridMultilevel"/>
    <w:tmpl w:val="ED0EF780"/>
    <w:lvl w:ilvl="0" w:tplc="8884D5F6">
      <w:start w:val="1"/>
      <w:numFmt w:val="upperLetter"/>
      <w:lvlText w:val="%1)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1" w15:restartNumberingAfterBreak="0">
    <w:nsid w:val="32B6360C"/>
    <w:multiLevelType w:val="hybridMultilevel"/>
    <w:tmpl w:val="8CD89C7E"/>
    <w:lvl w:ilvl="0" w:tplc="7A5C8598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33191224"/>
    <w:multiLevelType w:val="hybridMultilevel"/>
    <w:tmpl w:val="3D962DAA"/>
    <w:lvl w:ilvl="0" w:tplc="041F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A2023F5"/>
    <w:multiLevelType w:val="hybridMultilevel"/>
    <w:tmpl w:val="45BE02FA"/>
    <w:lvl w:ilvl="0" w:tplc="152C9F0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B432D9"/>
    <w:multiLevelType w:val="hybridMultilevel"/>
    <w:tmpl w:val="48C2AB36"/>
    <w:lvl w:ilvl="0" w:tplc="8CB80BAC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 w15:restartNumberingAfterBreak="0">
    <w:nsid w:val="4A282F15"/>
    <w:multiLevelType w:val="hybridMultilevel"/>
    <w:tmpl w:val="BE182E7C"/>
    <w:lvl w:ilvl="0" w:tplc="AAA64630">
      <w:start w:val="1"/>
      <w:numFmt w:val="upperLetter"/>
      <w:lvlText w:val="%1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0C527A"/>
    <w:multiLevelType w:val="hybridMultilevel"/>
    <w:tmpl w:val="8F6EEB94"/>
    <w:lvl w:ilvl="0" w:tplc="9878A64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982E67"/>
    <w:multiLevelType w:val="hybridMultilevel"/>
    <w:tmpl w:val="E3C823A0"/>
    <w:lvl w:ilvl="0" w:tplc="26225A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000000"/>
        <w:sz w:val="24"/>
        <w:szCs w:val="24"/>
      </w:rPr>
    </w:lvl>
    <w:lvl w:ilvl="1" w:tplc="041F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color w:val="000000"/>
        <w:sz w:val="24"/>
        <w:szCs w:val="24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8" w15:restartNumberingAfterBreak="0">
    <w:nsid w:val="64C471CC"/>
    <w:multiLevelType w:val="hybridMultilevel"/>
    <w:tmpl w:val="634A7832"/>
    <w:lvl w:ilvl="0" w:tplc="B59215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omic Sans MS" w:hAnsi="Comic Sans MS" w:hint="default"/>
        <w:b/>
        <w:i w:val="0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4F2665F"/>
    <w:multiLevelType w:val="hybridMultilevel"/>
    <w:tmpl w:val="F13C45D6"/>
    <w:lvl w:ilvl="0" w:tplc="D47EA0D6">
      <w:start w:val="6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9B473C9"/>
    <w:multiLevelType w:val="hybridMultilevel"/>
    <w:tmpl w:val="BA96971C"/>
    <w:lvl w:ilvl="0" w:tplc="5412C9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F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DCE473B"/>
    <w:multiLevelType w:val="hybridMultilevel"/>
    <w:tmpl w:val="55225918"/>
    <w:lvl w:ilvl="0" w:tplc="B95C88F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73A3FA3"/>
    <w:multiLevelType w:val="hybridMultilevel"/>
    <w:tmpl w:val="CC9612B2"/>
    <w:lvl w:ilvl="0" w:tplc="3E244E42">
      <w:start w:val="1"/>
      <w:numFmt w:val="lowerLetter"/>
      <w:lvlText w:val="%1."/>
      <w:lvlJc w:val="left"/>
      <w:pPr>
        <w:ind w:left="21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938" w:hanging="360"/>
      </w:pPr>
    </w:lvl>
    <w:lvl w:ilvl="2" w:tplc="041F001B" w:tentative="1">
      <w:start w:val="1"/>
      <w:numFmt w:val="lowerRoman"/>
      <w:lvlText w:val="%3."/>
      <w:lvlJc w:val="right"/>
      <w:pPr>
        <w:ind w:left="1658" w:hanging="180"/>
      </w:pPr>
    </w:lvl>
    <w:lvl w:ilvl="3" w:tplc="041F000F" w:tentative="1">
      <w:start w:val="1"/>
      <w:numFmt w:val="decimal"/>
      <w:lvlText w:val="%4."/>
      <w:lvlJc w:val="left"/>
      <w:pPr>
        <w:ind w:left="2378" w:hanging="360"/>
      </w:pPr>
    </w:lvl>
    <w:lvl w:ilvl="4" w:tplc="041F0019" w:tentative="1">
      <w:start w:val="1"/>
      <w:numFmt w:val="lowerLetter"/>
      <w:lvlText w:val="%5."/>
      <w:lvlJc w:val="left"/>
      <w:pPr>
        <w:ind w:left="3098" w:hanging="360"/>
      </w:pPr>
    </w:lvl>
    <w:lvl w:ilvl="5" w:tplc="041F001B" w:tentative="1">
      <w:start w:val="1"/>
      <w:numFmt w:val="lowerRoman"/>
      <w:lvlText w:val="%6."/>
      <w:lvlJc w:val="right"/>
      <w:pPr>
        <w:ind w:left="3818" w:hanging="180"/>
      </w:pPr>
    </w:lvl>
    <w:lvl w:ilvl="6" w:tplc="041F000F" w:tentative="1">
      <w:start w:val="1"/>
      <w:numFmt w:val="decimal"/>
      <w:lvlText w:val="%7."/>
      <w:lvlJc w:val="left"/>
      <w:pPr>
        <w:ind w:left="4538" w:hanging="360"/>
      </w:pPr>
    </w:lvl>
    <w:lvl w:ilvl="7" w:tplc="041F0019" w:tentative="1">
      <w:start w:val="1"/>
      <w:numFmt w:val="lowerLetter"/>
      <w:lvlText w:val="%8."/>
      <w:lvlJc w:val="left"/>
      <w:pPr>
        <w:ind w:left="5258" w:hanging="360"/>
      </w:pPr>
    </w:lvl>
    <w:lvl w:ilvl="8" w:tplc="041F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3" w15:restartNumberingAfterBreak="0">
    <w:nsid w:val="7A2E795D"/>
    <w:multiLevelType w:val="hybridMultilevel"/>
    <w:tmpl w:val="DFB6DFFE"/>
    <w:lvl w:ilvl="0" w:tplc="C20838F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17"/>
  </w:num>
  <w:num w:numId="3">
    <w:abstractNumId w:val="4"/>
  </w:num>
  <w:num w:numId="4">
    <w:abstractNumId w:val="12"/>
  </w:num>
  <w:num w:numId="5">
    <w:abstractNumId w:val="7"/>
  </w:num>
  <w:num w:numId="6">
    <w:abstractNumId w:val="16"/>
  </w:num>
  <w:num w:numId="7">
    <w:abstractNumId w:val="8"/>
  </w:num>
  <w:num w:numId="8">
    <w:abstractNumId w:val="19"/>
  </w:num>
  <w:num w:numId="9">
    <w:abstractNumId w:val="6"/>
  </w:num>
  <w:num w:numId="10">
    <w:abstractNumId w:val="18"/>
  </w:num>
  <w:num w:numId="11">
    <w:abstractNumId w:val="0"/>
  </w:num>
  <w:num w:numId="12">
    <w:abstractNumId w:val="10"/>
  </w:num>
  <w:num w:numId="13">
    <w:abstractNumId w:val="2"/>
  </w:num>
  <w:num w:numId="14">
    <w:abstractNumId w:val="11"/>
  </w:num>
  <w:num w:numId="15">
    <w:abstractNumId w:val="3"/>
  </w:num>
  <w:num w:numId="16">
    <w:abstractNumId w:val="21"/>
  </w:num>
  <w:num w:numId="17">
    <w:abstractNumId w:val="23"/>
  </w:num>
  <w:num w:numId="18">
    <w:abstractNumId w:val="14"/>
  </w:num>
  <w:num w:numId="19">
    <w:abstractNumId w:val="1"/>
  </w:num>
  <w:num w:numId="20">
    <w:abstractNumId w:val="9"/>
  </w:num>
  <w:num w:numId="21">
    <w:abstractNumId w:val="5"/>
  </w:num>
  <w:num w:numId="22">
    <w:abstractNumId w:val="2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26F7"/>
    <w:rsid w:val="00001E1B"/>
    <w:rsid w:val="000103E2"/>
    <w:rsid w:val="00010CB7"/>
    <w:rsid w:val="00011ECE"/>
    <w:rsid w:val="0001232F"/>
    <w:rsid w:val="00013539"/>
    <w:rsid w:val="00016BE3"/>
    <w:rsid w:val="00021ADE"/>
    <w:rsid w:val="00024282"/>
    <w:rsid w:val="00024730"/>
    <w:rsid w:val="00024771"/>
    <w:rsid w:val="00026E02"/>
    <w:rsid w:val="00030CFB"/>
    <w:rsid w:val="00031437"/>
    <w:rsid w:val="00033565"/>
    <w:rsid w:val="00034D60"/>
    <w:rsid w:val="00037664"/>
    <w:rsid w:val="00060D49"/>
    <w:rsid w:val="00064547"/>
    <w:rsid w:val="000665CF"/>
    <w:rsid w:val="00067C89"/>
    <w:rsid w:val="000732E1"/>
    <w:rsid w:val="00073CA4"/>
    <w:rsid w:val="000763CF"/>
    <w:rsid w:val="0008475A"/>
    <w:rsid w:val="000906A0"/>
    <w:rsid w:val="000960E8"/>
    <w:rsid w:val="000964FA"/>
    <w:rsid w:val="000A1013"/>
    <w:rsid w:val="000A4869"/>
    <w:rsid w:val="000A4EE5"/>
    <w:rsid w:val="000A7FDD"/>
    <w:rsid w:val="000B1AD6"/>
    <w:rsid w:val="000B2568"/>
    <w:rsid w:val="000B3865"/>
    <w:rsid w:val="000B670F"/>
    <w:rsid w:val="000B7C71"/>
    <w:rsid w:val="000C4A55"/>
    <w:rsid w:val="000C641E"/>
    <w:rsid w:val="000D0786"/>
    <w:rsid w:val="000D2294"/>
    <w:rsid w:val="000D308C"/>
    <w:rsid w:val="000E2079"/>
    <w:rsid w:val="000E4A71"/>
    <w:rsid w:val="000E5E32"/>
    <w:rsid w:val="000E6073"/>
    <w:rsid w:val="000E644E"/>
    <w:rsid w:val="000E7737"/>
    <w:rsid w:val="000F3BD4"/>
    <w:rsid w:val="000F4A1C"/>
    <w:rsid w:val="000F6340"/>
    <w:rsid w:val="00102380"/>
    <w:rsid w:val="00103D0C"/>
    <w:rsid w:val="00105083"/>
    <w:rsid w:val="00105138"/>
    <w:rsid w:val="00110DAD"/>
    <w:rsid w:val="0011182C"/>
    <w:rsid w:val="00114702"/>
    <w:rsid w:val="00116190"/>
    <w:rsid w:val="00120426"/>
    <w:rsid w:val="00120A16"/>
    <w:rsid w:val="001225D5"/>
    <w:rsid w:val="001244EE"/>
    <w:rsid w:val="00125E93"/>
    <w:rsid w:val="00127F6C"/>
    <w:rsid w:val="001334F1"/>
    <w:rsid w:val="001371B4"/>
    <w:rsid w:val="00140511"/>
    <w:rsid w:val="0014202B"/>
    <w:rsid w:val="001448D3"/>
    <w:rsid w:val="00152206"/>
    <w:rsid w:val="0015488E"/>
    <w:rsid w:val="00160E61"/>
    <w:rsid w:val="00165488"/>
    <w:rsid w:val="00166638"/>
    <w:rsid w:val="001667A3"/>
    <w:rsid w:val="0017331E"/>
    <w:rsid w:val="00175982"/>
    <w:rsid w:val="00184E79"/>
    <w:rsid w:val="00192A33"/>
    <w:rsid w:val="001941D0"/>
    <w:rsid w:val="001963AC"/>
    <w:rsid w:val="00197108"/>
    <w:rsid w:val="001B1E58"/>
    <w:rsid w:val="001B5B30"/>
    <w:rsid w:val="001C348C"/>
    <w:rsid w:val="001C4CA4"/>
    <w:rsid w:val="001D2AE5"/>
    <w:rsid w:val="001D500C"/>
    <w:rsid w:val="001E14A9"/>
    <w:rsid w:val="001E3DAD"/>
    <w:rsid w:val="001E51B5"/>
    <w:rsid w:val="001E65F5"/>
    <w:rsid w:val="001E7BF4"/>
    <w:rsid w:val="001F5FE4"/>
    <w:rsid w:val="002010E3"/>
    <w:rsid w:val="00201763"/>
    <w:rsid w:val="0020289D"/>
    <w:rsid w:val="00206DF8"/>
    <w:rsid w:val="00212280"/>
    <w:rsid w:val="002123FB"/>
    <w:rsid w:val="002133D1"/>
    <w:rsid w:val="00214D12"/>
    <w:rsid w:val="00220549"/>
    <w:rsid w:val="002214C7"/>
    <w:rsid w:val="002227B0"/>
    <w:rsid w:val="00227427"/>
    <w:rsid w:val="00231112"/>
    <w:rsid w:val="00232F54"/>
    <w:rsid w:val="00237F1C"/>
    <w:rsid w:val="0024142C"/>
    <w:rsid w:val="0025112D"/>
    <w:rsid w:val="00251DE3"/>
    <w:rsid w:val="00252602"/>
    <w:rsid w:val="00252BB2"/>
    <w:rsid w:val="00256F52"/>
    <w:rsid w:val="00257313"/>
    <w:rsid w:val="00267162"/>
    <w:rsid w:val="002674D7"/>
    <w:rsid w:val="002709D7"/>
    <w:rsid w:val="002829C2"/>
    <w:rsid w:val="0028534E"/>
    <w:rsid w:val="002856D1"/>
    <w:rsid w:val="00292C58"/>
    <w:rsid w:val="00292E1A"/>
    <w:rsid w:val="00294930"/>
    <w:rsid w:val="00296924"/>
    <w:rsid w:val="002969DB"/>
    <w:rsid w:val="00297C4F"/>
    <w:rsid w:val="002A0833"/>
    <w:rsid w:val="002A1E2A"/>
    <w:rsid w:val="002B0497"/>
    <w:rsid w:val="002B1598"/>
    <w:rsid w:val="002B313D"/>
    <w:rsid w:val="002B5A27"/>
    <w:rsid w:val="002C0281"/>
    <w:rsid w:val="002C4B67"/>
    <w:rsid w:val="002C55D8"/>
    <w:rsid w:val="002C6540"/>
    <w:rsid w:val="002C7442"/>
    <w:rsid w:val="002C7BFD"/>
    <w:rsid w:val="002D2CD0"/>
    <w:rsid w:val="002D3039"/>
    <w:rsid w:val="002E15CE"/>
    <w:rsid w:val="002E1B90"/>
    <w:rsid w:val="00303C3B"/>
    <w:rsid w:val="00306490"/>
    <w:rsid w:val="00310451"/>
    <w:rsid w:val="00315312"/>
    <w:rsid w:val="00317280"/>
    <w:rsid w:val="00320813"/>
    <w:rsid w:val="00320CBE"/>
    <w:rsid w:val="00322399"/>
    <w:rsid w:val="0032279C"/>
    <w:rsid w:val="00323AB7"/>
    <w:rsid w:val="00324CFC"/>
    <w:rsid w:val="003251C9"/>
    <w:rsid w:val="00325CA5"/>
    <w:rsid w:val="0032660A"/>
    <w:rsid w:val="00327AE9"/>
    <w:rsid w:val="00330FF4"/>
    <w:rsid w:val="00332B5D"/>
    <w:rsid w:val="003409D6"/>
    <w:rsid w:val="00340FAC"/>
    <w:rsid w:val="003445A7"/>
    <w:rsid w:val="00345B9E"/>
    <w:rsid w:val="003470DE"/>
    <w:rsid w:val="00350416"/>
    <w:rsid w:val="00350D18"/>
    <w:rsid w:val="00353BB5"/>
    <w:rsid w:val="003545FA"/>
    <w:rsid w:val="0036086C"/>
    <w:rsid w:val="00363AF0"/>
    <w:rsid w:val="00365CC3"/>
    <w:rsid w:val="003674CF"/>
    <w:rsid w:val="00373817"/>
    <w:rsid w:val="00380DB3"/>
    <w:rsid w:val="00385C35"/>
    <w:rsid w:val="00387024"/>
    <w:rsid w:val="0039553F"/>
    <w:rsid w:val="00397099"/>
    <w:rsid w:val="003A3679"/>
    <w:rsid w:val="003A46F6"/>
    <w:rsid w:val="003B677F"/>
    <w:rsid w:val="003C1138"/>
    <w:rsid w:val="003C235A"/>
    <w:rsid w:val="003C732B"/>
    <w:rsid w:val="003C7C40"/>
    <w:rsid w:val="003D0B82"/>
    <w:rsid w:val="003D4022"/>
    <w:rsid w:val="003D43D3"/>
    <w:rsid w:val="003D4685"/>
    <w:rsid w:val="003D7CDD"/>
    <w:rsid w:val="003E1BB5"/>
    <w:rsid w:val="003E2A4E"/>
    <w:rsid w:val="003E52A1"/>
    <w:rsid w:val="003E5325"/>
    <w:rsid w:val="003E7CA7"/>
    <w:rsid w:val="003F22EE"/>
    <w:rsid w:val="003F29F3"/>
    <w:rsid w:val="003F4CA6"/>
    <w:rsid w:val="003F4E22"/>
    <w:rsid w:val="00400BA7"/>
    <w:rsid w:val="0040192F"/>
    <w:rsid w:val="00407181"/>
    <w:rsid w:val="0041004D"/>
    <w:rsid w:val="00410F7F"/>
    <w:rsid w:val="004111DA"/>
    <w:rsid w:val="00412A70"/>
    <w:rsid w:val="00412CC6"/>
    <w:rsid w:val="004136E0"/>
    <w:rsid w:val="00425E4D"/>
    <w:rsid w:val="004264E2"/>
    <w:rsid w:val="00431A88"/>
    <w:rsid w:val="00431E0F"/>
    <w:rsid w:val="00435374"/>
    <w:rsid w:val="00435E0D"/>
    <w:rsid w:val="00441427"/>
    <w:rsid w:val="004416B5"/>
    <w:rsid w:val="00441E86"/>
    <w:rsid w:val="00443088"/>
    <w:rsid w:val="00443843"/>
    <w:rsid w:val="004444F6"/>
    <w:rsid w:val="0044586B"/>
    <w:rsid w:val="00445AAD"/>
    <w:rsid w:val="004512AC"/>
    <w:rsid w:val="004534A5"/>
    <w:rsid w:val="00453FA4"/>
    <w:rsid w:val="00454B38"/>
    <w:rsid w:val="00454C4A"/>
    <w:rsid w:val="00455EBE"/>
    <w:rsid w:val="00460500"/>
    <w:rsid w:val="0046063E"/>
    <w:rsid w:val="0046193B"/>
    <w:rsid w:val="004635EF"/>
    <w:rsid w:val="00465DFB"/>
    <w:rsid w:val="004666B5"/>
    <w:rsid w:val="004672FE"/>
    <w:rsid w:val="004718CF"/>
    <w:rsid w:val="004732CF"/>
    <w:rsid w:val="00473E88"/>
    <w:rsid w:val="00476D74"/>
    <w:rsid w:val="004817D2"/>
    <w:rsid w:val="004820E9"/>
    <w:rsid w:val="004847C9"/>
    <w:rsid w:val="00486240"/>
    <w:rsid w:val="004871FF"/>
    <w:rsid w:val="004905BD"/>
    <w:rsid w:val="004930EF"/>
    <w:rsid w:val="004939B7"/>
    <w:rsid w:val="00493E7C"/>
    <w:rsid w:val="00497A24"/>
    <w:rsid w:val="004A08DE"/>
    <w:rsid w:val="004A1291"/>
    <w:rsid w:val="004A2FE1"/>
    <w:rsid w:val="004A44DA"/>
    <w:rsid w:val="004A62F7"/>
    <w:rsid w:val="004B1655"/>
    <w:rsid w:val="004B3904"/>
    <w:rsid w:val="004B3E15"/>
    <w:rsid w:val="004B54E9"/>
    <w:rsid w:val="004C1B5B"/>
    <w:rsid w:val="004C2194"/>
    <w:rsid w:val="004C3301"/>
    <w:rsid w:val="004C43D0"/>
    <w:rsid w:val="004C6E9D"/>
    <w:rsid w:val="004D14ED"/>
    <w:rsid w:val="004D2455"/>
    <w:rsid w:val="004D4830"/>
    <w:rsid w:val="004D5E0A"/>
    <w:rsid w:val="004D6BAA"/>
    <w:rsid w:val="004E29B0"/>
    <w:rsid w:val="004E2C48"/>
    <w:rsid w:val="004F18D7"/>
    <w:rsid w:val="004F208D"/>
    <w:rsid w:val="004F65EF"/>
    <w:rsid w:val="00502619"/>
    <w:rsid w:val="00504EB1"/>
    <w:rsid w:val="0050634B"/>
    <w:rsid w:val="005154F0"/>
    <w:rsid w:val="0052037D"/>
    <w:rsid w:val="00521E68"/>
    <w:rsid w:val="005220FC"/>
    <w:rsid w:val="00532DAA"/>
    <w:rsid w:val="00545309"/>
    <w:rsid w:val="005529E9"/>
    <w:rsid w:val="00556082"/>
    <w:rsid w:val="00564D06"/>
    <w:rsid w:val="005674E7"/>
    <w:rsid w:val="005804F4"/>
    <w:rsid w:val="00582FFA"/>
    <w:rsid w:val="005831A7"/>
    <w:rsid w:val="00583518"/>
    <w:rsid w:val="00583923"/>
    <w:rsid w:val="00584D51"/>
    <w:rsid w:val="005861B3"/>
    <w:rsid w:val="00586882"/>
    <w:rsid w:val="005925BC"/>
    <w:rsid w:val="00593FC9"/>
    <w:rsid w:val="005976DC"/>
    <w:rsid w:val="005A3FA8"/>
    <w:rsid w:val="005A4DDC"/>
    <w:rsid w:val="005A7E2E"/>
    <w:rsid w:val="005B09D3"/>
    <w:rsid w:val="005B2B9B"/>
    <w:rsid w:val="005B345B"/>
    <w:rsid w:val="005B415C"/>
    <w:rsid w:val="005B4A10"/>
    <w:rsid w:val="005B5BEB"/>
    <w:rsid w:val="005D1FCF"/>
    <w:rsid w:val="005D2A5E"/>
    <w:rsid w:val="005D6C36"/>
    <w:rsid w:val="005D712D"/>
    <w:rsid w:val="005D7D5F"/>
    <w:rsid w:val="005E017B"/>
    <w:rsid w:val="005E3FDB"/>
    <w:rsid w:val="005E48AB"/>
    <w:rsid w:val="005E6746"/>
    <w:rsid w:val="005F5921"/>
    <w:rsid w:val="005F763B"/>
    <w:rsid w:val="006015F3"/>
    <w:rsid w:val="00603641"/>
    <w:rsid w:val="006053BD"/>
    <w:rsid w:val="00606DB1"/>
    <w:rsid w:val="00606EF6"/>
    <w:rsid w:val="0060770D"/>
    <w:rsid w:val="00607917"/>
    <w:rsid w:val="00610B54"/>
    <w:rsid w:val="0061789E"/>
    <w:rsid w:val="006202ED"/>
    <w:rsid w:val="00627D8A"/>
    <w:rsid w:val="00631E9A"/>
    <w:rsid w:val="00632155"/>
    <w:rsid w:val="0063639B"/>
    <w:rsid w:val="006442B5"/>
    <w:rsid w:val="00645477"/>
    <w:rsid w:val="00646CB9"/>
    <w:rsid w:val="0065088E"/>
    <w:rsid w:val="00657A54"/>
    <w:rsid w:val="00657BA8"/>
    <w:rsid w:val="006632BD"/>
    <w:rsid w:val="00663A85"/>
    <w:rsid w:val="00664515"/>
    <w:rsid w:val="00664686"/>
    <w:rsid w:val="006722A5"/>
    <w:rsid w:val="00675162"/>
    <w:rsid w:val="00675677"/>
    <w:rsid w:val="0068310E"/>
    <w:rsid w:val="00685317"/>
    <w:rsid w:val="00686398"/>
    <w:rsid w:val="006906EA"/>
    <w:rsid w:val="0069181A"/>
    <w:rsid w:val="006929DE"/>
    <w:rsid w:val="0069520A"/>
    <w:rsid w:val="006A03E8"/>
    <w:rsid w:val="006A266B"/>
    <w:rsid w:val="006A2C60"/>
    <w:rsid w:val="006A382D"/>
    <w:rsid w:val="006A7E41"/>
    <w:rsid w:val="006B0E36"/>
    <w:rsid w:val="006B17AF"/>
    <w:rsid w:val="006B3ACE"/>
    <w:rsid w:val="006B7C8C"/>
    <w:rsid w:val="006C0A4E"/>
    <w:rsid w:val="006C24E4"/>
    <w:rsid w:val="006C32BC"/>
    <w:rsid w:val="006D0BF9"/>
    <w:rsid w:val="006D606F"/>
    <w:rsid w:val="006D6BFC"/>
    <w:rsid w:val="006D793A"/>
    <w:rsid w:val="006D7AB5"/>
    <w:rsid w:val="006E199B"/>
    <w:rsid w:val="006E3853"/>
    <w:rsid w:val="006E4CDA"/>
    <w:rsid w:val="006E5F47"/>
    <w:rsid w:val="006E6BA2"/>
    <w:rsid w:val="006F0A75"/>
    <w:rsid w:val="006F14A0"/>
    <w:rsid w:val="006F3965"/>
    <w:rsid w:val="006F4219"/>
    <w:rsid w:val="006F4C29"/>
    <w:rsid w:val="006F4EEB"/>
    <w:rsid w:val="006F677B"/>
    <w:rsid w:val="00701116"/>
    <w:rsid w:val="00702F55"/>
    <w:rsid w:val="00706F84"/>
    <w:rsid w:val="00710429"/>
    <w:rsid w:val="00711726"/>
    <w:rsid w:val="007124CB"/>
    <w:rsid w:val="0071278B"/>
    <w:rsid w:val="00724A9C"/>
    <w:rsid w:val="00726C07"/>
    <w:rsid w:val="00733DB9"/>
    <w:rsid w:val="00741951"/>
    <w:rsid w:val="00742E10"/>
    <w:rsid w:val="0074367D"/>
    <w:rsid w:val="00751057"/>
    <w:rsid w:val="00751DCD"/>
    <w:rsid w:val="00752558"/>
    <w:rsid w:val="00754F89"/>
    <w:rsid w:val="007567D1"/>
    <w:rsid w:val="00760475"/>
    <w:rsid w:val="00762BB1"/>
    <w:rsid w:val="00762E2F"/>
    <w:rsid w:val="00763263"/>
    <w:rsid w:val="00766A7A"/>
    <w:rsid w:val="007704C5"/>
    <w:rsid w:val="007758D5"/>
    <w:rsid w:val="0078426A"/>
    <w:rsid w:val="007859F3"/>
    <w:rsid w:val="00785D4C"/>
    <w:rsid w:val="0078793D"/>
    <w:rsid w:val="00791F39"/>
    <w:rsid w:val="0079308D"/>
    <w:rsid w:val="0079360B"/>
    <w:rsid w:val="007A16B2"/>
    <w:rsid w:val="007A1B3B"/>
    <w:rsid w:val="007A2445"/>
    <w:rsid w:val="007A26EA"/>
    <w:rsid w:val="007A3998"/>
    <w:rsid w:val="007B0120"/>
    <w:rsid w:val="007B305F"/>
    <w:rsid w:val="007C2841"/>
    <w:rsid w:val="007C4AB3"/>
    <w:rsid w:val="007C5A5C"/>
    <w:rsid w:val="007C7AD9"/>
    <w:rsid w:val="007D13BA"/>
    <w:rsid w:val="007D2E73"/>
    <w:rsid w:val="007D41FD"/>
    <w:rsid w:val="007D4365"/>
    <w:rsid w:val="007E17B1"/>
    <w:rsid w:val="007E1BF4"/>
    <w:rsid w:val="007E3A6F"/>
    <w:rsid w:val="007E43EC"/>
    <w:rsid w:val="007E52C6"/>
    <w:rsid w:val="007E5573"/>
    <w:rsid w:val="007E5773"/>
    <w:rsid w:val="007E7CD3"/>
    <w:rsid w:val="007E7ED6"/>
    <w:rsid w:val="00804886"/>
    <w:rsid w:val="00810428"/>
    <w:rsid w:val="00810A17"/>
    <w:rsid w:val="00810E79"/>
    <w:rsid w:val="008177DE"/>
    <w:rsid w:val="00827900"/>
    <w:rsid w:val="0083629D"/>
    <w:rsid w:val="008426F7"/>
    <w:rsid w:val="00842A77"/>
    <w:rsid w:val="00842F74"/>
    <w:rsid w:val="00843FB8"/>
    <w:rsid w:val="00846217"/>
    <w:rsid w:val="00856CB6"/>
    <w:rsid w:val="00861662"/>
    <w:rsid w:val="00861C9D"/>
    <w:rsid w:val="00862C39"/>
    <w:rsid w:val="00865886"/>
    <w:rsid w:val="00866900"/>
    <w:rsid w:val="008715F7"/>
    <w:rsid w:val="00886155"/>
    <w:rsid w:val="00886CE1"/>
    <w:rsid w:val="008910A1"/>
    <w:rsid w:val="00895C7D"/>
    <w:rsid w:val="008A00D4"/>
    <w:rsid w:val="008A27B5"/>
    <w:rsid w:val="008A62CB"/>
    <w:rsid w:val="008A6FB7"/>
    <w:rsid w:val="008A7A94"/>
    <w:rsid w:val="008B730C"/>
    <w:rsid w:val="008D0094"/>
    <w:rsid w:val="008D1AA9"/>
    <w:rsid w:val="008D4364"/>
    <w:rsid w:val="008D51EB"/>
    <w:rsid w:val="008D5E51"/>
    <w:rsid w:val="008D6C22"/>
    <w:rsid w:val="008D7582"/>
    <w:rsid w:val="008E17A8"/>
    <w:rsid w:val="008E520C"/>
    <w:rsid w:val="008E550A"/>
    <w:rsid w:val="008E57DB"/>
    <w:rsid w:val="008E7204"/>
    <w:rsid w:val="008F37CA"/>
    <w:rsid w:val="008F4321"/>
    <w:rsid w:val="008F5D32"/>
    <w:rsid w:val="0090263A"/>
    <w:rsid w:val="00902A64"/>
    <w:rsid w:val="009043F8"/>
    <w:rsid w:val="0090720A"/>
    <w:rsid w:val="0091153A"/>
    <w:rsid w:val="00921DE7"/>
    <w:rsid w:val="00921ECB"/>
    <w:rsid w:val="0092242B"/>
    <w:rsid w:val="0092613C"/>
    <w:rsid w:val="00930061"/>
    <w:rsid w:val="009303CF"/>
    <w:rsid w:val="009377C9"/>
    <w:rsid w:val="00941AF2"/>
    <w:rsid w:val="0094397B"/>
    <w:rsid w:val="0094452C"/>
    <w:rsid w:val="009465CE"/>
    <w:rsid w:val="009475AE"/>
    <w:rsid w:val="00950059"/>
    <w:rsid w:val="00950077"/>
    <w:rsid w:val="00950377"/>
    <w:rsid w:val="009551F5"/>
    <w:rsid w:val="009569F3"/>
    <w:rsid w:val="00957967"/>
    <w:rsid w:val="009602F9"/>
    <w:rsid w:val="00964619"/>
    <w:rsid w:val="0097124A"/>
    <w:rsid w:val="00972F53"/>
    <w:rsid w:val="0097635B"/>
    <w:rsid w:val="0097659A"/>
    <w:rsid w:val="00977F24"/>
    <w:rsid w:val="009833E5"/>
    <w:rsid w:val="009852DD"/>
    <w:rsid w:val="0098750A"/>
    <w:rsid w:val="00991A46"/>
    <w:rsid w:val="00992FE0"/>
    <w:rsid w:val="009936B7"/>
    <w:rsid w:val="00995BE8"/>
    <w:rsid w:val="00996693"/>
    <w:rsid w:val="009A3D87"/>
    <w:rsid w:val="009A4E18"/>
    <w:rsid w:val="009B1016"/>
    <w:rsid w:val="009B733D"/>
    <w:rsid w:val="009B7B17"/>
    <w:rsid w:val="009C0531"/>
    <w:rsid w:val="009C1EC6"/>
    <w:rsid w:val="009C3234"/>
    <w:rsid w:val="009D184A"/>
    <w:rsid w:val="009D3C5C"/>
    <w:rsid w:val="009D3D7F"/>
    <w:rsid w:val="009E1265"/>
    <w:rsid w:val="009E1427"/>
    <w:rsid w:val="009E57E3"/>
    <w:rsid w:val="009E6E5B"/>
    <w:rsid w:val="009E721D"/>
    <w:rsid w:val="009E7E18"/>
    <w:rsid w:val="009F1E80"/>
    <w:rsid w:val="009F319D"/>
    <w:rsid w:val="009F5DCC"/>
    <w:rsid w:val="009F7DE4"/>
    <w:rsid w:val="00A04174"/>
    <w:rsid w:val="00A05462"/>
    <w:rsid w:val="00A05A07"/>
    <w:rsid w:val="00A10B88"/>
    <w:rsid w:val="00A142F0"/>
    <w:rsid w:val="00A21CA0"/>
    <w:rsid w:val="00A22472"/>
    <w:rsid w:val="00A23304"/>
    <w:rsid w:val="00A245B7"/>
    <w:rsid w:val="00A25ABE"/>
    <w:rsid w:val="00A2769F"/>
    <w:rsid w:val="00A27E2F"/>
    <w:rsid w:val="00A27E49"/>
    <w:rsid w:val="00A3045E"/>
    <w:rsid w:val="00A37DFA"/>
    <w:rsid w:val="00A40300"/>
    <w:rsid w:val="00A415A3"/>
    <w:rsid w:val="00A42939"/>
    <w:rsid w:val="00A44D83"/>
    <w:rsid w:val="00A5387F"/>
    <w:rsid w:val="00A555BB"/>
    <w:rsid w:val="00A602D7"/>
    <w:rsid w:val="00A61106"/>
    <w:rsid w:val="00A649AD"/>
    <w:rsid w:val="00A653D4"/>
    <w:rsid w:val="00A65EA1"/>
    <w:rsid w:val="00A6733C"/>
    <w:rsid w:val="00A6766F"/>
    <w:rsid w:val="00A71F41"/>
    <w:rsid w:val="00A728BC"/>
    <w:rsid w:val="00A738A9"/>
    <w:rsid w:val="00A74F68"/>
    <w:rsid w:val="00A76E41"/>
    <w:rsid w:val="00A77607"/>
    <w:rsid w:val="00A80DEC"/>
    <w:rsid w:val="00A8218B"/>
    <w:rsid w:val="00A829F8"/>
    <w:rsid w:val="00A82D1F"/>
    <w:rsid w:val="00A905FC"/>
    <w:rsid w:val="00A92C45"/>
    <w:rsid w:val="00A93A76"/>
    <w:rsid w:val="00A941E5"/>
    <w:rsid w:val="00A97825"/>
    <w:rsid w:val="00AA368A"/>
    <w:rsid w:val="00AA79A9"/>
    <w:rsid w:val="00AA7B4E"/>
    <w:rsid w:val="00AB39EB"/>
    <w:rsid w:val="00AB67A1"/>
    <w:rsid w:val="00AC1433"/>
    <w:rsid w:val="00AC18F5"/>
    <w:rsid w:val="00AD5289"/>
    <w:rsid w:val="00AD6E8B"/>
    <w:rsid w:val="00AE6B1C"/>
    <w:rsid w:val="00AF06E7"/>
    <w:rsid w:val="00AF1498"/>
    <w:rsid w:val="00AF1941"/>
    <w:rsid w:val="00AF2BAC"/>
    <w:rsid w:val="00AF5575"/>
    <w:rsid w:val="00AF5D7D"/>
    <w:rsid w:val="00B0203A"/>
    <w:rsid w:val="00B02DB6"/>
    <w:rsid w:val="00B03CFD"/>
    <w:rsid w:val="00B04164"/>
    <w:rsid w:val="00B04AC9"/>
    <w:rsid w:val="00B05852"/>
    <w:rsid w:val="00B07454"/>
    <w:rsid w:val="00B07653"/>
    <w:rsid w:val="00B16781"/>
    <w:rsid w:val="00B22AED"/>
    <w:rsid w:val="00B22D24"/>
    <w:rsid w:val="00B31660"/>
    <w:rsid w:val="00B3347C"/>
    <w:rsid w:val="00B3434B"/>
    <w:rsid w:val="00B359CE"/>
    <w:rsid w:val="00B428B9"/>
    <w:rsid w:val="00B44AF0"/>
    <w:rsid w:val="00B4712B"/>
    <w:rsid w:val="00B50250"/>
    <w:rsid w:val="00B516A5"/>
    <w:rsid w:val="00B53E74"/>
    <w:rsid w:val="00B6074F"/>
    <w:rsid w:val="00B632BA"/>
    <w:rsid w:val="00B67832"/>
    <w:rsid w:val="00B71878"/>
    <w:rsid w:val="00B7194C"/>
    <w:rsid w:val="00B7431F"/>
    <w:rsid w:val="00B77F05"/>
    <w:rsid w:val="00B80CCA"/>
    <w:rsid w:val="00B842CC"/>
    <w:rsid w:val="00B852F6"/>
    <w:rsid w:val="00B91CE9"/>
    <w:rsid w:val="00B95453"/>
    <w:rsid w:val="00BA2498"/>
    <w:rsid w:val="00BA2ECD"/>
    <w:rsid w:val="00BA3D62"/>
    <w:rsid w:val="00BA48DC"/>
    <w:rsid w:val="00BA7681"/>
    <w:rsid w:val="00BA78E4"/>
    <w:rsid w:val="00BA7968"/>
    <w:rsid w:val="00BB0A89"/>
    <w:rsid w:val="00BB1610"/>
    <w:rsid w:val="00BB17AD"/>
    <w:rsid w:val="00BC1F1F"/>
    <w:rsid w:val="00BC4DC7"/>
    <w:rsid w:val="00BC4F1D"/>
    <w:rsid w:val="00BC4FAF"/>
    <w:rsid w:val="00BC75C0"/>
    <w:rsid w:val="00BC75D0"/>
    <w:rsid w:val="00BD0E32"/>
    <w:rsid w:val="00BD1690"/>
    <w:rsid w:val="00BD454A"/>
    <w:rsid w:val="00BD499A"/>
    <w:rsid w:val="00BE2DE9"/>
    <w:rsid w:val="00BE74E2"/>
    <w:rsid w:val="00BF24BC"/>
    <w:rsid w:val="00BF2F2F"/>
    <w:rsid w:val="00C03216"/>
    <w:rsid w:val="00C03918"/>
    <w:rsid w:val="00C04EF4"/>
    <w:rsid w:val="00C121D8"/>
    <w:rsid w:val="00C207EE"/>
    <w:rsid w:val="00C20FE1"/>
    <w:rsid w:val="00C2669C"/>
    <w:rsid w:val="00C27DC2"/>
    <w:rsid w:val="00C3120D"/>
    <w:rsid w:val="00C31EBA"/>
    <w:rsid w:val="00C35163"/>
    <w:rsid w:val="00C36666"/>
    <w:rsid w:val="00C41A0B"/>
    <w:rsid w:val="00C47C5B"/>
    <w:rsid w:val="00C51EFE"/>
    <w:rsid w:val="00C54FF1"/>
    <w:rsid w:val="00C63D71"/>
    <w:rsid w:val="00C66EC9"/>
    <w:rsid w:val="00C7068F"/>
    <w:rsid w:val="00C71B66"/>
    <w:rsid w:val="00C818C1"/>
    <w:rsid w:val="00C8361F"/>
    <w:rsid w:val="00C95387"/>
    <w:rsid w:val="00C95659"/>
    <w:rsid w:val="00C96C50"/>
    <w:rsid w:val="00CA0161"/>
    <w:rsid w:val="00CA1157"/>
    <w:rsid w:val="00CA3AF8"/>
    <w:rsid w:val="00CA4174"/>
    <w:rsid w:val="00CA52E3"/>
    <w:rsid w:val="00CA63C4"/>
    <w:rsid w:val="00CB32E7"/>
    <w:rsid w:val="00CB61E3"/>
    <w:rsid w:val="00CC111F"/>
    <w:rsid w:val="00CC130A"/>
    <w:rsid w:val="00CC1320"/>
    <w:rsid w:val="00CC3F67"/>
    <w:rsid w:val="00CC3F84"/>
    <w:rsid w:val="00CC7FB4"/>
    <w:rsid w:val="00CD331E"/>
    <w:rsid w:val="00CD4583"/>
    <w:rsid w:val="00CD4B2F"/>
    <w:rsid w:val="00CE001B"/>
    <w:rsid w:val="00CE14DD"/>
    <w:rsid w:val="00CE29BF"/>
    <w:rsid w:val="00CE375E"/>
    <w:rsid w:val="00CE3C9C"/>
    <w:rsid w:val="00CE5FE3"/>
    <w:rsid w:val="00CE668A"/>
    <w:rsid w:val="00CE6CDC"/>
    <w:rsid w:val="00CF7074"/>
    <w:rsid w:val="00CF726C"/>
    <w:rsid w:val="00CF7BB5"/>
    <w:rsid w:val="00D043BB"/>
    <w:rsid w:val="00D05976"/>
    <w:rsid w:val="00D0676D"/>
    <w:rsid w:val="00D06D58"/>
    <w:rsid w:val="00D06F08"/>
    <w:rsid w:val="00D07902"/>
    <w:rsid w:val="00D10983"/>
    <w:rsid w:val="00D13A65"/>
    <w:rsid w:val="00D14199"/>
    <w:rsid w:val="00D14393"/>
    <w:rsid w:val="00D17DF6"/>
    <w:rsid w:val="00D25498"/>
    <w:rsid w:val="00D25ABE"/>
    <w:rsid w:val="00D25F2B"/>
    <w:rsid w:val="00D27C9D"/>
    <w:rsid w:val="00D27E3B"/>
    <w:rsid w:val="00D3222C"/>
    <w:rsid w:val="00D3685C"/>
    <w:rsid w:val="00D419A6"/>
    <w:rsid w:val="00D43674"/>
    <w:rsid w:val="00D57932"/>
    <w:rsid w:val="00D57F5A"/>
    <w:rsid w:val="00D613BF"/>
    <w:rsid w:val="00D61761"/>
    <w:rsid w:val="00D62475"/>
    <w:rsid w:val="00D628F6"/>
    <w:rsid w:val="00D62908"/>
    <w:rsid w:val="00D62F80"/>
    <w:rsid w:val="00D6527B"/>
    <w:rsid w:val="00D66D07"/>
    <w:rsid w:val="00D66DFD"/>
    <w:rsid w:val="00D72F6E"/>
    <w:rsid w:val="00D77351"/>
    <w:rsid w:val="00D774D5"/>
    <w:rsid w:val="00D83209"/>
    <w:rsid w:val="00D83AE5"/>
    <w:rsid w:val="00D83EA5"/>
    <w:rsid w:val="00D8542D"/>
    <w:rsid w:val="00D87901"/>
    <w:rsid w:val="00D915F1"/>
    <w:rsid w:val="00D93EAF"/>
    <w:rsid w:val="00D9488E"/>
    <w:rsid w:val="00D9781D"/>
    <w:rsid w:val="00DA09F5"/>
    <w:rsid w:val="00DA173A"/>
    <w:rsid w:val="00DA28A9"/>
    <w:rsid w:val="00DA7581"/>
    <w:rsid w:val="00DB4FA8"/>
    <w:rsid w:val="00DB6E75"/>
    <w:rsid w:val="00DC43D1"/>
    <w:rsid w:val="00DC6BDB"/>
    <w:rsid w:val="00DD5E93"/>
    <w:rsid w:val="00DE19B3"/>
    <w:rsid w:val="00DE26E1"/>
    <w:rsid w:val="00DF7102"/>
    <w:rsid w:val="00DF78E6"/>
    <w:rsid w:val="00E02259"/>
    <w:rsid w:val="00E06D30"/>
    <w:rsid w:val="00E14CC7"/>
    <w:rsid w:val="00E14E74"/>
    <w:rsid w:val="00E16752"/>
    <w:rsid w:val="00E22DA0"/>
    <w:rsid w:val="00E303B9"/>
    <w:rsid w:val="00E33EB5"/>
    <w:rsid w:val="00E34581"/>
    <w:rsid w:val="00E34750"/>
    <w:rsid w:val="00E358CD"/>
    <w:rsid w:val="00E360D2"/>
    <w:rsid w:val="00E3625D"/>
    <w:rsid w:val="00E375C3"/>
    <w:rsid w:val="00E37E80"/>
    <w:rsid w:val="00E41091"/>
    <w:rsid w:val="00E42CAD"/>
    <w:rsid w:val="00E43BDB"/>
    <w:rsid w:val="00E47FA2"/>
    <w:rsid w:val="00E5140F"/>
    <w:rsid w:val="00E528A6"/>
    <w:rsid w:val="00E534D9"/>
    <w:rsid w:val="00E53631"/>
    <w:rsid w:val="00E560F5"/>
    <w:rsid w:val="00E5774B"/>
    <w:rsid w:val="00E60D9E"/>
    <w:rsid w:val="00E6169F"/>
    <w:rsid w:val="00E63409"/>
    <w:rsid w:val="00E64D08"/>
    <w:rsid w:val="00E659EF"/>
    <w:rsid w:val="00E725B1"/>
    <w:rsid w:val="00E7481C"/>
    <w:rsid w:val="00E74BF3"/>
    <w:rsid w:val="00E771E1"/>
    <w:rsid w:val="00E811D8"/>
    <w:rsid w:val="00E83663"/>
    <w:rsid w:val="00E842E1"/>
    <w:rsid w:val="00E84F23"/>
    <w:rsid w:val="00E9031C"/>
    <w:rsid w:val="00E909A8"/>
    <w:rsid w:val="00E90A18"/>
    <w:rsid w:val="00E9206F"/>
    <w:rsid w:val="00E92A5F"/>
    <w:rsid w:val="00E97BB1"/>
    <w:rsid w:val="00EA21A0"/>
    <w:rsid w:val="00EA2E54"/>
    <w:rsid w:val="00EA4070"/>
    <w:rsid w:val="00EA4827"/>
    <w:rsid w:val="00EA5DFA"/>
    <w:rsid w:val="00EA5E56"/>
    <w:rsid w:val="00EB1D77"/>
    <w:rsid w:val="00EB3F14"/>
    <w:rsid w:val="00EB5D3A"/>
    <w:rsid w:val="00EB7C15"/>
    <w:rsid w:val="00EC14AE"/>
    <w:rsid w:val="00EC194B"/>
    <w:rsid w:val="00EC1E5F"/>
    <w:rsid w:val="00EC3A01"/>
    <w:rsid w:val="00EC3F50"/>
    <w:rsid w:val="00ED0A68"/>
    <w:rsid w:val="00ED2D31"/>
    <w:rsid w:val="00ED4B90"/>
    <w:rsid w:val="00EE1576"/>
    <w:rsid w:val="00EE179C"/>
    <w:rsid w:val="00EE37C3"/>
    <w:rsid w:val="00EE629B"/>
    <w:rsid w:val="00EF39CF"/>
    <w:rsid w:val="00EF51BC"/>
    <w:rsid w:val="00EF6036"/>
    <w:rsid w:val="00EF6E14"/>
    <w:rsid w:val="00EF7C0C"/>
    <w:rsid w:val="00F00A9D"/>
    <w:rsid w:val="00F03CCE"/>
    <w:rsid w:val="00F07F24"/>
    <w:rsid w:val="00F118B7"/>
    <w:rsid w:val="00F14361"/>
    <w:rsid w:val="00F146F8"/>
    <w:rsid w:val="00F14DC2"/>
    <w:rsid w:val="00F14EB7"/>
    <w:rsid w:val="00F166B9"/>
    <w:rsid w:val="00F21C01"/>
    <w:rsid w:val="00F2426B"/>
    <w:rsid w:val="00F2566C"/>
    <w:rsid w:val="00F264B4"/>
    <w:rsid w:val="00F30F16"/>
    <w:rsid w:val="00F42611"/>
    <w:rsid w:val="00F42F89"/>
    <w:rsid w:val="00F46D88"/>
    <w:rsid w:val="00F46DCF"/>
    <w:rsid w:val="00F47C96"/>
    <w:rsid w:val="00F528D3"/>
    <w:rsid w:val="00F54C31"/>
    <w:rsid w:val="00F61260"/>
    <w:rsid w:val="00F616F4"/>
    <w:rsid w:val="00F633B9"/>
    <w:rsid w:val="00F63BD7"/>
    <w:rsid w:val="00F63C99"/>
    <w:rsid w:val="00F6554A"/>
    <w:rsid w:val="00F66488"/>
    <w:rsid w:val="00F75ABE"/>
    <w:rsid w:val="00F76347"/>
    <w:rsid w:val="00F8697B"/>
    <w:rsid w:val="00F90102"/>
    <w:rsid w:val="00F90CC5"/>
    <w:rsid w:val="00F91720"/>
    <w:rsid w:val="00F93456"/>
    <w:rsid w:val="00F94299"/>
    <w:rsid w:val="00F95556"/>
    <w:rsid w:val="00F963AD"/>
    <w:rsid w:val="00F97DBD"/>
    <w:rsid w:val="00FA2594"/>
    <w:rsid w:val="00FA2957"/>
    <w:rsid w:val="00FA77D0"/>
    <w:rsid w:val="00FB13C0"/>
    <w:rsid w:val="00FB19D1"/>
    <w:rsid w:val="00FB1C96"/>
    <w:rsid w:val="00FB4BEE"/>
    <w:rsid w:val="00FB585F"/>
    <w:rsid w:val="00FB5B1A"/>
    <w:rsid w:val="00FB60E6"/>
    <w:rsid w:val="00FC2AC6"/>
    <w:rsid w:val="00FC2AD8"/>
    <w:rsid w:val="00FC3AF4"/>
    <w:rsid w:val="00FC74FA"/>
    <w:rsid w:val="00FD00C0"/>
    <w:rsid w:val="00FE137E"/>
    <w:rsid w:val="00FE233E"/>
    <w:rsid w:val="00FE38B7"/>
    <w:rsid w:val="00FE79F9"/>
    <w:rsid w:val="00FF33E6"/>
    <w:rsid w:val="00FF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 style="mso-position-vertical-relative:lin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6833C90"/>
  <w15:docId w15:val="{F8D35A90-357B-43E1-837A-90789AA43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27C9D"/>
    <w:rPr>
      <w:sz w:val="24"/>
      <w:szCs w:val="24"/>
    </w:rPr>
  </w:style>
  <w:style w:type="paragraph" w:styleId="Balk5">
    <w:name w:val="heading 5"/>
    <w:basedOn w:val="Normal"/>
    <w:next w:val="Normal"/>
    <w:link w:val="Balk5Char"/>
    <w:qFormat/>
    <w:rsid w:val="00493E7C"/>
    <w:pPr>
      <w:keepNext/>
      <w:outlineLvl w:val="4"/>
    </w:pPr>
    <w:rPr>
      <w:rFonts w:ascii="Comic Sans MS" w:hAnsi="Comic Sans MS"/>
      <w:color w:val="000000"/>
      <w:sz w:val="18"/>
      <w:szCs w:val="20"/>
      <w:u w:val="singl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27C9D"/>
    <w:pPr>
      <w:ind w:left="720"/>
      <w:contextualSpacing/>
    </w:pPr>
  </w:style>
  <w:style w:type="paragraph" w:customStyle="1" w:styleId="Stil">
    <w:name w:val="Stil"/>
    <w:rsid w:val="00D27C9D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oKlavuzu">
    <w:name w:val="Table Grid"/>
    <w:basedOn w:val="NormalTablo"/>
    <w:uiPriority w:val="59"/>
    <w:rsid w:val="00D27C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enek">
    <w:name w:val="Seçenek"/>
    <w:basedOn w:val="Normal"/>
    <w:rsid w:val="005A7E2E"/>
    <w:pPr>
      <w:tabs>
        <w:tab w:val="left" w:pos="397"/>
        <w:tab w:val="left" w:pos="680"/>
        <w:tab w:val="left" w:pos="1191"/>
        <w:tab w:val="left" w:pos="1922"/>
        <w:tab w:val="left" w:pos="2721"/>
        <w:tab w:val="left" w:pos="3515"/>
      </w:tabs>
      <w:autoSpaceDE w:val="0"/>
      <w:autoSpaceDN w:val="0"/>
      <w:adjustRightInd w:val="0"/>
      <w:spacing w:after="57"/>
      <w:ind w:left="681" w:hanging="284"/>
      <w:jc w:val="both"/>
    </w:pPr>
    <w:rPr>
      <w:rFonts w:ascii="Arial" w:hAnsi="Arial"/>
      <w:sz w:val="18"/>
      <w:szCs w:val="18"/>
    </w:rPr>
  </w:style>
  <w:style w:type="paragraph" w:styleId="GvdeMetni">
    <w:name w:val="Body Text"/>
    <w:basedOn w:val="Normal"/>
    <w:link w:val="GvdeMetniChar"/>
    <w:rsid w:val="00BA3D62"/>
    <w:rPr>
      <w:b/>
      <w:bCs/>
    </w:rPr>
  </w:style>
  <w:style w:type="character" w:customStyle="1" w:styleId="GvdeMetniChar">
    <w:name w:val="Gövde Metni Char"/>
    <w:link w:val="GvdeMetni"/>
    <w:rsid w:val="00BA3D62"/>
    <w:rPr>
      <w:b/>
      <w:bCs/>
      <w:sz w:val="24"/>
      <w:szCs w:val="24"/>
    </w:rPr>
  </w:style>
  <w:style w:type="paragraph" w:customStyle="1" w:styleId="stBilgi1">
    <w:name w:val="Üst Bilgi1"/>
    <w:aliases w:val="header"/>
    <w:basedOn w:val="Normal"/>
    <w:link w:val="stbilgiChar"/>
    <w:uiPriority w:val="99"/>
    <w:rsid w:val="00256F5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1"/>
    <w:uiPriority w:val="99"/>
    <w:rsid w:val="00256F52"/>
    <w:rPr>
      <w:sz w:val="24"/>
      <w:szCs w:val="24"/>
    </w:rPr>
  </w:style>
  <w:style w:type="paragraph" w:customStyle="1" w:styleId="AltBilgi1">
    <w:name w:val="Alt Bilgi1"/>
    <w:aliases w:val="footer"/>
    <w:basedOn w:val="Normal"/>
    <w:link w:val="AltbilgiChar"/>
    <w:rsid w:val="00256F5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1"/>
    <w:rsid w:val="00256F52"/>
    <w:rPr>
      <w:sz w:val="24"/>
      <w:szCs w:val="24"/>
    </w:rPr>
  </w:style>
  <w:style w:type="character" w:styleId="Gl">
    <w:name w:val="Strong"/>
    <w:uiPriority w:val="22"/>
    <w:qFormat/>
    <w:rsid w:val="001448D3"/>
    <w:rPr>
      <w:b/>
      <w:bCs/>
    </w:rPr>
  </w:style>
  <w:style w:type="paragraph" w:customStyle="1" w:styleId="Default">
    <w:name w:val="Default"/>
    <w:rsid w:val="001448D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Calibri">
    <w:name w:val="Normal + Calibri"/>
    <w:aliases w:val="11 nk"/>
    <w:basedOn w:val="Normal"/>
    <w:rsid w:val="001D500C"/>
    <w:pPr>
      <w:ind w:left="-284"/>
    </w:pPr>
    <w:rPr>
      <w:rFonts w:ascii="Calibri" w:hAnsi="Calibri" w:cs="Tahoma"/>
      <w:sz w:val="22"/>
      <w:szCs w:val="22"/>
    </w:rPr>
  </w:style>
  <w:style w:type="paragraph" w:styleId="NormalWeb">
    <w:name w:val="Normal (Web)"/>
    <w:basedOn w:val="Normal"/>
    <w:uiPriority w:val="99"/>
    <w:rsid w:val="00995BE8"/>
    <w:pPr>
      <w:spacing w:before="100" w:beforeAutospacing="1" w:after="100" w:afterAutospacing="1"/>
    </w:pPr>
    <w:rPr>
      <w:rFonts w:eastAsia="Batang"/>
      <w:lang w:eastAsia="ko-KR"/>
    </w:rPr>
  </w:style>
  <w:style w:type="paragraph" w:customStyle="1" w:styleId="ListeParagraf1">
    <w:name w:val="Liste Paragraf1"/>
    <w:basedOn w:val="Normal"/>
    <w:rsid w:val="00B6074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lk5Char">
    <w:name w:val="Başlık 5 Char"/>
    <w:link w:val="Balk5"/>
    <w:rsid w:val="00493E7C"/>
    <w:rPr>
      <w:rFonts w:ascii="Comic Sans MS" w:hAnsi="Comic Sans MS" w:cs="Arial"/>
      <w:color w:val="000000"/>
      <w:sz w:val="18"/>
      <w:u w:val="single"/>
    </w:rPr>
  </w:style>
  <w:style w:type="character" w:customStyle="1" w:styleId="CharStyle3">
    <w:name w:val="CharStyle3"/>
    <w:rsid w:val="001B5B30"/>
    <w:rPr>
      <w:rFonts w:ascii="Arial" w:eastAsia="Arial" w:hAnsi="Arial" w:cs="Arial"/>
      <w:b w:val="0"/>
      <w:bCs w:val="0"/>
      <w:i w:val="0"/>
      <w:iCs w:val="0"/>
      <w:smallCaps w:val="0"/>
      <w:sz w:val="30"/>
      <w:szCs w:val="30"/>
    </w:rPr>
  </w:style>
  <w:style w:type="paragraph" w:customStyle="1" w:styleId="Style2">
    <w:name w:val="Style2"/>
    <w:basedOn w:val="Normal"/>
    <w:rsid w:val="001B5B30"/>
    <w:rPr>
      <w:rFonts w:ascii="Franklin Gothic Medium" w:eastAsia="Franklin Gothic Medium" w:hAnsi="Franklin Gothic Medium" w:cs="Franklin Gothic Medium"/>
      <w:sz w:val="20"/>
      <w:szCs w:val="20"/>
    </w:rPr>
  </w:style>
  <w:style w:type="character" w:customStyle="1" w:styleId="CharStyle0">
    <w:name w:val="CharStyle0"/>
    <w:rsid w:val="001B5B30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z w:val="32"/>
      <w:szCs w:val="32"/>
    </w:rPr>
  </w:style>
  <w:style w:type="paragraph" w:customStyle="1" w:styleId="Style3">
    <w:name w:val="Style3"/>
    <w:basedOn w:val="Normal"/>
    <w:rsid w:val="001B5B30"/>
    <w:pPr>
      <w:spacing w:line="360" w:lineRule="exact"/>
    </w:pPr>
    <w:rPr>
      <w:rFonts w:ascii="Arial" w:eastAsia="Arial" w:hAnsi="Arial" w:cs="Arial"/>
      <w:sz w:val="20"/>
      <w:szCs w:val="20"/>
    </w:rPr>
  </w:style>
  <w:style w:type="paragraph" w:customStyle="1" w:styleId="Style6">
    <w:name w:val="Style6"/>
    <w:basedOn w:val="Normal"/>
    <w:rsid w:val="001B5B30"/>
    <w:rPr>
      <w:rFonts w:ascii="Arial" w:eastAsia="Arial" w:hAnsi="Arial" w:cs="Arial"/>
      <w:sz w:val="20"/>
      <w:szCs w:val="20"/>
    </w:rPr>
  </w:style>
  <w:style w:type="character" w:customStyle="1" w:styleId="CharStyle5">
    <w:name w:val="CharStyle5"/>
    <w:rsid w:val="001B5B30"/>
    <w:rPr>
      <w:rFonts w:ascii="Arial" w:eastAsia="Arial" w:hAnsi="Arial" w:cs="Arial"/>
      <w:b w:val="0"/>
      <w:bCs w:val="0"/>
      <w:i w:val="0"/>
      <w:iCs w:val="0"/>
      <w:smallCaps w:val="0"/>
      <w:spacing w:val="-20"/>
      <w:sz w:val="32"/>
      <w:szCs w:val="32"/>
    </w:rPr>
  </w:style>
  <w:style w:type="character" w:customStyle="1" w:styleId="CharStyle6">
    <w:name w:val="CharStyle6"/>
    <w:rsid w:val="001B5B30"/>
    <w:rPr>
      <w:rFonts w:ascii="Arial" w:eastAsia="Arial" w:hAnsi="Arial" w:cs="Arial"/>
      <w:b/>
      <w:bCs/>
      <w:i w:val="0"/>
      <w:iCs w:val="0"/>
      <w:smallCaps w:val="0"/>
      <w:sz w:val="30"/>
      <w:szCs w:val="30"/>
    </w:rPr>
  </w:style>
  <w:style w:type="paragraph" w:customStyle="1" w:styleId="Style7">
    <w:name w:val="Style7"/>
    <w:basedOn w:val="Normal"/>
    <w:rsid w:val="001B5B30"/>
    <w:pPr>
      <w:spacing w:line="495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QMQuestion">
    <w:name w:val="QM Question"/>
    <w:basedOn w:val="Normal"/>
    <w:rsid w:val="005D6C36"/>
    <w:rPr>
      <w:b/>
      <w:bCs/>
      <w:iCs/>
    </w:rPr>
  </w:style>
  <w:style w:type="paragraph" w:styleId="AralkYok">
    <w:name w:val="No Spacing"/>
    <w:uiPriority w:val="1"/>
    <w:qFormat/>
    <w:rsid w:val="00D25ABE"/>
    <w:rPr>
      <w:rFonts w:ascii="Calibri" w:eastAsia="Calibri" w:hAnsi="Calibr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rsid w:val="00FF33E6"/>
    <w:rPr>
      <w:rFonts w:ascii="Segoe UI" w:hAnsi="Segoe UI"/>
      <w:sz w:val="18"/>
      <w:szCs w:val="18"/>
    </w:rPr>
  </w:style>
  <w:style w:type="character" w:customStyle="1" w:styleId="BalonMetniChar">
    <w:name w:val="Balon Metni Char"/>
    <w:link w:val="BalonMetni"/>
    <w:rsid w:val="00FF33E6"/>
    <w:rPr>
      <w:rFonts w:ascii="Segoe UI" w:hAnsi="Segoe UI" w:cs="Segoe UI"/>
      <w:sz w:val="18"/>
      <w:szCs w:val="18"/>
    </w:rPr>
  </w:style>
  <w:style w:type="character" w:styleId="Kpr">
    <w:name w:val="Hyperlink"/>
    <w:uiPriority w:val="99"/>
    <w:unhideWhenUsed/>
    <w:rsid w:val="00CC3F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3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emf"/><Relationship Id="rId18" Type="http://schemas.openxmlformats.org/officeDocument/2006/relationships/hyperlink" Target="https://3.bp.blogspot.com/-jSq9z-8WAt0/XBP5vv9-2OI/AAAAAAAAZzk/_KaNXqHbX8gL2OVWjj6rB0MxfVg05ytgACLcBGAs/s1600/soru-6.jpg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hyperlink" Target="https://2.bp.blogspot.com/--HClKHrr0JE/XBU0y2VHLxI/AAAAAAAAZ0I/UqawAsCV_G8jgSAvUHFSRNkVrbssTsUBwCLcBGAs/s1600/soru-4.png" TargetMode="External"/><Relationship Id="rId20" Type="http://schemas.openxmlformats.org/officeDocument/2006/relationships/hyperlink" Target="https://www.sorubak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yperlink" Target="https://4.bp.blogspot.com/-spv2RpiU2g8/XIA5t5euP6I/AAAAAAAAbOI/60s72A1XtRk5cIGx58_kvpGMTT84MTvxwCLcBGAs/s1600/soru-9.jpg" TargetMode="External"/><Relationship Id="rId19" Type="http://schemas.openxmlformats.org/officeDocument/2006/relationships/image" Target="media/image7.jpeg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hyperlink" Target="https://1.bp.blogspot.com/-IE-MoH2_XW8/XF3O58EezTI/AAAAAAAAatM/d6jIH7RWO6M0Xnbm6NxD8zhYXSH2wNpBQCLcBGAs/s1600/soru-17.png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Fen\1.%20Benim\5.%20&#350;ablonlar\3.%20Yaz&#305;l&#305;%20&#350;ablon.dotx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32884-9EA3-40B8-9C3A-237BDF7A3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3. Yazılı Şablon</Template>
  <TotalTime>1</TotalTime>
  <Pages>1</Pages>
  <Words>697</Words>
  <Characters>3975</Characters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2018-10-28T19:26:00Z</cp:lastPrinted>
  <dcterms:created xsi:type="dcterms:W3CDTF">2020-03-18T11:38:00Z</dcterms:created>
  <dcterms:modified xsi:type="dcterms:W3CDTF">2021-03-18T08:30:00Z</dcterms:modified>
  <cp:category>https://www.sorubak.com</cp:category>
</cp:coreProperties>
</file>