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885" w:rsidRPr="00444B5D" w:rsidRDefault="00ED3885" w:rsidP="00B01814">
      <w:pPr>
        <w:spacing w:line="20" w:lineRule="atLeast"/>
        <w:ind w:left="-709" w:right="-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…..</w:t>
      </w:r>
      <w:r w:rsidRPr="00444B5D">
        <w:rPr>
          <w:b/>
          <w:bCs/>
          <w:sz w:val="24"/>
          <w:szCs w:val="24"/>
        </w:rPr>
        <w:t xml:space="preserve"> ÖĞRETİM YILI </w:t>
      </w:r>
      <w:r>
        <w:rPr>
          <w:b/>
          <w:bCs/>
          <w:sz w:val="24"/>
          <w:szCs w:val="24"/>
        </w:rPr>
        <w:t>….</w:t>
      </w:r>
      <w:r w:rsidRPr="00444B5D">
        <w:rPr>
          <w:b/>
          <w:bCs/>
          <w:sz w:val="24"/>
          <w:szCs w:val="24"/>
        </w:rPr>
        <w:t xml:space="preserve"> ORTAO</w:t>
      </w:r>
      <w:r>
        <w:rPr>
          <w:b/>
          <w:bCs/>
          <w:sz w:val="24"/>
          <w:szCs w:val="24"/>
        </w:rPr>
        <w:t>KULU 6.SINIF MATEMATİK 2.DÖNEM 2</w:t>
      </w:r>
      <w:r w:rsidRPr="00444B5D">
        <w:rPr>
          <w:b/>
          <w:bCs/>
          <w:sz w:val="24"/>
          <w:szCs w:val="24"/>
        </w:rPr>
        <w:t xml:space="preserve">.YAZILI </w:t>
      </w:r>
    </w:p>
    <w:p w:rsidR="00ED3885" w:rsidRPr="00444B5D" w:rsidRDefault="00ED3885" w:rsidP="00B01814">
      <w:pPr>
        <w:spacing w:line="20" w:lineRule="atLeast"/>
        <w:ind w:left="-709" w:right="-567"/>
        <w:rPr>
          <w:b/>
          <w:bCs/>
          <w:sz w:val="24"/>
          <w:szCs w:val="24"/>
        </w:rPr>
      </w:pPr>
      <w:r w:rsidRPr="00444B5D">
        <w:rPr>
          <w:b/>
          <w:bCs/>
          <w:sz w:val="24"/>
          <w:szCs w:val="24"/>
        </w:rPr>
        <w:t>ADI-SOYADI:                                                                                     NO-SINIFI:</w:t>
      </w:r>
    </w:p>
    <w:p w:rsidR="00ED3885" w:rsidRDefault="00ED3885" w:rsidP="00B01814">
      <w:pPr>
        <w:spacing w:line="20" w:lineRule="atLeast"/>
        <w:ind w:left="-426"/>
        <w:rPr>
          <w:rFonts w:cs="Times New Roman"/>
        </w:rPr>
      </w:pP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1)DOĞRU VEYA YANLIŞ OLARAK DOLDURUNUZ(her biri 2 puan)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a)(…...)  </w:t>
      </w:r>
      <w:r w:rsidRPr="00355AAD">
        <w:rPr>
          <w:rFonts w:ascii="Times New Roman" w:hAnsi="Times New Roman" w:cs="Times New Roman"/>
          <w:sz w:val="24"/>
          <w:szCs w:val="24"/>
        </w:rPr>
        <w:t>pozitif tamsayılar</w:t>
      </w:r>
      <w:r>
        <w:rPr>
          <w:sz w:val="24"/>
          <w:szCs w:val="24"/>
        </w:rPr>
        <w:t xml:space="preserve"> (+) ile gösterilir</w:t>
      </w:r>
    </w:p>
    <w:p w:rsidR="00ED3885" w:rsidRDefault="00ED3885" w:rsidP="00B01814">
      <w:pPr>
        <w:tabs>
          <w:tab w:val="left" w:pos="2378"/>
        </w:tabs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b)(……)   +24=24 eşittir</w:t>
      </w:r>
      <w:r>
        <w:rPr>
          <w:sz w:val="24"/>
          <w:szCs w:val="24"/>
        </w:rPr>
        <w:tab/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c)(…..) tamsayılar pozitif tamsayılar ve negatif tamsayılardan birleşmesiyle olur.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d)(….) Örüntü belirli bir kuralla  artan veya azalan sistemdir.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e)(….) Toplama işleminde işaretler farklı ise çıkarılır. Küçük sayının işareti konur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2) Verilen ifadeleri yönlü sayı olarak belirtiniz(+,-)(her biri 2 puan)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a)Deniz seviyesinin 300 metre altı(……..)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b)250 lira alacağım var(…….)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c)398 lira borcum var(……)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d)Hava sıfırın altında 12 derece(……)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e)145 lira kar ettim (……)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3) Aşağıdaki işlemlerin sonuçlarını bulunuz?</w:t>
      </w:r>
      <w:r w:rsidRPr="00562E0A">
        <w:rPr>
          <w:sz w:val="24"/>
          <w:szCs w:val="24"/>
        </w:rPr>
        <w:t xml:space="preserve"> </w:t>
      </w:r>
      <w:r>
        <w:rPr>
          <w:sz w:val="24"/>
          <w:szCs w:val="24"/>
        </w:rPr>
        <w:t>(her biri 2 puan)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a) (+21)+(-12)=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b) (-33)+(-14)=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c) (+24)+(-38)=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d) (-17)-(+11)=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e) (-39)-(-18)=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f) (-32)+(-8)+(+4)=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g) 24-46=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h) -13-14=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4)  -20 ile +34 tam sayıları arası kaç birimdir?</w:t>
      </w:r>
      <w:r w:rsidRPr="00562E0A">
        <w:rPr>
          <w:sz w:val="24"/>
          <w:szCs w:val="24"/>
        </w:rPr>
        <w:t xml:space="preserve"> </w:t>
      </w:r>
      <w:r>
        <w:rPr>
          <w:sz w:val="24"/>
          <w:szCs w:val="24"/>
        </w:rPr>
        <w:t>(5 puan)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a) 14  b)54 c)-14 d)34</w:t>
      </w:r>
    </w:p>
    <w:p w:rsidR="00ED3885" w:rsidRDefault="00ED3885" w:rsidP="00B01814">
      <w:pPr>
        <w:spacing w:line="20" w:lineRule="atLeast"/>
        <w:ind w:left="-426"/>
        <w:rPr>
          <w:sz w:val="24"/>
          <w:szCs w:val="24"/>
        </w:rPr>
      </w:pPr>
      <w:r>
        <w:rPr>
          <w:sz w:val="24"/>
          <w:szCs w:val="24"/>
        </w:rPr>
        <w:t>5) a=-33    b=+2  c= I-37I   d= -14 büyükten küçüğe sıralanışı hangisidir?</w:t>
      </w:r>
      <w:r w:rsidRPr="00562E0A">
        <w:rPr>
          <w:sz w:val="24"/>
          <w:szCs w:val="24"/>
        </w:rPr>
        <w:t xml:space="preserve"> </w:t>
      </w:r>
      <w:r>
        <w:rPr>
          <w:sz w:val="24"/>
          <w:szCs w:val="24"/>
        </w:rPr>
        <w:t>(5 puan)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a) c&gt;b&gt;a&gt;d      </w:t>
      </w:r>
      <w:r>
        <w:rPr>
          <w:sz w:val="24"/>
          <w:szCs w:val="24"/>
        </w:rPr>
        <w:tab/>
        <w:t>b) c&gt;a&gt;d&gt;b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b) c&gt;b&gt;d&gt;a                                 c) a&gt;b&gt;c&gt;d</w:t>
      </w:r>
    </w:p>
    <w:p w:rsidR="00ED3885" w:rsidRDefault="00ED3885" w:rsidP="00B01814">
      <w:pPr>
        <w:spacing w:line="20" w:lineRule="atLeast"/>
        <w:ind w:left="-709"/>
        <w:rPr>
          <w:rFonts w:cs="Times New Roman"/>
          <w:sz w:val="24"/>
          <w:szCs w:val="24"/>
        </w:rPr>
      </w:pPr>
    </w:p>
    <w:p w:rsidR="00ED3885" w:rsidRDefault="00ED3885" w:rsidP="00B01814">
      <w:pPr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6) m=I-45I   n=+29  k= I-73I   s= -147 büyükten küçüğe sıralanışı hangisidir?</w:t>
      </w:r>
      <w:r w:rsidRPr="00562E0A">
        <w:rPr>
          <w:sz w:val="24"/>
          <w:szCs w:val="24"/>
        </w:rPr>
        <w:t xml:space="preserve"> </w:t>
      </w:r>
      <w:r>
        <w:rPr>
          <w:sz w:val="24"/>
          <w:szCs w:val="24"/>
        </w:rPr>
        <w:t>(5 puan)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a) m&gt;k&gt;n&gt;s      </w:t>
      </w:r>
      <w:r>
        <w:rPr>
          <w:sz w:val="24"/>
          <w:szCs w:val="24"/>
        </w:rPr>
        <w:tab/>
        <w:t>b) k&gt;m&gt;n&gt;s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b) s&gt;n&gt;m&gt;k                                 c) k&gt;n&gt;m&gt;s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7)Boşluklara  &lt; , &gt; ,  =  uygun olanları yerleştiriniz(her biri 2 puan)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-12….-3         -24……-19      I-41I….I-37I       54….I-54I      29…..+29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 w:rsidRPr="002249DC">
        <w:rPr>
          <w:sz w:val="24"/>
          <w:szCs w:val="24"/>
        </w:rPr>
        <w:t xml:space="preserve">8) </w:t>
      </w:r>
      <w:r>
        <w:rPr>
          <w:sz w:val="24"/>
          <w:szCs w:val="24"/>
        </w:rPr>
        <w:t>(her biri 3 puan)</w:t>
      </w:r>
    </w:p>
    <w:p w:rsidR="00ED3885" w:rsidRPr="002249DC" w:rsidRDefault="00ED3885" w:rsidP="00B01814">
      <w:pPr>
        <w:tabs>
          <w:tab w:val="left" w:pos="2478"/>
        </w:tabs>
        <w:spacing w:line="20" w:lineRule="atLeast"/>
        <w:ind w:left="-709"/>
        <w:rPr>
          <w:rStyle w:val="A1"/>
          <w:sz w:val="24"/>
          <w:szCs w:val="24"/>
        </w:rPr>
      </w:pPr>
      <w:r w:rsidRPr="002249DC">
        <w:rPr>
          <w:rStyle w:val="A1"/>
          <w:b/>
          <w:bCs/>
          <w:sz w:val="24"/>
          <w:szCs w:val="24"/>
        </w:rPr>
        <w:t xml:space="preserve">a. </w:t>
      </w:r>
      <w:r w:rsidRPr="002249DC">
        <w:rPr>
          <w:rStyle w:val="A1"/>
          <w:sz w:val="24"/>
          <w:szCs w:val="24"/>
        </w:rPr>
        <w:t>Kuralı 6n – 1 olan sayı örüntüsünün 9. adımındaki sayı kaçtır?</w:t>
      </w:r>
    </w:p>
    <w:p w:rsidR="00ED3885" w:rsidRPr="002249DC" w:rsidRDefault="00ED3885" w:rsidP="00B01814">
      <w:pPr>
        <w:tabs>
          <w:tab w:val="left" w:pos="2478"/>
        </w:tabs>
        <w:spacing w:line="20" w:lineRule="atLeast"/>
        <w:ind w:left="-709"/>
        <w:rPr>
          <w:rStyle w:val="A1"/>
          <w:rFonts w:cs="Times New Roman"/>
          <w:sz w:val="24"/>
          <w:szCs w:val="24"/>
        </w:rPr>
      </w:pPr>
      <w:r w:rsidRPr="002249DC">
        <w:rPr>
          <w:rStyle w:val="A1"/>
          <w:b/>
          <w:bCs/>
          <w:sz w:val="24"/>
          <w:szCs w:val="24"/>
        </w:rPr>
        <w:t xml:space="preserve">b. </w:t>
      </w:r>
      <w:r>
        <w:rPr>
          <w:sz w:val="24"/>
          <w:szCs w:val="24"/>
        </w:rPr>
        <w:t>3x+4y-14  ifadesinin sabit terimi kaçtır?</w:t>
      </w:r>
    </w:p>
    <w:p w:rsidR="00ED3885" w:rsidRPr="002249DC" w:rsidRDefault="00ED3885" w:rsidP="00B01814">
      <w:pPr>
        <w:tabs>
          <w:tab w:val="left" w:pos="2478"/>
        </w:tabs>
        <w:spacing w:line="20" w:lineRule="atLeast"/>
        <w:ind w:left="-709"/>
        <w:rPr>
          <w:rFonts w:cs="Times New Roman"/>
          <w:sz w:val="24"/>
          <w:szCs w:val="24"/>
        </w:rPr>
      </w:pPr>
      <w:r w:rsidRPr="002249DC">
        <w:rPr>
          <w:rStyle w:val="A1"/>
          <w:b/>
          <w:bCs/>
          <w:sz w:val="24"/>
          <w:szCs w:val="24"/>
        </w:rPr>
        <w:t xml:space="preserve">c. </w:t>
      </w:r>
      <w:r>
        <w:rPr>
          <w:sz w:val="24"/>
          <w:szCs w:val="24"/>
        </w:rPr>
        <w:t>) 4x+22y-19 cebirsel ifadesinin katsayılar toplamı kaçtır?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rStyle w:val="A1"/>
          <w:rFonts w:cs="Times New Roman"/>
          <w:sz w:val="24"/>
          <w:szCs w:val="24"/>
        </w:rPr>
      </w:pPr>
      <w:r w:rsidRPr="002249DC">
        <w:rPr>
          <w:rStyle w:val="A1"/>
          <w:b/>
          <w:bCs/>
          <w:sz w:val="24"/>
          <w:szCs w:val="24"/>
        </w:rPr>
        <w:t xml:space="preserve">d) </w:t>
      </w:r>
      <w:r>
        <w:rPr>
          <w:rStyle w:val="A1"/>
          <w:b/>
          <w:bCs/>
          <w:sz w:val="24"/>
          <w:szCs w:val="24"/>
        </w:rPr>
        <w:t xml:space="preserve"> </w:t>
      </w:r>
      <w:r w:rsidRPr="002249DC">
        <w:rPr>
          <w:rStyle w:val="A1"/>
          <w:sz w:val="24"/>
          <w:szCs w:val="24"/>
        </w:rPr>
        <w:t>Kuralı 8n – 5 olan sayı örüntüsünün hangi adımı 43 tür?</w:t>
      </w:r>
    </w:p>
    <w:p w:rsidR="00ED3885" w:rsidRPr="00B01814" w:rsidRDefault="00ED3885" w:rsidP="00B01814">
      <w:pPr>
        <w:tabs>
          <w:tab w:val="left" w:pos="2478"/>
        </w:tabs>
        <w:spacing w:line="20" w:lineRule="atLeast"/>
        <w:ind w:left="-709"/>
        <w:rPr>
          <w:rStyle w:val="A1"/>
          <w:rFonts w:cs="Times New Roman"/>
          <w:sz w:val="24"/>
          <w:szCs w:val="24"/>
        </w:rPr>
      </w:pPr>
      <w:r w:rsidRPr="00E93986">
        <w:rPr>
          <w:rStyle w:val="A1"/>
          <w:sz w:val="24"/>
          <w:szCs w:val="24"/>
        </w:rPr>
        <w:t>9)  Ondalık sayılarda işlemlerin sonuçlarını bulunuz?</w:t>
      </w:r>
      <w:r w:rsidRPr="00562E0A">
        <w:rPr>
          <w:sz w:val="24"/>
          <w:szCs w:val="24"/>
        </w:rPr>
        <w:t xml:space="preserve"> </w:t>
      </w:r>
      <w:r>
        <w:rPr>
          <w:sz w:val="24"/>
          <w:szCs w:val="24"/>
        </w:rPr>
        <w:t>(her biri 2 puan)</w:t>
      </w:r>
    </w:p>
    <w:p w:rsidR="00ED3885" w:rsidRPr="00E93986" w:rsidRDefault="00ED3885" w:rsidP="00B01814">
      <w:pPr>
        <w:tabs>
          <w:tab w:val="left" w:pos="2478"/>
        </w:tabs>
        <w:spacing w:line="20" w:lineRule="atLeast"/>
        <w:ind w:left="-709"/>
        <w:rPr>
          <w:rStyle w:val="A1"/>
          <w:sz w:val="24"/>
          <w:szCs w:val="24"/>
        </w:rPr>
      </w:pPr>
      <w:r w:rsidRPr="00E93986">
        <w:rPr>
          <w:rStyle w:val="A1"/>
          <w:sz w:val="24"/>
          <w:szCs w:val="24"/>
        </w:rPr>
        <w:t>a) 12,3+1,23=?</w:t>
      </w:r>
    </w:p>
    <w:p w:rsidR="00ED3885" w:rsidRPr="00E93986" w:rsidRDefault="00ED3885" w:rsidP="00B01814">
      <w:pPr>
        <w:tabs>
          <w:tab w:val="left" w:pos="2478"/>
        </w:tabs>
        <w:spacing w:line="20" w:lineRule="atLeast"/>
        <w:ind w:left="-709"/>
        <w:rPr>
          <w:rStyle w:val="A1"/>
          <w:sz w:val="24"/>
          <w:szCs w:val="24"/>
        </w:rPr>
      </w:pPr>
      <w:r w:rsidRPr="00E93986">
        <w:rPr>
          <w:rStyle w:val="A1"/>
          <w:sz w:val="24"/>
          <w:szCs w:val="24"/>
        </w:rPr>
        <w:t xml:space="preserve"> b)  14,24-3,124=?</w:t>
      </w:r>
    </w:p>
    <w:p w:rsidR="00ED3885" w:rsidRPr="00E93986" w:rsidRDefault="00ED3885" w:rsidP="00B01814">
      <w:pPr>
        <w:tabs>
          <w:tab w:val="left" w:pos="2478"/>
        </w:tabs>
        <w:spacing w:line="20" w:lineRule="atLeast"/>
        <w:ind w:left="-709"/>
        <w:rPr>
          <w:rStyle w:val="A1"/>
          <w:sz w:val="24"/>
          <w:szCs w:val="24"/>
        </w:rPr>
      </w:pPr>
      <w:r w:rsidRPr="00E93986">
        <w:rPr>
          <w:rStyle w:val="A1"/>
          <w:sz w:val="24"/>
          <w:szCs w:val="24"/>
        </w:rPr>
        <w:t>c)  17,2 .  0,08=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d) 28,8:0,04=?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10) Sözel ifadeleri cebirsel ifadeye çeviriniz?</w:t>
      </w:r>
      <w:r w:rsidRPr="00562E0A">
        <w:rPr>
          <w:sz w:val="24"/>
          <w:szCs w:val="24"/>
        </w:rPr>
        <w:t xml:space="preserve"> </w:t>
      </w:r>
      <w:r>
        <w:rPr>
          <w:sz w:val="24"/>
          <w:szCs w:val="24"/>
        </w:rPr>
        <w:t>(her biri 2 puan)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a) Bir sayının  3 katının 7 fazlası………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b)Bir sayının  4 fazlasının yarısı……..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c) Bir sayının   7 fazlasının 4 katı……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d)9 Bir sayının yarısının 19 eksiği……. 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11) Ali matematik yazılılarından 65, 75,82,74 almıştır.Matematik ortalaması kaçtır?</w:t>
      </w:r>
      <w:r w:rsidRPr="00562E0A">
        <w:rPr>
          <w:sz w:val="24"/>
          <w:szCs w:val="24"/>
        </w:rPr>
        <w:t xml:space="preserve"> </w:t>
      </w:r>
      <w:r>
        <w:rPr>
          <w:sz w:val="24"/>
          <w:szCs w:val="24"/>
        </w:rPr>
        <w:t>(4 puan)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12)  12,32,45,11,3,49,4,5,28 sayılarının açıklığını bulunuz?</w:t>
      </w:r>
      <w:r w:rsidRPr="00562E0A">
        <w:rPr>
          <w:sz w:val="24"/>
          <w:szCs w:val="24"/>
        </w:rPr>
        <w:t xml:space="preserve"> </w:t>
      </w:r>
      <w:r>
        <w:rPr>
          <w:sz w:val="24"/>
          <w:szCs w:val="24"/>
        </w:rPr>
        <w:t>(3 puan)</w:t>
      </w: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</w:p>
    <w:p w:rsidR="00ED3885" w:rsidRDefault="00ED3885" w:rsidP="00B01814">
      <w:pPr>
        <w:tabs>
          <w:tab w:val="left" w:pos="2478"/>
        </w:tabs>
        <w:spacing w:line="20" w:lineRule="atLeast"/>
        <w:ind w:left="-709"/>
        <w:rPr>
          <w:sz w:val="24"/>
          <w:szCs w:val="24"/>
        </w:rPr>
      </w:pPr>
      <w:r>
        <w:rPr>
          <w:sz w:val="24"/>
          <w:szCs w:val="24"/>
        </w:rPr>
        <w:t>13) Meral matematik ilk iki yazılılarından  65,67 almıştır.3 yazılıdan kaç almalıdır ki Ortalaması 70 olsun?</w:t>
      </w:r>
      <w:r w:rsidRPr="00562E0A">
        <w:rPr>
          <w:sz w:val="24"/>
          <w:szCs w:val="24"/>
        </w:rPr>
        <w:t xml:space="preserve"> </w:t>
      </w:r>
      <w:r>
        <w:rPr>
          <w:sz w:val="24"/>
          <w:szCs w:val="24"/>
        </w:rPr>
        <w:t>(4 puan)</w:t>
      </w:r>
    </w:p>
    <w:sectPr w:rsidR="00ED3885" w:rsidSect="00444B5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Helvetica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823AA"/>
    <w:multiLevelType w:val="hybridMultilevel"/>
    <w:tmpl w:val="ED0C7714"/>
    <w:lvl w:ilvl="0" w:tplc="0842319E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654" w:hanging="360"/>
      </w:pPr>
    </w:lvl>
    <w:lvl w:ilvl="2" w:tplc="041F001B">
      <w:start w:val="1"/>
      <w:numFmt w:val="lowerRoman"/>
      <w:lvlText w:val="%3."/>
      <w:lvlJc w:val="right"/>
      <w:pPr>
        <w:ind w:left="1374" w:hanging="180"/>
      </w:pPr>
    </w:lvl>
    <w:lvl w:ilvl="3" w:tplc="041F000F">
      <w:start w:val="1"/>
      <w:numFmt w:val="decimal"/>
      <w:lvlText w:val="%4."/>
      <w:lvlJc w:val="left"/>
      <w:pPr>
        <w:ind w:left="2094" w:hanging="360"/>
      </w:pPr>
    </w:lvl>
    <w:lvl w:ilvl="4" w:tplc="041F0019">
      <w:start w:val="1"/>
      <w:numFmt w:val="lowerLetter"/>
      <w:lvlText w:val="%5."/>
      <w:lvlJc w:val="left"/>
      <w:pPr>
        <w:ind w:left="2814" w:hanging="360"/>
      </w:pPr>
    </w:lvl>
    <w:lvl w:ilvl="5" w:tplc="041F001B">
      <w:start w:val="1"/>
      <w:numFmt w:val="lowerRoman"/>
      <w:lvlText w:val="%6."/>
      <w:lvlJc w:val="right"/>
      <w:pPr>
        <w:ind w:left="3534" w:hanging="180"/>
      </w:pPr>
    </w:lvl>
    <w:lvl w:ilvl="6" w:tplc="041F000F">
      <w:start w:val="1"/>
      <w:numFmt w:val="decimal"/>
      <w:lvlText w:val="%7."/>
      <w:lvlJc w:val="left"/>
      <w:pPr>
        <w:ind w:left="4254" w:hanging="360"/>
      </w:pPr>
    </w:lvl>
    <w:lvl w:ilvl="7" w:tplc="041F0019">
      <w:start w:val="1"/>
      <w:numFmt w:val="lowerLetter"/>
      <w:lvlText w:val="%8."/>
      <w:lvlJc w:val="left"/>
      <w:pPr>
        <w:ind w:left="4974" w:hanging="360"/>
      </w:pPr>
    </w:lvl>
    <w:lvl w:ilvl="8" w:tplc="041F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B5D"/>
    <w:rsid w:val="001742EF"/>
    <w:rsid w:val="002249DC"/>
    <w:rsid w:val="00234332"/>
    <w:rsid w:val="00355AAD"/>
    <w:rsid w:val="003B2838"/>
    <w:rsid w:val="003D0B6E"/>
    <w:rsid w:val="00410E50"/>
    <w:rsid w:val="00444B5D"/>
    <w:rsid w:val="0047330F"/>
    <w:rsid w:val="004C6490"/>
    <w:rsid w:val="00557767"/>
    <w:rsid w:val="00562E0A"/>
    <w:rsid w:val="00593907"/>
    <w:rsid w:val="006832A5"/>
    <w:rsid w:val="006848E1"/>
    <w:rsid w:val="00706296"/>
    <w:rsid w:val="00767DBB"/>
    <w:rsid w:val="007844CA"/>
    <w:rsid w:val="007B740E"/>
    <w:rsid w:val="007C0558"/>
    <w:rsid w:val="008B5B6F"/>
    <w:rsid w:val="0092660F"/>
    <w:rsid w:val="00B01814"/>
    <w:rsid w:val="00B653CC"/>
    <w:rsid w:val="00BC2FE0"/>
    <w:rsid w:val="00C06ECE"/>
    <w:rsid w:val="00DB3D5C"/>
    <w:rsid w:val="00DD49F9"/>
    <w:rsid w:val="00DF2E42"/>
    <w:rsid w:val="00E42D3C"/>
    <w:rsid w:val="00E93986"/>
    <w:rsid w:val="00ED3885"/>
    <w:rsid w:val="00F1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B5D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4B5D"/>
    <w:pPr>
      <w:ind w:left="720"/>
    </w:pPr>
  </w:style>
  <w:style w:type="paragraph" w:customStyle="1" w:styleId="Pa6">
    <w:name w:val="Pa6"/>
    <w:basedOn w:val="Normal"/>
    <w:next w:val="Normal"/>
    <w:uiPriority w:val="99"/>
    <w:rsid w:val="002249DC"/>
    <w:pPr>
      <w:autoSpaceDE w:val="0"/>
      <w:autoSpaceDN w:val="0"/>
      <w:adjustRightInd w:val="0"/>
      <w:spacing w:after="0" w:line="241" w:lineRule="atLeast"/>
    </w:pPr>
    <w:rPr>
      <w:rFonts w:ascii="HelveticaRegular" w:eastAsia="Calibri" w:hAnsi="HelveticaRegular" w:cs="HelveticaRegular"/>
      <w:sz w:val="24"/>
      <w:szCs w:val="24"/>
      <w:lang w:eastAsia="en-US"/>
    </w:rPr>
  </w:style>
  <w:style w:type="character" w:customStyle="1" w:styleId="A1">
    <w:name w:val="A1"/>
    <w:uiPriority w:val="99"/>
    <w:rsid w:val="002249DC"/>
    <w:rPr>
      <w:color w:val="000000"/>
      <w:sz w:val="20"/>
      <w:szCs w:val="20"/>
    </w:rPr>
  </w:style>
  <w:style w:type="paragraph" w:customStyle="1" w:styleId="Pa1">
    <w:name w:val="Pa1"/>
    <w:basedOn w:val="Normal"/>
    <w:next w:val="Normal"/>
    <w:uiPriority w:val="99"/>
    <w:rsid w:val="002249DC"/>
    <w:pPr>
      <w:autoSpaceDE w:val="0"/>
      <w:autoSpaceDN w:val="0"/>
      <w:adjustRightInd w:val="0"/>
      <w:spacing w:after="0" w:line="241" w:lineRule="atLeast"/>
    </w:pPr>
    <w:rPr>
      <w:rFonts w:ascii="HelveticaRegular" w:eastAsia="Calibri" w:hAnsi="HelveticaRegular" w:cs="HelveticaRegular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C06E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6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360</Words>
  <Characters>2052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2017-02-14T18:23:00Z</dcterms:created>
  <dcterms:modified xsi:type="dcterms:W3CDTF">2017-02-14T18:23:00Z</dcterms:modified>
</cp:coreProperties>
</file>