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6B0" w:rsidRPr="003D04F7" w:rsidRDefault="003576B0" w:rsidP="007E01BD">
      <w:pPr>
        <w:pStyle w:val="Default"/>
        <w:rPr>
          <w:rFonts w:ascii="Times New Roman" w:hAnsi="Times New Roman" w:cs="Times New Roman"/>
          <w:sz w:val="22"/>
          <w:szCs w:val="22"/>
        </w:rPr>
      </w:pPr>
      <w:r>
        <w:rPr>
          <w:rFonts w:ascii="Times New Roman" w:hAnsi="Times New Roman" w:cs="Times New Roman"/>
          <w:sz w:val="22"/>
          <w:szCs w:val="22"/>
        </w:rPr>
        <w:t>…</w:t>
      </w:r>
      <w:r w:rsidRPr="003D04F7">
        <w:rPr>
          <w:rFonts w:ascii="Times New Roman" w:hAnsi="Times New Roman" w:cs="Times New Roman"/>
          <w:sz w:val="22"/>
          <w:szCs w:val="22"/>
        </w:rPr>
        <w:t xml:space="preserve"> 7.SINIFLAR 2.DÖNEM 1.YAZILI SORULARIDIR</w:t>
      </w:r>
    </w:p>
    <w:p w:rsidR="003576B0" w:rsidRPr="003D04F7" w:rsidRDefault="003576B0" w:rsidP="007E01BD">
      <w:pPr>
        <w:pStyle w:val="Default"/>
        <w:rPr>
          <w:rFonts w:ascii="Times New Roman" w:hAnsi="Times New Roman" w:cs="Times New Roman"/>
          <w:sz w:val="22"/>
          <w:szCs w:val="22"/>
        </w:rPr>
      </w:pPr>
    </w:p>
    <w:p w:rsidR="003576B0" w:rsidRPr="003D04F7" w:rsidRDefault="003576B0" w:rsidP="007E01BD">
      <w:pPr>
        <w:pStyle w:val="Default"/>
        <w:spacing w:after="180"/>
        <w:rPr>
          <w:rFonts w:ascii="Times New Roman" w:hAnsi="Times New Roman" w:cs="Times New Roman"/>
          <w:sz w:val="22"/>
          <w:szCs w:val="22"/>
        </w:rPr>
      </w:pPr>
      <w:r w:rsidRPr="003D04F7">
        <w:rPr>
          <w:rFonts w:ascii="Times New Roman" w:hAnsi="Times New Roman" w:cs="Times New Roman"/>
          <w:b/>
          <w:bCs/>
          <w:sz w:val="22"/>
          <w:szCs w:val="22"/>
        </w:rPr>
        <w:t>1)Aşağıdaki cümlelerde altı çizili sözcüklerden han</w:t>
      </w:r>
      <w:r w:rsidRPr="003D04F7">
        <w:rPr>
          <w:rFonts w:ascii="Times New Roman" w:hAnsi="Times New Roman" w:cs="Times New Roman"/>
          <w:b/>
          <w:bCs/>
          <w:sz w:val="22"/>
          <w:szCs w:val="22"/>
        </w:rPr>
        <w:softHyphen/>
        <w:t xml:space="preserve">gisi terim anlamıyla </w:t>
      </w:r>
      <w:r w:rsidRPr="003D04F7">
        <w:rPr>
          <w:rStyle w:val="A6"/>
          <w:rFonts w:ascii="Times New Roman" w:hAnsi="Times New Roman" w:cs="Times New Roman"/>
          <w:b/>
          <w:bCs/>
          <w:sz w:val="22"/>
          <w:szCs w:val="22"/>
        </w:rPr>
        <w:t>kullanılmamıştır</w:t>
      </w:r>
      <w:r w:rsidRPr="003D04F7">
        <w:rPr>
          <w:rFonts w:ascii="Times New Roman" w:hAnsi="Times New Roman" w:cs="Times New Roman"/>
          <w:b/>
          <w:bCs/>
          <w:sz w:val="22"/>
          <w:szCs w:val="22"/>
        </w:rPr>
        <w:t xml:space="preserve">? </w:t>
      </w:r>
    </w:p>
    <w:p w:rsidR="003576B0" w:rsidRPr="003D04F7" w:rsidRDefault="003576B0" w:rsidP="007E01BD">
      <w:pPr>
        <w:pStyle w:val="Default"/>
        <w:spacing w:after="180"/>
        <w:rPr>
          <w:rFonts w:ascii="Times New Roman" w:hAnsi="Times New Roman" w:cs="Times New Roman"/>
          <w:sz w:val="22"/>
          <w:szCs w:val="22"/>
        </w:rPr>
      </w:pPr>
      <w:r w:rsidRPr="003D04F7">
        <w:rPr>
          <w:rStyle w:val="A4"/>
          <w:rFonts w:ascii="Times New Roman" w:hAnsi="Times New Roman" w:cs="Times New Roman"/>
          <w:sz w:val="22"/>
          <w:szCs w:val="22"/>
        </w:rPr>
        <w:t xml:space="preserve">A) </w:t>
      </w:r>
      <w:r w:rsidRPr="003D04F7">
        <w:rPr>
          <w:rFonts w:ascii="Times New Roman" w:hAnsi="Times New Roman" w:cs="Times New Roman"/>
          <w:sz w:val="22"/>
          <w:szCs w:val="22"/>
        </w:rPr>
        <w:t xml:space="preserve">Öğretmenimiz tahtaya iki tane </w:t>
      </w:r>
      <w:r w:rsidRPr="003D04F7">
        <w:rPr>
          <w:rStyle w:val="A6"/>
          <w:rFonts w:ascii="Times New Roman" w:hAnsi="Times New Roman" w:cs="Times New Roman"/>
          <w:sz w:val="22"/>
          <w:szCs w:val="22"/>
        </w:rPr>
        <w:t xml:space="preserve">açı </w:t>
      </w:r>
      <w:r w:rsidRPr="003D04F7">
        <w:rPr>
          <w:rFonts w:ascii="Times New Roman" w:hAnsi="Times New Roman" w:cs="Times New Roman"/>
          <w:sz w:val="22"/>
          <w:szCs w:val="22"/>
        </w:rPr>
        <w:t xml:space="preserve">çizdi. </w:t>
      </w:r>
    </w:p>
    <w:p w:rsidR="003576B0" w:rsidRPr="003D04F7" w:rsidRDefault="003576B0" w:rsidP="007E01BD">
      <w:pPr>
        <w:pStyle w:val="Default"/>
        <w:spacing w:after="180"/>
        <w:rPr>
          <w:rFonts w:ascii="Times New Roman" w:hAnsi="Times New Roman" w:cs="Times New Roman"/>
          <w:sz w:val="22"/>
          <w:szCs w:val="22"/>
        </w:rPr>
      </w:pPr>
      <w:r w:rsidRPr="003D04F7">
        <w:rPr>
          <w:rStyle w:val="A4"/>
          <w:rFonts w:ascii="Times New Roman" w:hAnsi="Times New Roman" w:cs="Times New Roman"/>
          <w:sz w:val="22"/>
          <w:szCs w:val="22"/>
        </w:rPr>
        <w:t xml:space="preserve">B) </w:t>
      </w:r>
      <w:r w:rsidRPr="003D04F7">
        <w:rPr>
          <w:rFonts w:ascii="Times New Roman" w:hAnsi="Times New Roman" w:cs="Times New Roman"/>
          <w:sz w:val="22"/>
          <w:szCs w:val="22"/>
        </w:rPr>
        <w:t xml:space="preserve">Kurallarına dikkat edilmeden yazılan bir </w:t>
      </w:r>
      <w:r w:rsidRPr="003D04F7">
        <w:rPr>
          <w:rStyle w:val="A6"/>
          <w:rFonts w:ascii="Times New Roman" w:hAnsi="Times New Roman" w:cs="Times New Roman"/>
          <w:sz w:val="22"/>
          <w:szCs w:val="22"/>
        </w:rPr>
        <w:t>kompozis</w:t>
      </w:r>
      <w:r w:rsidRPr="003D04F7">
        <w:rPr>
          <w:rStyle w:val="A6"/>
          <w:rFonts w:ascii="Times New Roman" w:hAnsi="Times New Roman" w:cs="Times New Roman"/>
          <w:sz w:val="22"/>
          <w:szCs w:val="22"/>
        </w:rPr>
        <w:softHyphen/>
        <w:t xml:space="preserve">yon </w:t>
      </w:r>
      <w:r w:rsidRPr="003D04F7">
        <w:rPr>
          <w:rFonts w:ascii="Times New Roman" w:hAnsi="Times New Roman" w:cs="Times New Roman"/>
          <w:sz w:val="22"/>
          <w:szCs w:val="22"/>
        </w:rPr>
        <w:t xml:space="preserve">eksik kalır. </w:t>
      </w:r>
    </w:p>
    <w:p w:rsidR="003576B0" w:rsidRPr="003D04F7" w:rsidRDefault="003576B0" w:rsidP="007E01BD">
      <w:pPr>
        <w:pStyle w:val="Default"/>
        <w:spacing w:after="180"/>
        <w:rPr>
          <w:rFonts w:ascii="Times New Roman" w:hAnsi="Times New Roman" w:cs="Times New Roman"/>
          <w:sz w:val="22"/>
          <w:szCs w:val="22"/>
        </w:rPr>
      </w:pPr>
      <w:r w:rsidRPr="003D04F7">
        <w:rPr>
          <w:rStyle w:val="A4"/>
          <w:rFonts w:ascii="Times New Roman" w:hAnsi="Times New Roman" w:cs="Times New Roman"/>
          <w:sz w:val="22"/>
          <w:szCs w:val="22"/>
        </w:rPr>
        <w:t xml:space="preserve">C) </w:t>
      </w:r>
      <w:r w:rsidRPr="003D04F7">
        <w:rPr>
          <w:rFonts w:ascii="Times New Roman" w:hAnsi="Times New Roman" w:cs="Times New Roman"/>
          <w:sz w:val="22"/>
          <w:szCs w:val="22"/>
        </w:rPr>
        <w:t xml:space="preserve">Mızıkçılık yapanı </w:t>
      </w:r>
      <w:r w:rsidRPr="003D04F7">
        <w:rPr>
          <w:rStyle w:val="A6"/>
          <w:rFonts w:ascii="Times New Roman" w:hAnsi="Times New Roman" w:cs="Times New Roman"/>
          <w:sz w:val="22"/>
          <w:szCs w:val="22"/>
        </w:rPr>
        <w:t xml:space="preserve">oyunumuzdan </w:t>
      </w:r>
      <w:r w:rsidRPr="003D04F7">
        <w:rPr>
          <w:rFonts w:ascii="Times New Roman" w:hAnsi="Times New Roman" w:cs="Times New Roman"/>
          <w:sz w:val="22"/>
          <w:szCs w:val="22"/>
        </w:rPr>
        <w:t xml:space="preserve">mutlaka çıkarırdık. </w:t>
      </w:r>
    </w:p>
    <w:p w:rsidR="003576B0" w:rsidRPr="003D04F7" w:rsidRDefault="003576B0" w:rsidP="007E01BD">
      <w:pPr>
        <w:pStyle w:val="Default"/>
        <w:rPr>
          <w:rFonts w:ascii="Times New Roman" w:hAnsi="Times New Roman" w:cs="Times New Roman"/>
          <w:sz w:val="22"/>
          <w:szCs w:val="22"/>
        </w:rPr>
      </w:pPr>
      <w:r w:rsidRPr="003D04F7">
        <w:rPr>
          <w:rStyle w:val="A4"/>
          <w:rFonts w:ascii="Times New Roman" w:hAnsi="Times New Roman" w:cs="Times New Roman"/>
          <w:sz w:val="22"/>
          <w:szCs w:val="22"/>
        </w:rPr>
        <w:t xml:space="preserve">D) </w:t>
      </w:r>
      <w:r w:rsidRPr="003D04F7">
        <w:rPr>
          <w:rStyle w:val="A6"/>
          <w:rFonts w:ascii="Times New Roman" w:hAnsi="Times New Roman" w:cs="Times New Roman"/>
          <w:sz w:val="22"/>
          <w:szCs w:val="22"/>
        </w:rPr>
        <w:t xml:space="preserve">Nota </w:t>
      </w:r>
      <w:r w:rsidRPr="003D04F7">
        <w:rPr>
          <w:rFonts w:ascii="Times New Roman" w:hAnsi="Times New Roman" w:cs="Times New Roman"/>
          <w:sz w:val="22"/>
          <w:szCs w:val="22"/>
        </w:rPr>
        <w:t>bilgisi olmadan bir müzik aleti çalmak çok zor</w:t>
      </w:r>
      <w:r w:rsidRPr="003D04F7">
        <w:rPr>
          <w:rFonts w:ascii="Times New Roman" w:hAnsi="Times New Roman" w:cs="Times New Roman"/>
          <w:sz w:val="22"/>
          <w:szCs w:val="22"/>
        </w:rPr>
        <w:softHyphen/>
        <w:t xml:space="preserve">dur. </w:t>
      </w:r>
    </w:p>
    <w:p w:rsidR="003576B0" w:rsidRPr="003D04F7" w:rsidRDefault="003576B0" w:rsidP="007E01BD">
      <w:pPr>
        <w:pStyle w:val="Default"/>
        <w:rPr>
          <w:rFonts w:ascii="Times New Roman" w:hAnsi="Times New Roman" w:cs="Times New Roman"/>
          <w:sz w:val="22"/>
          <w:szCs w:val="22"/>
        </w:rPr>
      </w:pPr>
    </w:p>
    <w:p w:rsidR="003576B0" w:rsidRPr="003D04F7" w:rsidRDefault="003576B0" w:rsidP="007E01BD">
      <w:pPr>
        <w:pStyle w:val="Default"/>
        <w:rPr>
          <w:rFonts w:ascii="Times New Roman" w:hAnsi="Times New Roman" w:cs="Times New Roman"/>
          <w:sz w:val="22"/>
          <w:szCs w:val="22"/>
        </w:rPr>
      </w:pPr>
    </w:p>
    <w:p w:rsidR="003576B0" w:rsidRPr="003D04F7" w:rsidRDefault="003576B0" w:rsidP="007E01BD">
      <w:pPr>
        <w:pStyle w:val="Default"/>
        <w:rPr>
          <w:rFonts w:ascii="Times New Roman" w:hAnsi="Times New Roman" w:cs="Times New Roman"/>
          <w:sz w:val="22"/>
          <w:szCs w:val="22"/>
        </w:rPr>
      </w:pPr>
      <w:r w:rsidRPr="003D04F7">
        <w:rPr>
          <w:rFonts w:ascii="Times New Roman" w:hAnsi="Times New Roman" w:cs="Times New Roman"/>
          <w:b/>
          <w:bCs/>
          <w:sz w:val="22"/>
          <w:szCs w:val="22"/>
        </w:rPr>
        <w:t>2)</w:t>
      </w:r>
      <w:r w:rsidRPr="003D04F7">
        <w:rPr>
          <w:rFonts w:ascii="Times New Roman" w:hAnsi="Times New Roman" w:cs="Times New Roman"/>
          <w:sz w:val="22"/>
          <w:szCs w:val="22"/>
        </w:rPr>
        <w:t xml:space="preserve">“Yanmak” </w:t>
      </w:r>
      <w:r w:rsidRPr="003D04F7">
        <w:rPr>
          <w:rFonts w:ascii="Times New Roman" w:hAnsi="Times New Roman" w:cs="Times New Roman"/>
          <w:b/>
          <w:bCs/>
          <w:sz w:val="22"/>
          <w:szCs w:val="22"/>
        </w:rPr>
        <w:t xml:space="preserve">sözcüğü aşağıdaki cümlelerin hangisinde mecaz anlamda kullanılmıştır? </w:t>
      </w:r>
    </w:p>
    <w:p w:rsidR="003576B0" w:rsidRPr="003D04F7" w:rsidRDefault="003576B0" w:rsidP="007E01BD">
      <w:pPr>
        <w:pStyle w:val="Default"/>
        <w:rPr>
          <w:rFonts w:ascii="Times New Roman" w:hAnsi="Times New Roman" w:cs="Times New Roman"/>
          <w:sz w:val="22"/>
          <w:szCs w:val="22"/>
        </w:rPr>
      </w:pPr>
      <w:r w:rsidRPr="003D04F7">
        <w:rPr>
          <w:rStyle w:val="A4"/>
          <w:rFonts w:ascii="Times New Roman" w:hAnsi="Times New Roman" w:cs="Times New Roman"/>
          <w:sz w:val="22"/>
          <w:szCs w:val="22"/>
        </w:rPr>
        <w:t xml:space="preserve">A) </w:t>
      </w:r>
      <w:r w:rsidRPr="003D04F7">
        <w:rPr>
          <w:rFonts w:ascii="Times New Roman" w:hAnsi="Times New Roman" w:cs="Times New Roman"/>
          <w:sz w:val="22"/>
          <w:szCs w:val="22"/>
        </w:rPr>
        <w:t xml:space="preserve">Yanan ağaçların yerine fidanlar dikildi. </w:t>
      </w:r>
    </w:p>
    <w:p w:rsidR="003576B0" w:rsidRPr="003D04F7" w:rsidRDefault="003576B0" w:rsidP="007E01BD">
      <w:pPr>
        <w:pStyle w:val="Default"/>
        <w:rPr>
          <w:rFonts w:ascii="Times New Roman" w:hAnsi="Times New Roman" w:cs="Times New Roman"/>
          <w:sz w:val="22"/>
          <w:szCs w:val="22"/>
        </w:rPr>
      </w:pPr>
      <w:r w:rsidRPr="003D04F7">
        <w:rPr>
          <w:rStyle w:val="A4"/>
          <w:rFonts w:ascii="Times New Roman" w:hAnsi="Times New Roman" w:cs="Times New Roman"/>
          <w:sz w:val="22"/>
          <w:szCs w:val="22"/>
        </w:rPr>
        <w:t xml:space="preserve">B) </w:t>
      </w:r>
      <w:r w:rsidRPr="003D04F7">
        <w:rPr>
          <w:rFonts w:ascii="Times New Roman" w:hAnsi="Times New Roman" w:cs="Times New Roman"/>
          <w:sz w:val="22"/>
          <w:szCs w:val="22"/>
        </w:rPr>
        <w:t xml:space="preserve">Dikkatsizliğinden az daha bütün ev yanacaktı. </w:t>
      </w:r>
    </w:p>
    <w:p w:rsidR="003576B0" w:rsidRPr="003D04F7" w:rsidRDefault="003576B0" w:rsidP="007E01BD">
      <w:pPr>
        <w:pStyle w:val="Default"/>
        <w:rPr>
          <w:rFonts w:ascii="Times New Roman" w:hAnsi="Times New Roman" w:cs="Times New Roman"/>
          <w:sz w:val="22"/>
          <w:szCs w:val="22"/>
        </w:rPr>
      </w:pPr>
      <w:r w:rsidRPr="003D04F7">
        <w:rPr>
          <w:rStyle w:val="A4"/>
          <w:rFonts w:ascii="Times New Roman" w:hAnsi="Times New Roman" w:cs="Times New Roman"/>
          <w:sz w:val="22"/>
          <w:szCs w:val="22"/>
        </w:rPr>
        <w:t xml:space="preserve">C) </w:t>
      </w:r>
      <w:r w:rsidRPr="003D04F7">
        <w:rPr>
          <w:rFonts w:ascii="Times New Roman" w:hAnsi="Times New Roman" w:cs="Times New Roman"/>
          <w:sz w:val="22"/>
          <w:szCs w:val="22"/>
        </w:rPr>
        <w:t xml:space="preserve">Verdiğim sözü tutamazsam işte o zaman yandım. </w:t>
      </w:r>
    </w:p>
    <w:p w:rsidR="003576B0" w:rsidRPr="003D04F7" w:rsidRDefault="003576B0" w:rsidP="007E01BD">
      <w:pPr>
        <w:pStyle w:val="Default"/>
        <w:rPr>
          <w:rFonts w:ascii="Times New Roman" w:hAnsi="Times New Roman" w:cs="Times New Roman"/>
          <w:sz w:val="22"/>
          <w:szCs w:val="22"/>
        </w:rPr>
      </w:pPr>
      <w:r w:rsidRPr="003D04F7">
        <w:rPr>
          <w:rStyle w:val="A4"/>
          <w:rFonts w:ascii="Times New Roman" w:hAnsi="Times New Roman" w:cs="Times New Roman"/>
          <w:sz w:val="22"/>
          <w:szCs w:val="22"/>
        </w:rPr>
        <w:t xml:space="preserve">D) </w:t>
      </w:r>
      <w:r w:rsidRPr="003D04F7">
        <w:rPr>
          <w:rFonts w:ascii="Times New Roman" w:hAnsi="Times New Roman" w:cs="Times New Roman"/>
          <w:sz w:val="22"/>
          <w:szCs w:val="22"/>
        </w:rPr>
        <w:t>Sobadaki kömürler yanmayınca bir türlü ısınamadık</w:t>
      </w:r>
    </w:p>
    <w:p w:rsidR="003576B0" w:rsidRPr="003D04F7" w:rsidRDefault="003576B0">
      <w:pPr>
        <w:rPr>
          <w:rFonts w:ascii="Times New Roman" w:hAnsi="Times New Roman" w:cs="Times New Roman"/>
        </w:rPr>
      </w:pPr>
    </w:p>
    <w:p w:rsidR="003576B0" w:rsidRPr="003D04F7" w:rsidRDefault="003576B0" w:rsidP="007E01BD">
      <w:pPr>
        <w:pStyle w:val="Default"/>
        <w:rPr>
          <w:rFonts w:ascii="Times New Roman" w:hAnsi="Times New Roman" w:cs="Times New Roman"/>
          <w:sz w:val="22"/>
          <w:szCs w:val="22"/>
        </w:rPr>
      </w:pPr>
    </w:p>
    <w:p w:rsidR="003576B0" w:rsidRPr="003D04F7" w:rsidRDefault="003576B0" w:rsidP="007E01BD">
      <w:pPr>
        <w:pStyle w:val="Default"/>
        <w:rPr>
          <w:rFonts w:ascii="Times New Roman" w:hAnsi="Times New Roman" w:cs="Times New Roman"/>
          <w:sz w:val="22"/>
          <w:szCs w:val="22"/>
        </w:rPr>
      </w:pPr>
      <w:r w:rsidRPr="003D04F7">
        <w:rPr>
          <w:rFonts w:ascii="Times New Roman" w:hAnsi="Times New Roman" w:cs="Times New Roman"/>
          <w:b/>
          <w:bCs/>
          <w:sz w:val="22"/>
          <w:szCs w:val="22"/>
        </w:rPr>
        <w:t>3)“</w:t>
      </w:r>
      <w:r w:rsidRPr="003D04F7">
        <w:rPr>
          <w:rFonts w:ascii="Times New Roman" w:hAnsi="Times New Roman" w:cs="Times New Roman"/>
          <w:sz w:val="22"/>
          <w:szCs w:val="22"/>
        </w:rPr>
        <w:t xml:space="preserve">Saymak” </w:t>
      </w:r>
      <w:r w:rsidRPr="003D04F7">
        <w:rPr>
          <w:rFonts w:ascii="Times New Roman" w:hAnsi="Times New Roman" w:cs="Times New Roman"/>
          <w:b/>
          <w:bCs/>
          <w:sz w:val="22"/>
          <w:szCs w:val="22"/>
        </w:rPr>
        <w:t xml:space="preserve">sözcüğü aşağıdaki cümlelerin hangisinde </w:t>
      </w:r>
      <w:r w:rsidRPr="003D04F7">
        <w:rPr>
          <w:rFonts w:ascii="Times New Roman" w:hAnsi="Times New Roman" w:cs="Times New Roman"/>
          <w:sz w:val="22"/>
          <w:szCs w:val="22"/>
        </w:rPr>
        <w:t xml:space="preserve">“hesaba katmak, dikkate almak” </w:t>
      </w:r>
      <w:r w:rsidRPr="003D04F7">
        <w:rPr>
          <w:rFonts w:ascii="Times New Roman" w:hAnsi="Times New Roman" w:cs="Times New Roman"/>
          <w:b/>
          <w:bCs/>
          <w:sz w:val="22"/>
          <w:szCs w:val="22"/>
        </w:rPr>
        <w:t>anlamında kullanıl</w:t>
      </w:r>
      <w:r w:rsidRPr="003D04F7">
        <w:rPr>
          <w:rFonts w:ascii="Times New Roman" w:hAnsi="Times New Roman" w:cs="Times New Roman"/>
          <w:b/>
          <w:bCs/>
          <w:sz w:val="22"/>
          <w:szCs w:val="22"/>
        </w:rPr>
        <w:softHyphen/>
        <w:t xml:space="preserve">mıştır? </w:t>
      </w:r>
    </w:p>
    <w:p w:rsidR="003576B0" w:rsidRPr="003D04F7" w:rsidRDefault="003576B0" w:rsidP="007E01BD">
      <w:pPr>
        <w:pStyle w:val="Default"/>
        <w:rPr>
          <w:rFonts w:ascii="Times New Roman" w:hAnsi="Times New Roman" w:cs="Times New Roman"/>
          <w:sz w:val="22"/>
          <w:szCs w:val="22"/>
        </w:rPr>
      </w:pPr>
      <w:r w:rsidRPr="003D04F7">
        <w:rPr>
          <w:rStyle w:val="A4"/>
          <w:rFonts w:ascii="Times New Roman" w:hAnsi="Times New Roman" w:cs="Times New Roman"/>
          <w:sz w:val="22"/>
          <w:szCs w:val="22"/>
        </w:rPr>
        <w:t xml:space="preserve">A) </w:t>
      </w:r>
      <w:r w:rsidRPr="003D04F7">
        <w:rPr>
          <w:rFonts w:ascii="Times New Roman" w:hAnsi="Times New Roman" w:cs="Times New Roman"/>
          <w:sz w:val="22"/>
          <w:szCs w:val="22"/>
        </w:rPr>
        <w:t xml:space="preserve">Terbiyeli bir çocuktu, büyüklerini hep sayardı. </w:t>
      </w:r>
    </w:p>
    <w:p w:rsidR="003576B0" w:rsidRPr="003D04F7" w:rsidRDefault="003576B0" w:rsidP="007E01BD">
      <w:pPr>
        <w:pStyle w:val="Default"/>
        <w:rPr>
          <w:rFonts w:ascii="Times New Roman" w:hAnsi="Times New Roman" w:cs="Times New Roman"/>
          <w:sz w:val="22"/>
          <w:szCs w:val="22"/>
        </w:rPr>
      </w:pPr>
      <w:r w:rsidRPr="003D04F7">
        <w:rPr>
          <w:rStyle w:val="A4"/>
          <w:rFonts w:ascii="Times New Roman" w:hAnsi="Times New Roman" w:cs="Times New Roman"/>
          <w:sz w:val="22"/>
          <w:szCs w:val="22"/>
        </w:rPr>
        <w:t xml:space="preserve">B) </w:t>
      </w:r>
      <w:r w:rsidRPr="003D04F7">
        <w:rPr>
          <w:rFonts w:ascii="Times New Roman" w:hAnsi="Times New Roman" w:cs="Times New Roman"/>
          <w:sz w:val="22"/>
          <w:szCs w:val="22"/>
        </w:rPr>
        <w:t xml:space="preserve">Tahtaya kalktı ve bildiklerini tek tek saydı. </w:t>
      </w:r>
    </w:p>
    <w:p w:rsidR="003576B0" w:rsidRPr="003D04F7" w:rsidRDefault="003576B0" w:rsidP="007E01BD">
      <w:pPr>
        <w:pStyle w:val="Default"/>
        <w:rPr>
          <w:rFonts w:ascii="Times New Roman" w:hAnsi="Times New Roman" w:cs="Times New Roman"/>
          <w:sz w:val="22"/>
          <w:szCs w:val="22"/>
        </w:rPr>
      </w:pPr>
      <w:r w:rsidRPr="003D04F7">
        <w:rPr>
          <w:rStyle w:val="A4"/>
          <w:rFonts w:ascii="Times New Roman" w:hAnsi="Times New Roman" w:cs="Times New Roman"/>
          <w:sz w:val="22"/>
          <w:szCs w:val="22"/>
        </w:rPr>
        <w:t xml:space="preserve">C) </w:t>
      </w:r>
      <w:r w:rsidRPr="003D04F7">
        <w:rPr>
          <w:rFonts w:ascii="Times New Roman" w:hAnsi="Times New Roman" w:cs="Times New Roman"/>
          <w:sz w:val="22"/>
          <w:szCs w:val="22"/>
        </w:rPr>
        <w:t xml:space="preserve">Daha önce ödediğimiz taksitleri saymamışlar. </w:t>
      </w:r>
    </w:p>
    <w:p w:rsidR="003576B0" w:rsidRPr="003D04F7" w:rsidRDefault="003576B0" w:rsidP="007E01BD">
      <w:pPr>
        <w:pStyle w:val="Default"/>
        <w:rPr>
          <w:rFonts w:ascii="Times New Roman" w:hAnsi="Times New Roman" w:cs="Times New Roman"/>
          <w:sz w:val="22"/>
          <w:szCs w:val="22"/>
        </w:rPr>
      </w:pPr>
      <w:r w:rsidRPr="003D04F7">
        <w:rPr>
          <w:rStyle w:val="A4"/>
          <w:rFonts w:ascii="Times New Roman" w:hAnsi="Times New Roman" w:cs="Times New Roman"/>
          <w:sz w:val="22"/>
          <w:szCs w:val="22"/>
        </w:rPr>
        <w:t xml:space="preserve">D) </w:t>
      </w:r>
      <w:r w:rsidRPr="003D04F7">
        <w:rPr>
          <w:rFonts w:ascii="Times New Roman" w:hAnsi="Times New Roman" w:cs="Times New Roman"/>
          <w:sz w:val="22"/>
          <w:szCs w:val="22"/>
        </w:rPr>
        <w:t xml:space="preserve">Küçük kardeşi birden yüze kadar çok güzel saydı </w:t>
      </w:r>
    </w:p>
    <w:p w:rsidR="003576B0" w:rsidRPr="003D04F7" w:rsidRDefault="003576B0">
      <w:pPr>
        <w:rPr>
          <w:rFonts w:ascii="Times New Roman" w:hAnsi="Times New Roman" w:cs="Times New Roman"/>
        </w:rPr>
      </w:pPr>
    </w:p>
    <w:p w:rsidR="003576B0" w:rsidRPr="003D04F7" w:rsidRDefault="003576B0" w:rsidP="007E01BD">
      <w:pPr>
        <w:pStyle w:val="Default"/>
        <w:rPr>
          <w:rFonts w:ascii="Times New Roman" w:hAnsi="Times New Roman" w:cs="Times New Roman"/>
          <w:sz w:val="22"/>
          <w:szCs w:val="22"/>
        </w:rPr>
      </w:pPr>
    </w:p>
    <w:p w:rsidR="003576B0" w:rsidRPr="003D04F7" w:rsidRDefault="003576B0" w:rsidP="007E01BD">
      <w:pPr>
        <w:autoSpaceDE w:val="0"/>
        <w:autoSpaceDN w:val="0"/>
        <w:adjustRightInd w:val="0"/>
        <w:spacing w:after="0" w:line="240" w:lineRule="auto"/>
        <w:rPr>
          <w:rFonts w:ascii="Times New Roman" w:eastAsia="ArialMT" w:hAnsi="Times New Roman" w:cs="Times New Roman"/>
          <w:b/>
          <w:bCs/>
        </w:rPr>
      </w:pPr>
      <w:r w:rsidRPr="003D04F7">
        <w:rPr>
          <w:rFonts w:ascii="Times New Roman" w:eastAsia="ArialMT" w:hAnsi="Times New Roman" w:cs="Times New Roman"/>
          <w:b/>
          <w:bCs/>
        </w:rPr>
        <w:t>4)</w:t>
      </w:r>
    </w:p>
    <w:p w:rsidR="003576B0" w:rsidRPr="003D04F7" w:rsidRDefault="003576B0" w:rsidP="007E01BD">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1. Harçlığını alan çocuk güle oynaya bayram yerine</w:t>
      </w:r>
    </w:p>
    <w:p w:rsidR="003576B0" w:rsidRPr="003D04F7" w:rsidRDefault="003576B0" w:rsidP="007E01BD">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gitti.</w:t>
      </w:r>
    </w:p>
    <w:p w:rsidR="003576B0" w:rsidRPr="003D04F7" w:rsidRDefault="003576B0" w:rsidP="007E01BD">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2. Yaşlı adam merdivenleri ağır aksak çıkıyordu.</w:t>
      </w:r>
    </w:p>
    <w:p w:rsidR="003576B0" w:rsidRPr="003D04F7" w:rsidRDefault="003576B0" w:rsidP="007E01BD">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3. Konuyu iyi anlayabilmemiz için yavaş yavaş tekrar</w:t>
      </w:r>
    </w:p>
    <w:p w:rsidR="003576B0" w:rsidRPr="003D04F7" w:rsidRDefault="003576B0" w:rsidP="007E01BD">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etti.</w:t>
      </w:r>
    </w:p>
    <w:p w:rsidR="003576B0" w:rsidRPr="003D04F7" w:rsidRDefault="003576B0" w:rsidP="007E01BD">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4. Adam, yalan yanlış sözlerle bizi oyalıyordu.</w:t>
      </w:r>
    </w:p>
    <w:p w:rsidR="003576B0" w:rsidRPr="003D04F7" w:rsidRDefault="003576B0" w:rsidP="007E01BD">
      <w:pPr>
        <w:autoSpaceDE w:val="0"/>
        <w:autoSpaceDN w:val="0"/>
        <w:adjustRightInd w:val="0"/>
        <w:spacing w:after="0" w:line="240" w:lineRule="auto"/>
        <w:rPr>
          <w:rFonts w:ascii="Times New Roman" w:eastAsia="ArialMT" w:hAnsi="Times New Roman" w:cs="Times New Roman"/>
          <w:b/>
          <w:bCs/>
        </w:rPr>
      </w:pPr>
      <w:r w:rsidRPr="003D04F7">
        <w:rPr>
          <w:rFonts w:ascii="Times New Roman" w:eastAsia="ArialMT" w:hAnsi="Times New Roman" w:cs="Times New Roman"/>
          <w:b/>
          <w:bCs/>
        </w:rPr>
        <w:t>Numaralanmış cümlelerin hangisinde altı çizili söz</w:t>
      </w:r>
    </w:p>
    <w:p w:rsidR="003576B0" w:rsidRPr="003D04F7" w:rsidRDefault="003576B0" w:rsidP="007E01BD">
      <w:pPr>
        <w:autoSpaceDE w:val="0"/>
        <w:autoSpaceDN w:val="0"/>
        <w:adjustRightInd w:val="0"/>
        <w:spacing w:after="0" w:line="240" w:lineRule="auto"/>
        <w:rPr>
          <w:rFonts w:ascii="Times New Roman" w:eastAsia="ArialMT" w:hAnsi="Times New Roman" w:cs="Times New Roman"/>
          <w:b/>
          <w:bCs/>
        </w:rPr>
      </w:pPr>
      <w:r w:rsidRPr="003D04F7">
        <w:rPr>
          <w:rFonts w:ascii="Times New Roman" w:eastAsia="ArialMT" w:hAnsi="Times New Roman" w:cs="Times New Roman"/>
          <w:b/>
          <w:bCs/>
        </w:rPr>
        <w:t>grubu zarf göreviyle kullanılmamıştır?</w:t>
      </w:r>
    </w:p>
    <w:p w:rsidR="003576B0" w:rsidRPr="003D04F7" w:rsidRDefault="003576B0" w:rsidP="007E01BD">
      <w:pPr>
        <w:pStyle w:val="ListParagraph"/>
        <w:numPr>
          <w:ilvl w:val="0"/>
          <w:numId w:val="1"/>
        </w:numPr>
        <w:rPr>
          <w:rFonts w:ascii="Times New Roman" w:eastAsia="ArialMT" w:hAnsi="Times New Roman" w:cs="Times New Roman"/>
        </w:rPr>
      </w:pPr>
      <w:r w:rsidRPr="003D04F7">
        <w:rPr>
          <w:rFonts w:ascii="Times New Roman" w:eastAsia="ArialMT" w:hAnsi="Times New Roman" w:cs="Times New Roman"/>
        </w:rPr>
        <w:t>1. B) 2. C) 3. D) 4.</w:t>
      </w:r>
    </w:p>
    <w:p w:rsidR="003576B0" w:rsidRPr="003D04F7" w:rsidRDefault="003576B0" w:rsidP="007E01BD">
      <w:pPr>
        <w:pStyle w:val="ListParagraph"/>
        <w:rPr>
          <w:rFonts w:ascii="Times New Roman" w:hAnsi="Times New Roman" w:cs="Times New Roman"/>
        </w:rPr>
      </w:pPr>
    </w:p>
    <w:p w:rsidR="003576B0" w:rsidRPr="003D04F7" w:rsidRDefault="003576B0" w:rsidP="007E01BD">
      <w:pPr>
        <w:autoSpaceDE w:val="0"/>
        <w:autoSpaceDN w:val="0"/>
        <w:adjustRightInd w:val="0"/>
        <w:spacing w:after="0" w:line="240" w:lineRule="auto"/>
        <w:rPr>
          <w:rFonts w:ascii="Times New Roman" w:eastAsia="ArialMT" w:hAnsi="Times New Roman" w:cs="Times New Roman"/>
          <w:b/>
          <w:bCs/>
        </w:rPr>
      </w:pPr>
      <w:r w:rsidRPr="003D04F7">
        <w:rPr>
          <w:rFonts w:ascii="Times New Roman" w:eastAsia="ArialMT" w:hAnsi="Times New Roman" w:cs="Times New Roman"/>
          <w:b/>
          <w:bCs/>
        </w:rPr>
        <w:t>5)‟</w:t>
      </w:r>
      <w:r w:rsidRPr="003D04F7">
        <w:rPr>
          <w:rFonts w:ascii="Times New Roman" w:eastAsia="ArialMT" w:hAnsi="Times New Roman" w:cs="Times New Roman"/>
        </w:rPr>
        <w:t xml:space="preserve">Az” </w:t>
      </w:r>
      <w:r w:rsidRPr="003D04F7">
        <w:rPr>
          <w:rFonts w:ascii="Times New Roman" w:eastAsia="ArialMT" w:hAnsi="Times New Roman" w:cs="Times New Roman"/>
          <w:b/>
          <w:bCs/>
        </w:rPr>
        <w:t>sözcüğü aşağıdaki cümlelerin hangisinde zarf</w:t>
      </w:r>
    </w:p>
    <w:p w:rsidR="003576B0" w:rsidRPr="003D04F7" w:rsidRDefault="003576B0" w:rsidP="007E01BD">
      <w:pPr>
        <w:autoSpaceDE w:val="0"/>
        <w:autoSpaceDN w:val="0"/>
        <w:adjustRightInd w:val="0"/>
        <w:spacing w:after="0" w:line="240" w:lineRule="auto"/>
        <w:rPr>
          <w:rFonts w:ascii="Times New Roman" w:eastAsia="ArialMT" w:hAnsi="Times New Roman" w:cs="Times New Roman"/>
          <w:b/>
          <w:bCs/>
        </w:rPr>
      </w:pPr>
      <w:r w:rsidRPr="003D04F7">
        <w:rPr>
          <w:rFonts w:ascii="Times New Roman" w:eastAsia="ArialMT" w:hAnsi="Times New Roman" w:cs="Times New Roman"/>
          <w:b/>
          <w:bCs/>
        </w:rPr>
        <w:t>göreviyle kullanılmamıştır?</w:t>
      </w:r>
    </w:p>
    <w:p w:rsidR="003576B0" w:rsidRPr="003D04F7" w:rsidRDefault="003576B0" w:rsidP="007E01BD">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A) Kelimeleri özenle seçer ve az konuşurdu.</w:t>
      </w:r>
    </w:p>
    <w:p w:rsidR="003576B0" w:rsidRPr="003D04F7" w:rsidRDefault="003576B0" w:rsidP="007E01BD">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B) Sabredin, yolumuzun bitmesine az kaldı.</w:t>
      </w:r>
    </w:p>
    <w:p w:rsidR="003576B0" w:rsidRPr="003D04F7" w:rsidRDefault="003576B0" w:rsidP="007E01BD">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C) Marketten iki ekmek ve az peynir aldı.</w:t>
      </w:r>
    </w:p>
    <w:p w:rsidR="003576B0" w:rsidRPr="003D04F7" w:rsidRDefault="003576B0" w:rsidP="007E01BD">
      <w:pPr>
        <w:rPr>
          <w:rFonts w:ascii="Times New Roman" w:eastAsia="ArialMT" w:hAnsi="Times New Roman" w:cs="Times New Roman"/>
        </w:rPr>
      </w:pPr>
      <w:r w:rsidRPr="003D04F7">
        <w:rPr>
          <w:rFonts w:ascii="Times New Roman" w:eastAsia="ArialMT" w:hAnsi="Times New Roman" w:cs="Times New Roman"/>
        </w:rPr>
        <w:t>D) Sağlığına dikkat eder, az yerdi.</w:t>
      </w:r>
    </w:p>
    <w:p w:rsidR="003576B0" w:rsidRDefault="003576B0" w:rsidP="003D04F7">
      <w:pPr>
        <w:pStyle w:val="Default"/>
        <w:rPr>
          <w:rFonts w:ascii="Times New Roman" w:eastAsia="ArialMT" w:hAnsi="Times New Roman"/>
          <w:color w:val="auto"/>
          <w:sz w:val="22"/>
          <w:szCs w:val="22"/>
        </w:rPr>
      </w:pPr>
    </w:p>
    <w:p w:rsidR="003576B0" w:rsidRDefault="003576B0" w:rsidP="003D04F7">
      <w:pPr>
        <w:pStyle w:val="Default"/>
        <w:rPr>
          <w:rFonts w:ascii="Times New Roman" w:eastAsia="ArialMT" w:hAnsi="Times New Roman"/>
          <w:color w:val="auto"/>
          <w:sz w:val="22"/>
          <w:szCs w:val="22"/>
        </w:rPr>
      </w:pPr>
    </w:p>
    <w:p w:rsidR="003576B0" w:rsidRDefault="003576B0" w:rsidP="003D04F7">
      <w:pPr>
        <w:pStyle w:val="Default"/>
        <w:rPr>
          <w:rFonts w:ascii="Times New Roman" w:hAnsi="Times New Roman" w:cs="Times New Roman"/>
          <w:b/>
          <w:bCs/>
          <w:sz w:val="22"/>
          <w:szCs w:val="22"/>
        </w:rPr>
      </w:pPr>
    </w:p>
    <w:p w:rsidR="003576B0" w:rsidRDefault="003576B0" w:rsidP="003D04F7">
      <w:pPr>
        <w:pStyle w:val="Default"/>
        <w:rPr>
          <w:rFonts w:ascii="Times New Roman" w:hAnsi="Times New Roman" w:cs="Times New Roman"/>
          <w:b/>
          <w:bCs/>
          <w:sz w:val="22"/>
          <w:szCs w:val="22"/>
        </w:rPr>
      </w:pPr>
    </w:p>
    <w:p w:rsidR="003576B0" w:rsidRPr="003D04F7" w:rsidRDefault="003576B0" w:rsidP="003D04F7">
      <w:pPr>
        <w:pStyle w:val="Default"/>
        <w:rPr>
          <w:rFonts w:ascii="Times New Roman" w:hAnsi="Times New Roman" w:cs="Times New Roman"/>
          <w:sz w:val="22"/>
          <w:szCs w:val="22"/>
        </w:rPr>
      </w:pPr>
      <w:r w:rsidRPr="003D04F7">
        <w:rPr>
          <w:rFonts w:ascii="Times New Roman" w:hAnsi="Times New Roman" w:cs="Times New Roman"/>
          <w:b/>
          <w:bCs/>
          <w:sz w:val="22"/>
          <w:szCs w:val="22"/>
        </w:rPr>
        <w:t>6)  Aşağıdaki cümlelerin hangisinde altı çizili sözcü</w:t>
      </w:r>
      <w:r w:rsidRPr="003D04F7">
        <w:rPr>
          <w:rFonts w:ascii="Times New Roman" w:hAnsi="Times New Roman" w:cs="Times New Roman"/>
          <w:b/>
          <w:bCs/>
          <w:sz w:val="22"/>
          <w:szCs w:val="22"/>
        </w:rPr>
        <w:softHyphen/>
        <w:t xml:space="preserve">ğün yazımı yanlıştır? </w:t>
      </w:r>
    </w:p>
    <w:p w:rsidR="003576B0" w:rsidRPr="003D04F7" w:rsidRDefault="003576B0" w:rsidP="00707D1A">
      <w:pPr>
        <w:pStyle w:val="Default"/>
        <w:spacing w:after="140"/>
        <w:rPr>
          <w:rFonts w:ascii="Times New Roman" w:hAnsi="Times New Roman" w:cs="Times New Roman"/>
          <w:sz w:val="22"/>
          <w:szCs w:val="22"/>
        </w:rPr>
      </w:pPr>
      <w:r w:rsidRPr="003D04F7">
        <w:rPr>
          <w:rStyle w:val="A4"/>
          <w:rFonts w:ascii="Times New Roman" w:hAnsi="Times New Roman" w:cs="Times New Roman"/>
          <w:sz w:val="22"/>
          <w:szCs w:val="22"/>
        </w:rPr>
        <w:t xml:space="preserve">A) </w:t>
      </w:r>
      <w:r w:rsidRPr="003D04F7">
        <w:rPr>
          <w:rFonts w:ascii="Times New Roman" w:hAnsi="Times New Roman" w:cs="Times New Roman"/>
          <w:sz w:val="22"/>
          <w:szCs w:val="22"/>
        </w:rPr>
        <w:t xml:space="preserve">Sayfa numaralarındaki eksiklik </w:t>
      </w:r>
      <w:r w:rsidRPr="003D04F7">
        <w:rPr>
          <w:rStyle w:val="A6"/>
          <w:rFonts w:ascii="Times New Roman" w:hAnsi="Times New Roman" w:cs="Times New Roman"/>
          <w:sz w:val="22"/>
          <w:szCs w:val="22"/>
        </w:rPr>
        <w:t xml:space="preserve">tespit </w:t>
      </w:r>
      <w:r w:rsidRPr="003D04F7">
        <w:rPr>
          <w:rFonts w:ascii="Times New Roman" w:hAnsi="Times New Roman" w:cs="Times New Roman"/>
          <w:sz w:val="22"/>
          <w:szCs w:val="22"/>
        </w:rPr>
        <w:t xml:space="preserve">edildi. </w:t>
      </w:r>
    </w:p>
    <w:p w:rsidR="003576B0" w:rsidRPr="003D04F7" w:rsidRDefault="003576B0" w:rsidP="00707D1A">
      <w:pPr>
        <w:pStyle w:val="Default"/>
        <w:spacing w:after="140"/>
        <w:rPr>
          <w:rFonts w:ascii="Times New Roman" w:hAnsi="Times New Roman" w:cs="Times New Roman"/>
          <w:sz w:val="22"/>
          <w:szCs w:val="22"/>
        </w:rPr>
      </w:pPr>
      <w:r w:rsidRPr="003D04F7">
        <w:rPr>
          <w:rStyle w:val="A4"/>
          <w:rFonts w:ascii="Times New Roman" w:hAnsi="Times New Roman" w:cs="Times New Roman"/>
          <w:sz w:val="22"/>
          <w:szCs w:val="22"/>
        </w:rPr>
        <w:t xml:space="preserve">B) </w:t>
      </w:r>
      <w:r w:rsidRPr="003D04F7">
        <w:rPr>
          <w:rFonts w:ascii="Times New Roman" w:hAnsi="Times New Roman" w:cs="Times New Roman"/>
          <w:sz w:val="22"/>
          <w:szCs w:val="22"/>
        </w:rPr>
        <w:t xml:space="preserve">Ara sıra dondurma yemekle hasta olunmaz </w:t>
      </w:r>
      <w:r w:rsidRPr="003D04F7">
        <w:rPr>
          <w:rFonts w:ascii="Times New Roman" w:hAnsi="Times New Roman" w:cs="Times New Roman"/>
          <w:sz w:val="22"/>
          <w:szCs w:val="22"/>
          <w:u w:val="single"/>
        </w:rPr>
        <w:t>herhâlde</w:t>
      </w:r>
      <w:r w:rsidRPr="003D04F7">
        <w:rPr>
          <w:rFonts w:ascii="Times New Roman" w:hAnsi="Times New Roman" w:cs="Times New Roman"/>
          <w:sz w:val="22"/>
          <w:szCs w:val="22"/>
        </w:rPr>
        <w:t xml:space="preserve">. </w:t>
      </w:r>
    </w:p>
    <w:p w:rsidR="003576B0" w:rsidRPr="003D04F7" w:rsidRDefault="003576B0" w:rsidP="00707D1A">
      <w:pPr>
        <w:pStyle w:val="Default"/>
        <w:spacing w:after="140"/>
        <w:rPr>
          <w:rFonts w:ascii="Times New Roman" w:hAnsi="Times New Roman" w:cs="Times New Roman"/>
          <w:sz w:val="22"/>
          <w:szCs w:val="22"/>
        </w:rPr>
      </w:pPr>
      <w:r w:rsidRPr="003D04F7">
        <w:rPr>
          <w:rStyle w:val="A4"/>
          <w:rFonts w:ascii="Times New Roman" w:hAnsi="Times New Roman" w:cs="Times New Roman"/>
          <w:sz w:val="22"/>
          <w:szCs w:val="22"/>
        </w:rPr>
        <w:t xml:space="preserve">C) </w:t>
      </w:r>
      <w:r w:rsidRPr="003D04F7">
        <w:rPr>
          <w:rFonts w:ascii="Times New Roman" w:hAnsi="Times New Roman" w:cs="Times New Roman"/>
          <w:sz w:val="22"/>
          <w:szCs w:val="22"/>
        </w:rPr>
        <w:t xml:space="preserve">Okul bitince şirketlere iş </w:t>
      </w:r>
      <w:r w:rsidRPr="003D04F7">
        <w:rPr>
          <w:rFonts w:ascii="Times New Roman" w:hAnsi="Times New Roman" w:cs="Times New Roman"/>
          <w:sz w:val="22"/>
          <w:szCs w:val="22"/>
          <w:u w:val="single"/>
        </w:rPr>
        <w:t xml:space="preserve">başvurusunda </w:t>
      </w:r>
      <w:r w:rsidRPr="003D04F7">
        <w:rPr>
          <w:rFonts w:ascii="Times New Roman" w:hAnsi="Times New Roman" w:cs="Times New Roman"/>
          <w:sz w:val="22"/>
          <w:szCs w:val="22"/>
        </w:rPr>
        <w:t xml:space="preserve">bulundu. </w:t>
      </w:r>
    </w:p>
    <w:p w:rsidR="003576B0" w:rsidRPr="003D04F7" w:rsidRDefault="003576B0" w:rsidP="00707D1A">
      <w:pPr>
        <w:pStyle w:val="Default"/>
        <w:rPr>
          <w:rFonts w:ascii="Times New Roman" w:hAnsi="Times New Roman" w:cs="Times New Roman"/>
          <w:sz w:val="22"/>
          <w:szCs w:val="22"/>
        </w:rPr>
      </w:pPr>
      <w:r w:rsidRPr="003D04F7">
        <w:rPr>
          <w:rStyle w:val="A4"/>
          <w:rFonts w:ascii="Times New Roman" w:hAnsi="Times New Roman" w:cs="Times New Roman"/>
          <w:sz w:val="22"/>
          <w:szCs w:val="22"/>
        </w:rPr>
        <w:t xml:space="preserve">D) </w:t>
      </w:r>
      <w:r w:rsidRPr="003D04F7">
        <w:rPr>
          <w:rFonts w:ascii="Times New Roman" w:hAnsi="Times New Roman" w:cs="Times New Roman"/>
          <w:sz w:val="22"/>
          <w:szCs w:val="22"/>
        </w:rPr>
        <w:t xml:space="preserve">Cüzdanını yanına almadığını sonradan </w:t>
      </w:r>
      <w:r w:rsidRPr="003D04F7">
        <w:rPr>
          <w:rFonts w:ascii="Times New Roman" w:hAnsi="Times New Roman" w:cs="Times New Roman"/>
          <w:sz w:val="22"/>
          <w:szCs w:val="22"/>
          <w:u w:val="single"/>
        </w:rPr>
        <w:t>farketti</w:t>
      </w:r>
    </w:p>
    <w:p w:rsidR="003576B0" w:rsidRPr="00707D1A" w:rsidRDefault="003576B0" w:rsidP="00707D1A">
      <w:pPr>
        <w:autoSpaceDE w:val="0"/>
        <w:autoSpaceDN w:val="0"/>
        <w:adjustRightInd w:val="0"/>
        <w:spacing w:after="0" w:line="240" w:lineRule="auto"/>
        <w:rPr>
          <w:rFonts w:ascii="Times New Roman" w:hAnsi="Times New Roman" w:cs="Times New Roman"/>
          <w:color w:val="000000"/>
        </w:rPr>
      </w:pPr>
    </w:p>
    <w:p w:rsidR="003576B0" w:rsidRPr="00707D1A" w:rsidRDefault="003576B0" w:rsidP="003D04F7">
      <w:pPr>
        <w:autoSpaceDE w:val="0"/>
        <w:autoSpaceDN w:val="0"/>
        <w:adjustRightInd w:val="0"/>
        <w:spacing w:after="0" w:line="240" w:lineRule="auto"/>
        <w:rPr>
          <w:rFonts w:ascii="Times New Roman" w:hAnsi="Times New Roman" w:cs="Times New Roman"/>
          <w:color w:val="000000"/>
        </w:rPr>
      </w:pPr>
      <w:r w:rsidRPr="003D04F7">
        <w:rPr>
          <w:rFonts w:ascii="Times New Roman" w:hAnsi="Times New Roman" w:cs="Times New Roman"/>
          <w:b/>
          <w:bCs/>
          <w:color w:val="000000"/>
        </w:rPr>
        <w:t>7)</w:t>
      </w:r>
      <w:r w:rsidRPr="00707D1A">
        <w:rPr>
          <w:rFonts w:ascii="Times New Roman" w:hAnsi="Times New Roman" w:cs="Times New Roman"/>
          <w:b/>
          <w:bCs/>
          <w:color w:val="000000"/>
        </w:rPr>
        <w:t xml:space="preserve">Aşağıdaki cümlelerin hangisinde oluş fiili </w:t>
      </w:r>
      <w:r w:rsidRPr="003D04F7">
        <w:rPr>
          <w:rFonts w:ascii="Times New Roman" w:hAnsi="Times New Roman" w:cs="Times New Roman"/>
          <w:b/>
          <w:bCs/>
          <w:color w:val="000000"/>
          <w:u w:val="single"/>
        </w:rPr>
        <w:t>kullanıl</w:t>
      </w:r>
      <w:r w:rsidRPr="003D04F7">
        <w:rPr>
          <w:rFonts w:ascii="Times New Roman" w:hAnsi="Times New Roman" w:cs="Times New Roman"/>
          <w:b/>
          <w:bCs/>
          <w:color w:val="000000"/>
          <w:u w:val="single"/>
        </w:rPr>
        <w:softHyphen/>
        <w:t>mamıştır</w:t>
      </w:r>
      <w:r w:rsidRPr="00707D1A">
        <w:rPr>
          <w:rFonts w:ascii="Times New Roman" w:hAnsi="Times New Roman" w:cs="Times New Roman"/>
          <w:b/>
          <w:bCs/>
          <w:color w:val="000000"/>
        </w:rPr>
        <w:t xml:space="preserve">? </w:t>
      </w:r>
    </w:p>
    <w:p w:rsidR="003576B0" w:rsidRPr="00707D1A" w:rsidRDefault="003576B0" w:rsidP="00707D1A">
      <w:pPr>
        <w:autoSpaceDE w:val="0"/>
        <w:autoSpaceDN w:val="0"/>
        <w:adjustRightInd w:val="0"/>
        <w:spacing w:after="180" w:line="240" w:lineRule="auto"/>
        <w:rPr>
          <w:rFonts w:ascii="Times New Roman" w:hAnsi="Times New Roman" w:cs="Times New Roman"/>
          <w:color w:val="000000"/>
        </w:rPr>
      </w:pPr>
      <w:r w:rsidRPr="003D04F7">
        <w:rPr>
          <w:rFonts w:ascii="Times New Roman" w:hAnsi="Times New Roman" w:cs="Times New Roman"/>
          <w:color w:val="000000"/>
        </w:rPr>
        <w:t xml:space="preserve">A) </w:t>
      </w:r>
      <w:r w:rsidRPr="00707D1A">
        <w:rPr>
          <w:rFonts w:ascii="Times New Roman" w:hAnsi="Times New Roman" w:cs="Times New Roman"/>
          <w:color w:val="000000"/>
        </w:rPr>
        <w:t xml:space="preserve">Elektrik kesilince dolaptaki bütün meyveler çürüdü. </w:t>
      </w:r>
    </w:p>
    <w:p w:rsidR="003576B0" w:rsidRPr="00707D1A" w:rsidRDefault="003576B0" w:rsidP="00707D1A">
      <w:pPr>
        <w:autoSpaceDE w:val="0"/>
        <w:autoSpaceDN w:val="0"/>
        <w:adjustRightInd w:val="0"/>
        <w:spacing w:after="180" w:line="240" w:lineRule="auto"/>
        <w:rPr>
          <w:rFonts w:ascii="Times New Roman" w:hAnsi="Times New Roman" w:cs="Times New Roman"/>
          <w:color w:val="000000"/>
        </w:rPr>
      </w:pPr>
      <w:r w:rsidRPr="003D04F7">
        <w:rPr>
          <w:rFonts w:ascii="Times New Roman" w:hAnsi="Times New Roman" w:cs="Times New Roman"/>
          <w:color w:val="000000"/>
        </w:rPr>
        <w:t xml:space="preserve">B) </w:t>
      </w:r>
      <w:r w:rsidRPr="00707D1A">
        <w:rPr>
          <w:rFonts w:ascii="Times New Roman" w:hAnsi="Times New Roman" w:cs="Times New Roman"/>
          <w:color w:val="000000"/>
        </w:rPr>
        <w:t xml:space="preserve">Güneşte fazla kaldığından cildi bronzlaştı. </w:t>
      </w:r>
    </w:p>
    <w:p w:rsidR="003576B0" w:rsidRPr="00707D1A" w:rsidRDefault="003576B0" w:rsidP="00707D1A">
      <w:pPr>
        <w:autoSpaceDE w:val="0"/>
        <w:autoSpaceDN w:val="0"/>
        <w:adjustRightInd w:val="0"/>
        <w:spacing w:after="180" w:line="240" w:lineRule="auto"/>
        <w:rPr>
          <w:rFonts w:ascii="Times New Roman" w:hAnsi="Times New Roman" w:cs="Times New Roman"/>
          <w:color w:val="000000"/>
        </w:rPr>
      </w:pPr>
      <w:r w:rsidRPr="003D04F7">
        <w:rPr>
          <w:rFonts w:ascii="Times New Roman" w:hAnsi="Times New Roman" w:cs="Times New Roman"/>
          <w:color w:val="000000"/>
        </w:rPr>
        <w:t xml:space="preserve">C) </w:t>
      </w:r>
      <w:r w:rsidRPr="00707D1A">
        <w:rPr>
          <w:rFonts w:ascii="Times New Roman" w:hAnsi="Times New Roman" w:cs="Times New Roman"/>
          <w:color w:val="000000"/>
        </w:rPr>
        <w:t xml:space="preserve">Sıkıntıdan kısa sürede saçları beyazladı. </w:t>
      </w:r>
    </w:p>
    <w:p w:rsidR="003576B0" w:rsidRPr="00707D1A" w:rsidRDefault="003576B0" w:rsidP="00707D1A">
      <w:pPr>
        <w:autoSpaceDE w:val="0"/>
        <w:autoSpaceDN w:val="0"/>
        <w:adjustRightInd w:val="0"/>
        <w:spacing w:after="0" w:line="240" w:lineRule="auto"/>
        <w:rPr>
          <w:rFonts w:ascii="Times New Roman" w:hAnsi="Times New Roman" w:cs="Times New Roman"/>
          <w:color w:val="000000"/>
        </w:rPr>
      </w:pPr>
      <w:r w:rsidRPr="003D04F7">
        <w:rPr>
          <w:rFonts w:ascii="Times New Roman" w:hAnsi="Times New Roman" w:cs="Times New Roman"/>
          <w:color w:val="000000"/>
        </w:rPr>
        <w:t xml:space="preserve">D) </w:t>
      </w:r>
      <w:r w:rsidRPr="00707D1A">
        <w:rPr>
          <w:rFonts w:ascii="Times New Roman" w:hAnsi="Times New Roman" w:cs="Times New Roman"/>
          <w:color w:val="000000"/>
        </w:rPr>
        <w:t xml:space="preserve">Dikkatsizliğinden çantasını dereye düşürdü. </w:t>
      </w:r>
    </w:p>
    <w:p w:rsidR="003576B0" w:rsidRDefault="003576B0" w:rsidP="004308DA">
      <w:pPr>
        <w:pStyle w:val="Default"/>
        <w:spacing w:after="180"/>
        <w:rPr>
          <w:rFonts w:ascii="Times New Roman" w:eastAsia="ArialMT" w:hAnsi="Times New Roman"/>
          <w:color w:val="auto"/>
          <w:sz w:val="22"/>
          <w:szCs w:val="22"/>
        </w:rPr>
      </w:pPr>
    </w:p>
    <w:p w:rsidR="003576B0" w:rsidRPr="003D04F7" w:rsidRDefault="003576B0" w:rsidP="004308DA">
      <w:pPr>
        <w:pStyle w:val="Default"/>
        <w:spacing w:after="180"/>
        <w:rPr>
          <w:rFonts w:ascii="Times New Roman" w:hAnsi="Times New Roman" w:cs="Times New Roman"/>
          <w:sz w:val="22"/>
          <w:szCs w:val="22"/>
        </w:rPr>
      </w:pPr>
      <w:r w:rsidRPr="003D04F7">
        <w:rPr>
          <w:rFonts w:ascii="Times New Roman" w:eastAsia="ArialMT" w:hAnsi="Times New Roman" w:cs="Times New Roman"/>
          <w:b/>
          <w:bCs/>
          <w:color w:val="auto"/>
          <w:sz w:val="22"/>
          <w:szCs w:val="22"/>
        </w:rPr>
        <w:t>8)</w:t>
      </w:r>
      <w:r w:rsidRPr="003D04F7">
        <w:rPr>
          <w:rFonts w:ascii="Times New Roman" w:hAnsi="Times New Roman" w:cs="Times New Roman"/>
          <w:b/>
          <w:bCs/>
          <w:sz w:val="22"/>
          <w:szCs w:val="22"/>
        </w:rPr>
        <w:t xml:space="preserve">Aşağıdaki cümlelerin hangisinde fiil kipinde anlam kayması vardır? </w:t>
      </w:r>
    </w:p>
    <w:p w:rsidR="003576B0" w:rsidRPr="003D04F7" w:rsidRDefault="003576B0" w:rsidP="004308DA">
      <w:pPr>
        <w:pStyle w:val="Default"/>
        <w:spacing w:after="180"/>
        <w:rPr>
          <w:rFonts w:ascii="Times New Roman" w:hAnsi="Times New Roman" w:cs="Times New Roman"/>
          <w:sz w:val="22"/>
          <w:szCs w:val="22"/>
        </w:rPr>
      </w:pPr>
      <w:r w:rsidRPr="003D04F7">
        <w:rPr>
          <w:rStyle w:val="A4"/>
          <w:rFonts w:ascii="Times New Roman" w:hAnsi="Times New Roman" w:cs="Times New Roman"/>
          <w:sz w:val="22"/>
          <w:szCs w:val="22"/>
        </w:rPr>
        <w:t xml:space="preserve">A) </w:t>
      </w:r>
      <w:r w:rsidRPr="003D04F7">
        <w:rPr>
          <w:rFonts w:ascii="Times New Roman" w:hAnsi="Times New Roman" w:cs="Times New Roman"/>
          <w:sz w:val="22"/>
          <w:szCs w:val="22"/>
        </w:rPr>
        <w:t xml:space="preserve">İşin kalanını yarın bitiririz. </w:t>
      </w:r>
    </w:p>
    <w:p w:rsidR="003576B0" w:rsidRPr="003D04F7" w:rsidRDefault="003576B0" w:rsidP="004308DA">
      <w:pPr>
        <w:pStyle w:val="Default"/>
        <w:spacing w:after="180"/>
        <w:rPr>
          <w:rFonts w:ascii="Times New Roman" w:hAnsi="Times New Roman" w:cs="Times New Roman"/>
          <w:sz w:val="22"/>
          <w:szCs w:val="22"/>
        </w:rPr>
      </w:pPr>
      <w:r w:rsidRPr="003D04F7">
        <w:rPr>
          <w:rStyle w:val="A4"/>
          <w:rFonts w:ascii="Times New Roman" w:hAnsi="Times New Roman" w:cs="Times New Roman"/>
          <w:sz w:val="22"/>
          <w:szCs w:val="22"/>
        </w:rPr>
        <w:t xml:space="preserve">B) </w:t>
      </w:r>
      <w:r w:rsidRPr="003D04F7">
        <w:rPr>
          <w:rFonts w:ascii="Times New Roman" w:hAnsi="Times New Roman" w:cs="Times New Roman"/>
          <w:sz w:val="22"/>
          <w:szCs w:val="22"/>
        </w:rPr>
        <w:t xml:space="preserve">Sınav az önce tamamlandı. </w:t>
      </w:r>
    </w:p>
    <w:p w:rsidR="003576B0" w:rsidRPr="003D04F7" w:rsidRDefault="003576B0" w:rsidP="004308DA">
      <w:pPr>
        <w:pStyle w:val="Default"/>
        <w:spacing w:after="180"/>
        <w:rPr>
          <w:rFonts w:ascii="Times New Roman" w:hAnsi="Times New Roman" w:cs="Times New Roman"/>
          <w:sz w:val="22"/>
          <w:szCs w:val="22"/>
        </w:rPr>
      </w:pPr>
      <w:r w:rsidRPr="003D04F7">
        <w:rPr>
          <w:rStyle w:val="A4"/>
          <w:rFonts w:ascii="Times New Roman" w:hAnsi="Times New Roman" w:cs="Times New Roman"/>
          <w:sz w:val="22"/>
          <w:szCs w:val="22"/>
        </w:rPr>
        <w:t xml:space="preserve">C) </w:t>
      </w:r>
      <w:r w:rsidRPr="003D04F7">
        <w:rPr>
          <w:rFonts w:ascii="Times New Roman" w:hAnsi="Times New Roman" w:cs="Times New Roman"/>
          <w:sz w:val="22"/>
          <w:szCs w:val="22"/>
        </w:rPr>
        <w:t xml:space="preserve">Sınıf pürdikkat dersi dinliyor. </w:t>
      </w:r>
    </w:p>
    <w:p w:rsidR="003576B0" w:rsidRPr="003D04F7" w:rsidRDefault="003576B0" w:rsidP="004308DA">
      <w:pPr>
        <w:pStyle w:val="Default"/>
        <w:rPr>
          <w:rFonts w:ascii="Times New Roman" w:hAnsi="Times New Roman" w:cs="Times New Roman"/>
          <w:sz w:val="22"/>
          <w:szCs w:val="22"/>
        </w:rPr>
      </w:pPr>
      <w:r w:rsidRPr="003D04F7">
        <w:rPr>
          <w:rStyle w:val="A4"/>
          <w:rFonts w:ascii="Times New Roman" w:hAnsi="Times New Roman" w:cs="Times New Roman"/>
          <w:sz w:val="22"/>
          <w:szCs w:val="22"/>
        </w:rPr>
        <w:t xml:space="preserve">D) </w:t>
      </w:r>
      <w:r w:rsidRPr="003D04F7">
        <w:rPr>
          <w:rFonts w:ascii="Times New Roman" w:hAnsi="Times New Roman" w:cs="Times New Roman"/>
          <w:sz w:val="22"/>
          <w:szCs w:val="22"/>
        </w:rPr>
        <w:t xml:space="preserve">Her gün saat 5’te işten çıkarım </w:t>
      </w:r>
    </w:p>
    <w:p w:rsidR="003576B0" w:rsidRDefault="003576B0" w:rsidP="004308DA">
      <w:pPr>
        <w:pStyle w:val="Default"/>
        <w:spacing w:after="180"/>
        <w:rPr>
          <w:rFonts w:ascii="Times New Roman" w:hAnsi="Times New Roman" w:cs="Times New Roman"/>
          <w:color w:val="auto"/>
          <w:sz w:val="22"/>
          <w:szCs w:val="22"/>
        </w:rPr>
      </w:pPr>
    </w:p>
    <w:p w:rsidR="003576B0" w:rsidRPr="003D04F7" w:rsidRDefault="003576B0" w:rsidP="004308DA">
      <w:pPr>
        <w:pStyle w:val="Default"/>
        <w:spacing w:after="180"/>
        <w:rPr>
          <w:rFonts w:ascii="Times New Roman" w:hAnsi="Times New Roman" w:cs="Times New Roman"/>
          <w:sz w:val="22"/>
          <w:szCs w:val="22"/>
        </w:rPr>
      </w:pPr>
      <w:r w:rsidRPr="003D04F7">
        <w:rPr>
          <w:rFonts w:ascii="Times New Roman" w:hAnsi="Times New Roman" w:cs="Times New Roman"/>
          <w:b/>
          <w:bCs/>
          <w:sz w:val="22"/>
          <w:szCs w:val="22"/>
        </w:rPr>
        <w:t xml:space="preserve">9)Aşağıdaki cümlelerin hangisinde şimdiki zaman kipi, gelecek zaman anlamında kullanılmıştır? </w:t>
      </w:r>
    </w:p>
    <w:p w:rsidR="003576B0" w:rsidRPr="003D04F7" w:rsidRDefault="003576B0" w:rsidP="004308DA">
      <w:pPr>
        <w:pStyle w:val="Default"/>
        <w:spacing w:after="180"/>
        <w:rPr>
          <w:rFonts w:ascii="Times New Roman" w:hAnsi="Times New Roman" w:cs="Times New Roman"/>
          <w:sz w:val="22"/>
          <w:szCs w:val="22"/>
        </w:rPr>
      </w:pPr>
      <w:r w:rsidRPr="003D04F7">
        <w:rPr>
          <w:rStyle w:val="A4"/>
          <w:rFonts w:ascii="Times New Roman" w:hAnsi="Times New Roman" w:cs="Times New Roman"/>
          <w:sz w:val="22"/>
          <w:szCs w:val="22"/>
        </w:rPr>
        <w:t xml:space="preserve">A) </w:t>
      </w:r>
      <w:r w:rsidRPr="003D04F7">
        <w:rPr>
          <w:rFonts w:ascii="Times New Roman" w:hAnsi="Times New Roman" w:cs="Times New Roman"/>
          <w:sz w:val="22"/>
          <w:szCs w:val="22"/>
        </w:rPr>
        <w:t xml:space="preserve">Yarın karneler dağıtılıyor. </w:t>
      </w:r>
    </w:p>
    <w:p w:rsidR="003576B0" w:rsidRPr="003D04F7" w:rsidRDefault="003576B0" w:rsidP="004308DA">
      <w:pPr>
        <w:pStyle w:val="Default"/>
        <w:spacing w:after="180"/>
        <w:rPr>
          <w:rFonts w:ascii="Times New Roman" w:hAnsi="Times New Roman" w:cs="Times New Roman"/>
          <w:sz w:val="22"/>
          <w:szCs w:val="22"/>
        </w:rPr>
      </w:pPr>
      <w:r w:rsidRPr="003D04F7">
        <w:rPr>
          <w:rStyle w:val="A4"/>
          <w:rFonts w:ascii="Times New Roman" w:hAnsi="Times New Roman" w:cs="Times New Roman"/>
          <w:sz w:val="22"/>
          <w:szCs w:val="22"/>
        </w:rPr>
        <w:t xml:space="preserve">B) </w:t>
      </w:r>
      <w:r w:rsidRPr="003D04F7">
        <w:rPr>
          <w:rFonts w:ascii="Times New Roman" w:hAnsi="Times New Roman" w:cs="Times New Roman"/>
          <w:sz w:val="22"/>
          <w:szCs w:val="22"/>
        </w:rPr>
        <w:t xml:space="preserve">Babam evde seni bekliyor. </w:t>
      </w:r>
    </w:p>
    <w:p w:rsidR="003576B0" w:rsidRPr="003D04F7" w:rsidRDefault="003576B0" w:rsidP="004308DA">
      <w:pPr>
        <w:pStyle w:val="Default"/>
        <w:spacing w:after="180"/>
        <w:rPr>
          <w:rFonts w:ascii="Times New Roman" w:hAnsi="Times New Roman" w:cs="Times New Roman"/>
          <w:sz w:val="22"/>
          <w:szCs w:val="22"/>
        </w:rPr>
      </w:pPr>
      <w:r w:rsidRPr="003D04F7">
        <w:rPr>
          <w:rStyle w:val="A4"/>
          <w:rFonts w:ascii="Times New Roman" w:hAnsi="Times New Roman" w:cs="Times New Roman"/>
          <w:sz w:val="22"/>
          <w:szCs w:val="22"/>
        </w:rPr>
        <w:t xml:space="preserve">C) </w:t>
      </w:r>
      <w:r w:rsidRPr="003D04F7">
        <w:rPr>
          <w:rFonts w:ascii="Times New Roman" w:hAnsi="Times New Roman" w:cs="Times New Roman"/>
          <w:sz w:val="22"/>
          <w:szCs w:val="22"/>
        </w:rPr>
        <w:t xml:space="preserve">Eşyalarını dikkatlice topluyor. </w:t>
      </w:r>
    </w:p>
    <w:p w:rsidR="003576B0" w:rsidRPr="003D04F7" w:rsidRDefault="003576B0" w:rsidP="004308DA">
      <w:pPr>
        <w:pStyle w:val="Default"/>
        <w:rPr>
          <w:rFonts w:ascii="Times New Roman" w:hAnsi="Times New Roman" w:cs="Times New Roman"/>
          <w:sz w:val="22"/>
          <w:szCs w:val="22"/>
        </w:rPr>
      </w:pPr>
      <w:r w:rsidRPr="003D04F7">
        <w:rPr>
          <w:rStyle w:val="A4"/>
          <w:rFonts w:ascii="Times New Roman" w:hAnsi="Times New Roman" w:cs="Times New Roman"/>
          <w:sz w:val="22"/>
          <w:szCs w:val="22"/>
        </w:rPr>
        <w:t xml:space="preserve">D) </w:t>
      </w:r>
      <w:r w:rsidRPr="003D04F7">
        <w:rPr>
          <w:rFonts w:ascii="Times New Roman" w:hAnsi="Times New Roman" w:cs="Times New Roman"/>
          <w:sz w:val="22"/>
          <w:szCs w:val="22"/>
        </w:rPr>
        <w:t>Durakta otobüsün gelmesini bekliyor.</w:t>
      </w:r>
    </w:p>
    <w:p w:rsidR="003576B0" w:rsidRPr="00A91DEB" w:rsidRDefault="003576B0" w:rsidP="00A91DEB">
      <w:pPr>
        <w:autoSpaceDE w:val="0"/>
        <w:autoSpaceDN w:val="0"/>
        <w:adjustRightInd w:val="0"/>
        <w:spacing w:after="0" w:line="240" w:lineRule="auto"/>
        <w:rPr>
          <w:rFonts w:ascii="Times New Roman" w:hAnsi="Times New Roman" w:cs="Times New Roman"/>
          <w:color w:val="000000"/>
        </w:rPr>
      </w:pPr>
    </w:p>
    <w:p w:rsidR="003576B0" w:rsidRPr="00A91DEB" w:rsidRDefault="003576B0" w:rsidP="00A91DEB">
      <w:pPr>
        <w:autoSpaceDE w:val="0"/>
        <w:autoSpaceDN w:val="0"/>
        <w:adjustRightInd w:val="0"/>
        <w:spacing w:after="140" w:line="240" w:lineRule="auto"/>
        <w:rPr>
          <w:rFonts w:ascii="Times New Roman" w:hAnsi="Times New Roman" w:cs="Times New Roman"/>
          <w:color w:val="000000"/>
        </w:rPr>
      </w:pPr>
      <w:r w:rsidRPr="003D04F7">
        <w:rPr>
          <w:rFonts w:ascii="Times New Roman" w:hAnsi="Times New Roman" w:cs="Times New Roman"/>
          <w:b/>
          <w:bCs/>
          <w:color w:val="000000"/>
        </w:rPr>
        <w:t>10)</w:t>
      </w:r>
      <w:r w:rsidRPr="00A91DEB">
        <w:rPr>
          <w:rFonts w:ascii="Times New Roman" w:hAnsi="Times New Roman" w:cs="Times New Roman"/>
          <w:b/>
          <w:bCs/>
          <w:color w:val="000000"/>
        </w:rPr>
        <w:t xml:space="preserve">Aşağıdaki cümlelerin hangisinde birleşik fiil </w:t>
      </w:r>
      <w:r w:rsidRPr="003D04F7">
        <w:rPr>
          <w:rFonts w:ascii="Times New Roman" w:hAnsi="Times New Roman" w:cs="Times New Roman"/>
          <w:b/>
          <w:bCs/>
          <w:color w:val="000000"/>
          <w:u w:val="single"/>
        </w:rPr>
        <w:t>kulla</w:t>
      </w:r>
      <w:r w:rsidRPr="003D04F7">
        <w:rPr>
          <w:rFonts w:ascii="Times New Roman" w:hAnsi="Times New Roman" w:cs="Times New Roman"/>
          <w:b/>
          <w:bCs/>
          <w:color w:val="000000"/>
          <w:u w:val="single"/>
        </w:rPr>
        <w:softHyphen/>
        <w:t>nılmamıştır</w:t>
      </w:r>
      <w:r w:rsidRPr="00A91DEB">
        <w:rPr>
          <w:rFonts w:ascii="Times New Roman" w:hAnsi="Times New Roman" w:cs="Times New Roman"/>
          <w:b/>
          <w:bCs/>
          <w:color w:val="000000"/>
        </w:rPr>
        <w:t xml:space="preserve">? </w:t>
      </w:r>
    </w:p>
    <w:p w:rsidR="003576B0" w:rsidRPr="00A91DEB" w:rsidRDefault="003576B0" w:rsidP="00A91DEB">
      <w:pPr>
        <w:autoSpaceDE w:val="0"/>
        <w:autoSpaceDN w:val="0"/>
        <w:adjustRightInd w:val="0"/>
        <w:spacing w:after="140" w:line="240" w:lineRule="auto"/>
        <w:rPr>
          <w:rFonts w:ascii="Times New Roman" w:hAnsi="Times New Roman" w:cs="Times New Roman"/>
          <w:color w:val="000000"/>
        </w:rPr>
      </w:pPr>
      <w:r w:rsidRPr="003D04F7">
        <w:rPr>
          <w:rFonts w:ascii="Times New Roman" w:hAnsi="Times New Roman" w:cs="Times New Roman"/>
          <w:color w:val="000000"/>
        </w:rPr>
        <w:t xml:space="preserve">A) </w:t>
      </w:r>
      <w:r w:rsidRPr="00A91DEB">
        <w:rPr>
          <w:rFonts w:ascii="Times New Roman" w:hAnsi="Times New Roman" w:cs="Times New Roman"/>
          <w:color w:val="000000"/>
        </w:rPr>
        <w:t xml:space="preserve">Öğrenciler bütün soruları dikkatle cevapladılar. </w:t>
      </w:r>
    </w:p>
    <w:p w:rsidR="003576B0" w:rsidRPr="00A91DEB" w:rsidRDefault="003576B0" w:rsidP="00A91DEB">
      <w:pPr>
        <w:autoSpaceDE w:val="0"/>
        <w:autoSpaceDN w:val="0"/>
        <w:adjustRightInd w:val="0"/>
        <w:spacing w:after="140" w:line="240" w:lineRule="auto"/>
        <w:rPr>
          <w:rFonts w:ascii="Times New Roman" w:hAnsi="Times New Roman" w:cs="Times New Roman"/>
          <w:color w:val="000000"/>
        </w:rPr>
      </w:pPr>
      <w:r w:rsidRPr="003D04F7">
        <w:rPr>
          <w:rFonts w:ascii="Times New Roman" w:hAnsi="Times New Roman" w:cs="Times New Roman"/>
          <w:color w:val="000000"/>
        </w:rPr>
        <w:t xml:space="preserve">B) </w:t>
      </w:r>
      <w:r w:rsidRPr="00A91DEB">
        <w:rPr>
          <w:rFonts w:ascii="Times New Roman" w:hAnsi="Times New Roman" w:cs="Times New Roman"/>
          <w:color w:val="000000"/>
        </w:rPr>
        <w:t xml:space="preserve">Acele ettiğim için merdivenden düşeyazdım. </w:t>
      </w:r>
    </w:p>
    <w:p w:rsidR="003576B0" w:rsidRPr="00A91DEB" w:rsidRDefault="003576B0" w:rsidP="00A91DEB">
      <w:pPr>
        <w:autoSpaceDE w:val="0"/>
        <w:autoSpaceDN w:val="0"/>
        <w:adjustRightInd w:val="0"/>
        <w:spacing w:after="140" w:line="240" w:lineRule="auto"/>
        <w:rPr>
          <w:rFonts w:ascii="Times New Roman" w:hAnsi="Times New Roman" w:cs="Times New Roman"/>
          <w:color w:val="000000"/>
        </w:rPr>
      </w:pPr>
      <w:r w:rsidRPr="003D04F7">
        <w:rPr>
          <w:rFonts w:ascii="Times New Roman" w:hAnsi="Times New Roman" w:cs="Times New Roman"/>
          <w:color w:val="000000"/>
        </w:rPr>
        <w:t xml:space="preserve">C) </w:t>
      </w:r>
      <w:r w:rsidRPr="00A91DEB">
        <w:rPr>
          <w:rFonts w:ascii="Times New Roman" w:hAnsi="Times New Roman" w:cs="Times New Roman"/>
          <w:color w:val="000000"/>
        </w:rPr>
        <w:t xml:space="preserve">Yardım etmene gerek yok, kendim taşıyabilirim. </w:t>
      </w:r>
    </w:p>
    <w:p w:rsidR="003576B0" w:rsidRPr="00A91DEB" w:rsidRDefault="003576B0" w:rsidP="00A91DEB">
      <w:pPr>
        <w:autoSpaceDE w:val="0"/>
        <w:autoSpaceDN w:val="0"/>
        <w:adjustRightInd w:val="0"/>
        <w:spacing w:after="0" w:line="240" w:lineRule="auto"/>
        <w:rPr>
          <w:rFonts w:ascii="Times New Roman" w:hAnsi="Times New Roman" w:cs="Times New Roman"/>
          <w:color w:val="000000"/>
        </w:rPr>
      </w:pPr>
      <w:r w:rsidRPr="003D04F7">
        <w:rPr>
          <w:rFonts w:ascii="Times New Roman" w:hAnsi="Times New Roman" w:cs="Times New Roman"/>
          <w:color w:val="000000"/>
        </w:rPr>
        <w:t xml:space="preserve">D) </w:t>
      </w:r>
      <w:r w:rsidRPr="00A91DEB">
        <w:rPr>
          <w:rFonts w:ascii="Times New Roman" w:hAnsi="Times New Roman" w:cs="Times New Roman"/>
          <w:color w:val="000000"/>
        </w:rPr>
        <w:t xml:space="preserve">Eve girer girmez yeni koltukları fark etti. </w:t>
      </w:r>
    </w:p>
    <w:p w:rsidR="003576B0" w:rsidRPr="003D04F7" w:rsidRDefault="003576B0" w:rsidP="00A91DEB">
      <w:pPr>
        <w:pStyle w:val="Default"/>
        <w:rPr>
          <w:rFonts w:ascii="Times New Roman" w:hAnsi="Times New Roman" w:cs="Times New Roman"/>
          <w:sz w:val="22"/>
          <w:szCs w:val="22"/>
        </w:rPr>
      </w:pPr>
    </w:p>
    <w:p w:rsidR="003576B0" w:rsidRPr="003D04F7" w:rsidRDefault="003576B0" w:rsidP="00A91DEB">
      <w:pPr>
        <w:pStyle w:val="Default"/>
        <w:spacing w:after="140"/>
        <w:rPr>
          <w:rFonts w:ascii="Times New Roman" w:hAnsi="Times New Roman" w:cs="Times New Roman"/>
          <w:b/>
          <w:bCs/>
          <w:sz w:val="22"/>
          <w:szCs w:val="22"/>
        </w:rPr>
      </w:pPr>
    </w:p>
    <w:p w:rsidR="003576B0" w:rsidRPr="003D04F7" w:rsidRDefault="003576B0" w:rsidP="00A91DEB">
      <w:pPr>
        <w:pStyle w:val="Default"/>
        <w:spacing w:after="140"/>
        <w:rPr>
          <w:rFonts w:ascii="Times New Roman" w:hAnsi="Times New Roman" w:cs="Times New Roman"/>
          <w:sz w:val="22"/>
          <w:szCs w:val="22"/>
        </w:rPr>
      </w:pPr>
      <w:r w:rsidRPr="003D04F7">
        <w:rPr>
          <w:rFonts w:ascii="Times New Roman" w:hAnsi="Times New Roman" w:cs="Times New Roman"/>
          <w:b/>
          <w:bCs/>
          <w:sz w:val="22"/>
          <w:szCs w:val="22"/>
        </w:rPr>
        <w:t>11)Aşağıdaki cümlelerin hangisinde birleşik fiil, oluşu</w:t>
      </w:r>
      <w:r w:rsidRPr="003D04F7">
        <w:rPr>
          <w:rFonts w:ascii="Times New Roman" w:hAnsi="Times New Roman" w:cs="Times New Roman"/>
          <w:b/>
          <w:bCs/>
          <w:sz w:val="22"/>
          <w:szCs w:val="22"/>
        </w:rPr>
        <w:softHyphen/>
        <w:t xml:space="preserve">mu bakımından diğerlerinden farklıdır? </w:t>
      </w:r>
    </w:p>
    <w:p w:rsidR="003576B0" w:rsidRPr="003D04F7" w:rsidRDefault="003576B0" w:rsidP="00A91DEB">
      <w:pPr>
        <w:pStyle w:val="Default"/>
        <w:spacing w:after="140"/>
        <w:rPr>
          <w:rFonts w:ascii="Times New Roman" w:hAnsi="Times New Roman" w:cs="Times New Roman"/>
          <w:sz w:val="22"/>
          <w:szCs w:val="22"/>
        </w:rPr>
      </w:pPr>
      <w:r w:rsidRPr="003D04F7">
        <w:rPr>
          <w:rStyle w:val="A4"/>
          <w:rFonts w:ascii="Times New Roman" w:hAnsi="Times New Roman" w:cs="Times New Roman"/>
          <w:sz w:val="22"/>
          <w:szCs w:val="22"/>
        </w:rPr>
        <w:t xml:space="preserve">A) </w:t>
      </w:r>
      <w:r w:rsidRPr="003D04F7">
        <w:rPr>
          <w:rFonts w:ascii="Times New Roman" w:hAnsi="Times New Roman" w:cs="Times New Roman"/>
          <w:sz w:val="22"/>
          <w:szCs w:val="22"/>
        </w:rPr>
        <w:t xml:space="preserve">Kendisine yapılan haksızlıklara sabretti. </w:t>
      </w:r>
    </w:p>
    <w:p w:rsidR="003576B0" w:rsidRPr="003D04F7" w:rsidRDefault="003576B0" w:rsidP="00A91DEB">
      <w:pPr>
        <w:pStyle w:val="Default"/>
        <w:spacing w:after="140"/>
        <w:rPr>
          <w:rFonts w:ascii="Times New Roman" w:hAnsi="Times New Roman" w:cs="Times New Roman"/>
          <w:sz w:val="22"/>
          <w:szCs w:val="22"/>
        </w:rPr>
      </w:pPr>
      <w:r w:rsidRPr="003D04F7">
        <w:rPr>
          <w:rStyle w:val="A4"/>
          <w:rFonts w:ascii="Times New Roman" w:hAnsi="Times New Roman" w:cs="Times New Roman"/>
          <w:sz w:val="22"/>
          <w:szCs w:val="22"/>
        </w:rPr>
        <w:t xml:space="preserve">B) </w:t>
      </w:r>
      <w:r w:rsidRPr="003D04F7">
        <w:rPr>
          <w:rFonts w:ascii="Times New Roman" w:hAnsi="Times New Roman" w:cs="Times New Roman"/>
          <w:sz w:val="22"/>
          <w:szCs w:val="22"/>
        </w:rPr>
        <w:t xml:space="preserve">Bu kadar ağır bir yükü kaldırabilir mi? </w:t>
      </w:r>
    </w:p>
    <w:p w:rsidR="003576B0" w:rsidRPr="003D04F7" w:rsidRDefault="003576B0" w:rsidP="00A91DEB">
      <w:pPr>
        <w:pStyle w:val="Default"/>
        <w:spacing w:after="140"/>
        <w:rPr>
          <w:rFonts w:ascii="Times New Roman" w:hAnsi="Times New Roman" w:cs="Times New Roman"/>
          <w:sz w:val="22"/>
          <w:szCs w:val="22"/>
        </w:rPr>
      </w:pPr>
      <w:r w:rsidRPr="003D04F7">
        <w:rPr>
          <w:rStyle w:val="A4"/>
          <w:rFonts w:ascii="Times New Roman" w:hAnsi="Times New Roman" w:cs="Times New Roman"/>
          <w:sz w:val="22"/>
          <w:szCs w:val="22"/>
        </w:rPr>
        <w:t xml:space="preserve">C) </w:t>
      </w:r>
      <w:r w:rsidRPr="003D04F7">
        <w:rPr>
          <w:rFonts w:ascii="Times New Roman" w:hAnsi="Times New Roman" w:cs="Times New Roman"/>
          <w:sz w:val="22"/>
          <w:szCs w:val="22"/>
        </w:rPr>
        <w:t xml:space="preserve">Koşan çocukların arkasından bakakaldı. </w:t>
      </w:r>
    </w:p>
    <w:p w:rsidR="003576B0" w:rsidRPr="003D04F7" w:rsidRDefault="003576B0" w:rsidP="00A91DEB">
      <w:pPr>
        <w:pStyle w:val="Default"/>
        <w:rPr>
          <w:rFonts w:ascii="Times New Roman" w:hAnsi="Times New Roman" w:cs="Times New Roman"/>
          <w:sz w:val="22"/>
          <w:szCs w:val="22"/>
        </w:rPr>
      </w:pPr>
      <w:r w:rsidRPr="003D04F7">
        <w:rPr>
          <w:rStyle w:val="A4"/>
          <w:rFonts w:ascii="Times New Roman" w:hAnsi="Times New Roman" w:cs="Times New Roman"/>
          <w:sz w:val="22"/>
          <w:szCs w:val="22"/>
        </w:rPr>
        <w:t xml:space="preserve">D) </w:t>
      </w:r>
      <w:r w:rsidRPr="003D04F7">
        <w:rPr>
          <w:rFonts w:ascii="Times New Roman" w:hAnsi="Times New Roman" w:cs="Times New Roman"/>
          <w:sz w:val="22"/>
          <w:szCs w:val="22"/>
        </w:rPr>
        <w:t xml:space="preserve">Karşımda parlak bir ışık beliriverdi. </w:t>
      </w:r>
    </w:p>
    <w:p w:rsidR="003576B0" w:rsidRDefault="003576B0" w:rsidP="00D52423">
      <w:pPr>
        <w:autoSpaceDE w:val="0"/>
        <w:autoSpaceDN w:val="0"/>
        <w:adjustRightInd w:val="0"/>
        <w:spacing w:after="0" w:line="240" w:lineRule="auto"/>
        <w:rPr>
          <w:rFonts w:ascii="Times New Roman" w:eastAsia="ArialMT" w:hAnsi="Times New Roman"/>
        </w:rPr>
      </w:pPr>
    </w:p>
    <w:p w:rsidR="003576B0" w:rsidRDefault="003576B0" w:rsidP="00D52423">
      <w:pPr>
        <w:autoSpaceDE w:val="0"/>
        <w:autoSpaceDN w:val="0"/>
        <w:adjustRightInd w:val="0"/>
        <w:spacing w:after="0" w:line="240" w:lineRule="auto"/>
        <w:rPr>
          <w:rFonts w:ascii="Times New Roman" w:eastAsia="ArialMT" w:hAnsi="Times New Roman"/>
          <w:b/>
          <w:bCs/>
        </w:rPr>
      </w:pPr>
    </w:p>
    <w:p w:rsidR="003576B0" w:rsidRDefault="003576B0" w:rsidP="00D52423">
      <w:pPr>
        <w:autoSpaceDE w:val="0"/>
        <w:autoSpaceDN w:val="0"/>
        <w:adjustRightInd w:val="0"/>
        <w:spacing w:after="0" w:line="240" w:lineRule="auto"/>
        <w:rPr>
          <w:rFonts w:ascii="Times New Roman" w:eastAsia="ArialMT" w:hAnsi="Times New Roman"/>
          <w:b/>
          <w:bCs/>
        </w:rPr>
      </w:pPr>
    </w:p>
    <w:p w:rsidR="003576B0" w:rsidRPr="003D04F7" w:rsidRDefault="003576B0" w:rsidP="00D52423">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b/>
          <w:bCs/>
        </w:rPr>
        <w:t>12)</w:t>
      </w:r>
      <w:r w:rsidRPr="003D04F7">
        <w:rPr>
          <w:rFonts w:ascii="Times New Roman" w:eastAsia="ArialMT" w:hAnsi="Times New Roman" w:cs="Times New Roman"/>
        </w:rPr>
        <w:t>Bir köyün, bir kasabanın, bir şehrin evlerinden bir tanesibizim için çok özeldir. Orada açmışızdır gözümüzüdünyaya. Orada ağlamış, orada gülmüşüzdür. Herkaresinde bizden bir parça vardır. Penceredeki camaresimler çizmiş, perdeleri aralayıp odaya güneşi doldurmuşuzdur.</w:t>
      </w:r>
    </w:p>
    <w:p w:rsidR="003576B0" w:rsidRPr="003D04F7" w:rsidRDefault="003576B0" w:rsidP="00D52423">
      <w:pPr>
        <w:autoSpaceDE w:val="0"/>
        <w:autoSpaceDN w:val="0"/>
        <w:adjustRightInd w:val="0"/>
        <w:spacing w:after="0" w:line="240" w:lineRule="auto"/>
        <w:rPr>
          <w:rFonts w:ascii="Times New Roman" w:eastAsia="ArialMT" w:hAnsi="Times New Roman" w:cs="Times New Roman"/>
          <w:b/>
          <w:bCs/>
        </w:rPr>
      </w:pPr>
      <w:r w:rsidRPr="003D04F7">
        <w:rPr>
          <w:rFonts w:ascii="Times New Roman" w:eastAsia="ArialMT" w:hAnsi="Times New Roman" w:cs="Times New Roman"/>
          <w:b/>
          <w:bCs/>
        </w:rPr>
        <w:t>Bu parçanın ana düşüncesi aşağıdakilerden hangisidir?</w:t>
      </w:r>
    </w:p>
    <w:p w:rsidR="003576B0" w:rsidRPr="003D04F7" w:rsidRDefault="003576B0" w:rsidP="00D52423">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A) Bir evin özel olmasını sağlayan şey, orada yaşanan</w:t>
      </w:r>
    </w:p>
    <w:p w:rsidR="003576B0" w:rsidRPr="003D04F7" w:rsidRDefault="003576B0" w:rsidP="00D52423">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anılardır.</w:t>
      </w:r>
    </w:p>
    <w:p w:rsidR="003576B0" w:rsidRPr="003D04F7" w:rsidRDefault="003576B0" w:rsidP="00D52423">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B) Her insan sadece kendi evinde huzuru bulur.</w:t>
      </w:r>
    </w:p>
    <w:p w:rsidR="003576B0" w:rsidRPr="003D04F7" w:rsidRDefault="003576B0" w:rsidP="00D52423">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C) Evlerin insan hayatında önemli bir yeri vardır.</w:t>
      </w:r>
    </w:p>
    <w:p w:rsidR="003576B0" w:rsidRPr="003D04F7" w:rsidRDefault="003576B0" w:rsidP="00D52423">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D) İnsanın kendi evini sevmesinin nedeni, orada mutlu</w:t>
      </w:r>
    </w:p>
    <w:p w:rsidR="003576B0" w:rsidRPr="003D04F7" w:rsidRDefault="003576B0" w:rsidP="00D52423">
      <w:pPr>
        <w:rPr>
          <w:rFonts w:ascii="Times New Roman" w:hAnsi="Times New Roman" w:cs="Times New Roman"/>
        </w:rPr>
      </w:pPr>
      <w:r w:rsidRPr="003D04F7">
        <w:rPr>
          <w:rFonts w:ascii="Times New Roman" w:eastAsia="ArialMT" w:hAnsi="Times New Roman" w:cs="Times New Roman"/>
        </w:rPr>
        <w:t>olmasıdır.</w:t>
      </w:r>
    </w:p>
    <w:p w:rsidR="003576B0" w:rsidRPr="003D04F7" w:rsidRDefault="003576B0" w:rsidP="00A95AFC">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b/>
          <w:bCs/>
        </w:rPr>
        <w:t>13)</w:t>
      </w:r>
      <w:r w:rsidRPr="003D04F7">
        <w:rPr>
          <w:rFonts w:ascii="Times New Roman" w:eastAsia="ArialMT" w:hAnsi="Times New Roman" w:cs="Times New Roman"/>
        </w:rPr>
        <w:t>Selamlaşmak insanlar arası ilişkilerde çok önemlidir.</w:t>
      </w:r>
    </w:p>
    <w:p w:rsidR="003576B0" w:rsidRPr="003D04F7" w:rsidRDefault="003576B0" w:rsidP="00A95AFC">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Küçük bir selamın sıcaklığı, insanlar arasındaki yabancılığı</w:t>
      </w:r>
    </w:p>
    <w:p w:rsidR="003576B0" w:rsidRPr="003D04F7" w:rsidRDefault="003576B0" w:rsidP="00A95AFC">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ortadan kaldırıverir ve eğer varsa soğukluğun</w:t>
      </w:r>
    </w:p>
    <w:p w:rsidR="003576B0" w:rsidRPr="003D04F7" w:rsidRDefault="003576B0" w:rsidP="00A95AFC">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buzdağını eritir. Selam, barış güvercinidir. Kanatlarını</w:t>
      </w:r>
    </w:p>
    <w:p w:rsidR="003576B0" w:rsidRPr="003D04F7" w:rsidRDefault="003576B0" w:rsidP="00A95AFC">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dilden kalbe doğru çırpar. Selamla gökyüzü genişler,</w:t>
      </w:r>
    </w:p>
    <w:p w:rsidR="003576B0" w:rsidRPr="003D04F7" w:rsidRDefault="003576B0" w:rsidP="00A95AFC">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bulutlar daha bir mavileşir. Bir merhaba, insandan insana</w:t>
      </w:r>
    </w:p>
    <w:p w:rsidR="003576B0" w:rsidRPr="003D04F7" w:rsidRDefault="003576B0" w:rsidP="00A95AFC">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‟Seni tanıyor, varlığını kabul ediyorum.” mesajıdır.</w:t>
      </w:r>
    </w:p>
    <w:p w:rsidR="003576B0" w:rsidRPr="003D04F7" w:rsidRDefault="003576B0" w:rsidP="00A95AFC">
      <w:pPr>
        <w:autoSpaceDE w:val="0"/>
        <w:autoSpaceDN w:val="0"/>
        <w:adjustRightInd w:val="0"/>
        <w:spacing w:after="0" w:line="240" w:lineRule="auto"/>
        <w:rPr>
          <w:rFonts w:ascii="Times New Roman" w:eastAsia="ArialMT" w:hAnsi="Times New Roman" w:cs="Times New Roman"/>
          <w:b/>
          <w:bCs/>
        </w:rPr>
      </w:pPr>
      <w:r w:rsidRPr="003D04F7">
        <w:rPr>
          <w:rFonts w:ascii="Times New Roman" w:eastAsia="ArialMT" w:hAnsi="Times New Roman" w:cs="Times New Roman"/>
          <w:b/>
          <w:bCs/>
        </w:rPr>
        <w:t>Bu parçanın konusu aşağıdakilerden hangisidir?</w:t>
      </w:r>
    </w:p>
    <w:p w:rsidR="003576B0" w:rsidRPr="003D04F7" w:rsidRDefault="003576B0" w:rsidP="00A95AFC">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A) İnsanlar arasındaki yabancılık</w:t>
      </w:r>
    </w:p>
    <w:p w:rsidR="003576B0" w:rsidRPr="003D04F7" w:rsidRDefault="003576B0" w:rsidP="00A95AFC">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B) Selamlaşmanın önemi</w:t>
      </w:r>
    </w:p>
    <w:p w:rsidR="003576B0" w:rsidRPr="003D04F7" w:rsidRDefault="003576B0" w:rsidP="00A95AFC">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C) Toplumun birbirinden uzaklaşması</w:t>
      </w:r>
    </w:p>
    <w:p w:rsidR="003576B0" w:rsidRPr="003D04F7" w:rsidRDefault="003576B0" w:rsidP="00A95AFC">
      <w:pPr>
        <w:rPr>
          <w:rFonts w:ascii="Times New Roman" w:eastAsia="ArialMT" w:hAnsi="Times New Roman" w:cs="Times New Roman"/>
        </w:rPr>
      </w:pPr>
      <w:r w:rsidRPr="003D04F7">
        <w:rPr>
          <w:rFonts w:ascii="Times New Roman" w:eastAsia="ArialMT" w:hAnsi="Times New Roman" w:cs="Times New Roman"/>
        </w:rPr>
        <w:t>D) Günümüzde hoşgörünün azalması</w:t>
      </w:r>
    </w:p>
    <w:p w:rsidR="003576B0" w:rsidRPr="003D04F7" w:rsidRDefault="003576B0" w:rsidP="00D80F06">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b/>
          <w:bCs/>
        </w:rPr>
        <w:t>14)</w:t>
      </w:r>
      <w:r w:rsidRPr="003D04F7">
        <w:rPr>
          <w:rFonts w:ascii="Times New Roman" w:eastAsia="ArialMT" w:hAnsi="Times New Roman" w:cs="Times New Roman"/>
        </w:rPr>
        <w:t>Yaşananların günü gününe yazıldığı türe günlük denir.</w:t>
      </w:r>
    </w:p>
    <w:p w:rsidR="003576B0" w:rsidRPr="003D04F7" w:rsidRDefault="003576B0" w:rsidP="00D80F06">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Günlük, bir bakıma kişinin kendi kendisiyle sohbet</w:t>
      </w:r>
    </w:p>
    <w:p w:rsidR="003576B0" w:rsidRPr="003D04F7" w:rsidRDefault="003576B0" w:rsidP="00D80F06">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etmesidir. Okuyucu için yazılmaz. Bu sebeple günlük</w:t>
      </w:r>
    </w:p>
    <w:p w:rsidR="003576B0" w:rsidRPr="003D04F7" w:rsidRDefault="003576B0" w:rsidP="00D80F06">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yazarı, okuyucuya kendini anlatma kaygısı taşımaz.</w:t>
      </w:r>
    </w:p>
    <w:p w:rsidR="003576B0" w:rsidRPr="003D04F7" w:rsidRDefault="003576B0" w:rsidP="00D80F06">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Duygu ve düşüncelerini içtenlikle ifade eder. Ünlü şair</w:t>
      </w:r>
    </w:p>
    <w:p w:rsidR="003576B0" w:rsidRPr="003D04F7" w:rsidRDefault="003576B0" w:rsidP="00D80F06">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ve yazarlarımızdan birçoğunun günlükleri bulunmaktadır.</w:t>
      </w:r>
    </w:p>
    <w:p w:rsidR="003576B0" w:rsidRPr="003D04F7" w:rsidRDefault="003576B0" w:rsidP="00D80F06">
      <w:pPr>
        <w:autoSpaceDE w:val="0"/>
        <w:autoSpaceDN w:val="0"/>
        <w:adjustRightInd w:val="0"/>
        <w:spacing w:after="0" w:line="240" w:lineRule="auto"/>
        <w:rPr>
          <w:rFonts w:ascii="Times New Roman" w:eastAsia="ArialMT" w:hAnsi="Times New Roman" w:cs="Times New Roman"/>
          <w:b/>
          <w:bCs/>
        </w:rPr>
      </w:pPr>
      <w:r w:rsidRPr="003D04F7">
        <w:rPr>
          <w:rFonts w:ascii="Times New Roman" w:eastAsia="ArialMT" w:hAnsi="Times New Roman" w:cs="Times New Roman"/>
          <w:b/>
          <w:bCs/>
        </w:rPr>
        <w:t>Bu parçadan günlükle ilgili aşağıdakilerden hangisine</w:t>
      </w:r>
    </w:p>
    <w:p w:rsidR="003576B0" w:rsidRPr="003D04F7" w:rsidRDefault="003576B0" w:rsidP="00D80F06">
      <w:pPr>
        <w:autoSpaceDE w:val="0"/>
        <w:autoSpaceDN w:val="0"/>
        <w:adjustRightInd w:val="0"/>
        <w:spacing w:after="0" w:line="240" w:lineRule="auto"/>
        <w:rPr>
          <w:rFonts w:ascii="Times New Roman" w:eastAsia="ArialMT" w:hAnsi="Times New Roman" w:cs="Times New Roman"/>
          <w:b/>
          <w:bCs/>
        </w:rPr>
      </w:pPr>
      <w:r w:rsidRPr="003D04F7">
        <w:rPr>
          <w:rFonts w:ascii="Times New Roman" w:eastAsia="ArialMT" w:hAnsi="Times New Roman" w:cs="Times New Roman"/>
          <w:b/>
          <w:bCs/>
        </w:rPr>
        <w:t>ulaşılamaz?</w:t>
      </w:r>
    </w:p>
    <w:p w:rsidR="003576B0" w:rsidRPr="003D04F7" w:rsidRDefault="003576B0" w:rsidP="00D80F06">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A) Samimi bir üslup kullanılır.</w:t>
      </w:r>
    </w:p>
    <w:p w:rsidR="003576B0" w:rsidRPr="003D04F7" w:rsidRDefault="003576B0" w:rsidP="00D80F06">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B) Sohbet havası içinde yazılır.</w:t>
      </w:r>
    </w:p>
    <w:p w:rsidR="003576B0" w:rsidRPr="003D04F7" w:rsidRDefault="003576B0" w:rsidP="00D80F06">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C) Sadece iyi yazarlar tarafından yazılır.</w:t>
      </w:r>
    </w:p>
    <w:p w:rsidR="003576B0" w:rsidRPr="003D04F7" w:rsidRDefault="003576B0" w:rsidP="00DE70F4">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D) Okuyucuya ulaşmak</w:t>
      </w:r>
    </w:p>
    <w:p w:rsidR="003576B0" w:rsidRPr="003D04F7" w:rsidRDefault="003576B0" w:rsidP="00DE70F4">
      <w:pPr>
        <w:autoSpaceDE w:val="0"/>
        <w:autoSpaceDN w:val="0"/>
        <w:adjustRightInd w:val="0"/>
        <w:spacing w:after="0" w:line="240" w:lineRule="auto"/>
        <w:rPr>
          <w:rFonts w:ascii="Times New Roman" w:eastAsia="ArialMT" w:hAnsi="Times New Roman" w:cs="Times New Roman"/>
          <w:b/>
          <w:bCs/>
        </w:rPr>
      </w:pPr>
      <w:r w:rsidRPr="003D04F7">
        <w:rPr>
          <w:rFonts w:ascii="Times New Roman" w:eastAsia="ArialMT" w:hAnsi="Times New Roman" w:cs="Times New Roman"/>
          <w:b/>
          <w:bCs/>
        </w:rPr>
        <w:t>15)</w:t>
      </w:r>
    </w:p>
    <w:p w:rsidR="003576B0" w:rsidRPr="003D04F7" w:rsidRDefault="003576B0" w:rsidP="00DE70F4">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(1) Ömer Seyfettin 1884-1920 yılları arasında yaşamıştır.</w:t>
      </w:r>
    </w:p>
    <w:p w:rsidR="003576B0" w:rsidRPr="003D04F7" w:rsidRDefault="003576B0" w:rsidP="00DE70F4">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(2) Yazar, "Genç Kalemler" dergisinde öyküler</w:t>
      </w:r>
    </w:p>
    <w:p w:rsidR="003576B0" w:rsidRPr="003D04F7" w:rsidRDefault="003576B0" w:rsidP="00DE70F4">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yazmıştır. (3) Öykülerinde akıcı ve etkileyici bir dil kullanmıştır.</w:t>
      </w:r>
    </w:p>
    <w:p w:rsidR="003576B0" w:rsidRPr="003D04F7" w:rsidRDefault="003576B0" w:rsidP="00DE70F4">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(4) Yazarın şiir ve roman türünde eserleri de</w:t>
      </w:r>
    </w:p>
    <w:p w:rsidR="003576B0" w:rsidRPr="003D04F7" w:rsidRDefault="003576B0" w:rsidP="00DE70F4">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bulunmaktadır.</w:t>
      </w:r>
    </w:p>
    <w:p w:rsidR="003576B0" w:rsidRPr="003D04F7" w:rsidRDefault="003576B0" w:rsidP="00DE70F4">
      <w:pPr>
        <w:autoSpaceDE w:val="0"/>
        <w:autoSpaceDN w:val="0"/>
        <w:adjustRightInd w:val="0"/>
        <w:spacing w:after="0" w:line="240" w:lineRule="auto"/>
        <w:rPr>
          <w:rFonts w:ascii="Times New Roman" w:eastAsia="ArialMT" w:hAnsi="Times New Roman" w:cs="Times New Roman"/>
          <w:b/>
          <w:bCs/>
        </w:rPr>
      </w:pPr>
      <w:r w:rsidRPr="003D04F7">
        <w:rPr>
          <w:rFonts w:ascii="Times New Roman" w:eastAsia="ArialMT" w:hAnsi="Times New Roman" w:cs="Times New Roman"/>
          <w:b/>
          <w:bCs/>
        </w:rPr>
        <w:t>Bu parçada numaralanmış cümlelerin hangisinde</w:t>
      </w:r>
    </w:p>
    <w:p w:rsidR="003576B0" w:rsidRPr="003D04F7" w:rsidRDefault="003576B0" w:rsidP="00DE70F4">
      <w:pPr>
        <w:autoSpaceDE w:val="0"/>
        <w:autoSpaceDN w:val="0"/>
        <w:adjustRightInd w:val="0"/>
        <w:spacing w:after="0" w:line="240" w:lineRule="auto"/>
        <w:rPr>
          <w:rFonts w:ascii="Times New Roman" w:eastAsia="ArialMT" w:hAnsi="Times New Roman" w:cs="Times New Roman"/>
          <w:b/>
          <w:bCs/>
        </w:rPr>
      </w:pPr>
      <w:r w:rsidRPr="003D04F7">
        <w:rPr>
          <w:rFonts w:ascii="Times New Roman" w:eastAsia="ArialMT" w:hAnsi="Times New Roman" w:cs="Times New Roman"/>
          <w:b/>
          <w:bCs/>
        </w:rPr>
        <w:t>öznel anlatım vardır?</w:t>
      </w:r>
    </w:p>
    <w:p w:rsidR="003576B0" w:rsidRPr="003D04F7" w:rsidRDefault="003576B0" w:rsidP="00DE70F4">
      <w:pPr>
        <w:rPr>
          <w:rFonts w:ascii="Times New Roman" w:eastAsia="ArialMT" w:hAnsi="Times New Roman"/>
        </w:rPr>
      </w:pPr>
      <w:r w:rsidRPr="003D04F7">
        <w:rPr>
          <w:rFonts w:ascii="Times New Roman" w:eastAsia="ArialMT" w:hAnsi="Times New Roman" w:cs="Times New Roman"/>
        </w:rPr>
        <w:t>A) 1. B) 2. C) 3. D) 4.</w:t>
      </w:r>
      <w:bookmarkStart w:id="0" w:name="_GoBack"/>
      <w:bookmarkEnd w:id="0"/>
      <w:r w:rsidRPr="003D04F7">
        <w:rPr>
          <w:rFonts w:ascii="Times New Roman" w:eastAsia="ArialMT" w:hAnsi="Times New Roman" w:cs="Times New Roman"/>
        </w:rPr>
        <w:t xml:space="preserve"> </w:t>
      </w:r>
    </w:p>
    <w:p w:rsidR="003576B0" w:rsidRPr="003D04F7" w:rsidRDefault="003576B0" w:rsidP="005771E8">
      <w:pPr>
        <w:autoSpaceDE w:val="0"/>
        <w:autoSpaceDN w:val="0"/>
        <w:adjustRightInd w:val="0"/>
        <w:spacing w:after="0" w:line="240" w:lineRule="auto"/>
        <w:rPr>
          <w:rFonts w:ascii="Times New Roman" w:hAnsi="Times New Roman" w:cs="Times New Roman"/>
          <w:b/>
          <w:bCs/>
        </w:rPr>
      </w:pPr>
      <w:r w:rsidRPr="003D04F7">
        <w:rPr>
          <w:rFonts w:ascii="Times New Roman" w:hAnsi="Times New Roman" w:cs="Times New Roman"/>
          <w:b/>
          <w:bCs/>
        </w:rPr>
        <w:t>16)Aşağıdaki cümlelerin hangisinde nesnellik söz konusudur?</w:t>
      </w:r>
    </w:p>
    <w:p w:rsidR="003576B0" w:rsidRPr="003D04F7" w:rsidRDefault="003576B0" w:rsidP="005771E8">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A) Mehmet Akif’in yazdığı İstiklal Marşı, Osman Zeki</w:t>
      </w:r>
    </w:p>
    <w:p w:rsidR="003576B0" w:rsidRPr="003D04F7" w:rsidRDefault="003576B0" w:rsidP="005771E8">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Üngör tarafından bestelenmiştir.</w:t>
      </w:r>
    </w:p>
    <w:p w:rsidR="003576B0" w:rsidRPr="003D04F7" w:rsidRDefault="003576B0" w:rsidP="005771E8">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B) Oturup saatlerce futbol izlemek bana zaman kaybı</w:t>
      </w:r>
    </w:p>
    <w:p w:rsidR="003576B0" w:rsidRPr="003D04F7" w:rsidRDefault="003576B0" w:rsidP="005771E8">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gibi geliyor.</w:t>
      </w:r>
    </w:p>
    <w:p w:rsidR="003576B0" w:rsidRPr="003D04F7" w:rsidRDefault="003576B0" w:rsidP="005771E8">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C) Günlük yaşamdaki sorunların anlatıldığı bu kitap</w:t>
      </w:r>
    </w:p>
    <w:p w:rsidR="003576B0" w:rsidRPr="003D04F7" w:rsidRDefault="003576B0" w:rsidP="005771E8">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herkeste merak uyandıracak.</w:t>
      </w:r>
    </w:p>
    <w:p w:rsidR="003576B0" w:rsidRPr="003D04F7" w:rsidRDefault="003576B0" w:rsidP="005771E8">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D) İnsan, kendisine yapılan iyiliği de kötülüğü de asla</w:t>
      </w:r>
    </w:p>
    <w:p w:rsidR="003576B0" w:rsidRPr="003D04F7" w:rsidRDefault="003576B0" w:rsidP="005771E8">
      <w:pPr>
        <w:rPr>
          <w:rFonts w:ascii="Times New Roman" w:eastAsia="ArialMT" w:hAnsi="Times New Roman" w:cs="Times New Roman"/>
        </w:rPr>
      </w:pPr>
      <w:r w:rsidRPr="003D04F7">
        <w:rPr>
          <w:rFonts w:ascii="Times New Roman" w:eastAsia="ArialMT" w:hAnsi="Times New Roman" w:cs="Times New Roman"/>
        </w:rPr>
        <w:t>Unutmaz</w:t>
      </w:r>
    </w:p>
    <w:p w:rsidR="003576B0" w:rsidRPr="003D04F7" w:rsidRDefault="003576B0" w:rsidP="007E49FF">
      <w:pPr>
        <w:autoSpaceDE w:val="0"/>
        <w:autoSpaceDN w:val="0"/>
        <w:adjustRightInd w:val="0"/>
        <w:spacing w:after="0" w:line="240" w:lineRule="auto"/>
        <w:rPr>
          <w:rFonts w:ascii="Times New Roman" w:eastAsia="ArialMT" w:hAnsi="Times New Roman" w:cs="Times New Roman"/>
          <w:b/>
          <w:bCs/>
        </w:rPr>
      </w:pPr>
      <w:r w:rsidRPr="003D04F7">
        <w:rPr>
          <w:rFonts w:ascii="Times New Roman" w:eastAsia="ArialMT" w:hAnsi="Times New Roman" w:cs="Times New Roman"/>
          <w:b/>
          <w:bCs/>
        </w:rPr>
        <w:t>17)</w:t>
      </w:r>
    </w:p>
    <w:p w:rsidR="003576B0" w:rsidRPr="003D04F7" w:rsidRDefault="003576B0" w:rsidP="007E49FF">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1) Şairin üçüncü kitabı, geçen hafta sonu piyasaya</w:t>
      </w:r>
    </w:p>
    <w:p w:rsidR="003576B0" w:rsidRPr="003D04F7" w:rsidRDefault="003576B0" w:rsidP="007E49FF">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çıktı. (2) Şairin sade bir dil kullandığı bu kitap çok beğenileceğe</w:t>
      </w:r>
    </w:p>
    <w:p w:rsidR="003576B0" w:rsidRPr="003D04F7" w:rsidRDefault="003576B0" w:rsidP="007E49FF">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benziyor. (3) Muhtemelen çok satanlar listesine</w:t>
      </w:r>
    </w:p>
    <w:p w:rsidR="003576B0" w:rsidRPr="003D04F7" w:rsidRDefault="003576B0" w:rsidP="007E49FF">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girecek. (4) Ancak şair, daha önce yaptığı bazı</w:t>
      </w:r>
    </w:p>
    <w:p w:rsidR="003576B0" w:rsidRPr="003D04F7" w:rsidRDefault="003576B0" w:rsidP="007E49FF">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hataları bu kitabında da yapmış.</w:t>
      </w:r>
    </w:p>
    <w:p w:rsidR="003576B0" w:rsidRPr="003D04F7" w:rsidRDefault="003576B0" w:rsidP="007E49FF">
      <w:pPr>
        <w:autoSpaceDE w:val="0"/>
        <w:autoSpaceDN w:val="0"/>
        <w:adjustRightInd w:val="0"/>
        <w:spacing w:after="0" w:line="240" w:lineRule="auto"/>
        <w:rPr>
          <w:rFonts w:ascii="Times New Roman" w:eastAsia="ArialMT" w:hAnsi="Times New Roman" w:cs="Times New Roman"/>
          <w:b/>
          <w:bCs/>
        </w:rPr>
      </w:pPr>
      <w:r w:rsidRPr="003D04F7">
        <w:rPr>
          <w:rFonts w:ascii="Times New Roman" w:eastAsia="ArialMT" w:hAnsi="Times New Roman" w:cs="Times New Roman"/>
          <w:b/>
          <w:bCs/>
        </w:rPr>
        <w:t>Bu parçada numaralanmış cümlelerin hangisinde</w:t>
      </w:r>
    </w:p>
    <w:p w:rsidR="003576B0" w:rsidRPr="003D04F7" w:rsidRDefault="003576B0" w:rsidP="007E49FF">
      <w:pPr>
        <w:autoSpaceDE w:val="0"/>
        <w:autoSpaceDN w:val="0"/>
        <w:adjustRightInd w:val="0"/>
        <w:spacing w:after="0" w:line="240" w:lineRule="auto"/>
        <w:rPr>
          <w:rFonts w:ascii="Times New Roman" w:eastAsia="ArialMT" w:hAnsi="Times New Roman" w:cs="Times New Roman"/>
          <w:b/>
          <w:bCs/>
        </w:rPr>
      </w:pPr>
      <w:r w:rsidRPr="003D04F7">
        <w:rPr>
          <w:rFonts w:ascii="Times New Roman" w:eastAsia="ArialMT" w:hAnsi="Times New Roman" w:cs="Times New Roman"/>
          <w:b/>
          <w:bCs/>
        </w:rPr>
        <w:t>karşılaştırma yapılmıştır?</w:t>
      </w:r>
    </w:p>
    <w:p w:rsidR="003576B0" w:rsidRPr="003D04F7" w:rsidRDefault="003576B0" w:rsidP="007E49FF">
      <w:pPr>
        <w:pStyle w:val="ListParagraph"/>
        <w:numPr>
          <w:ilvl w:val="0"/>
          <w:numId w:val="2"/>
        </w:numPr>
        <w:rPr>
          <w:rFonts w:ascii="Times New Roman" w:eastAsia="ArialMT" w:hAnsi="Times New Roman" w:cs="Times New Roman"/>
        </w:rPr>
      </w:pPr>
      <w:r w:rsidRPr="003D04F7">
        <w:rPr>
          <w:rFonts w:ascii="Times New Roman" w:eastAsia="ArialMT" w:hAnsi="Times New Roman" w:cs="Times New Roman"/>
        </w:rPr>
        <w:t>1. B) 2. C) 3. D) 4</w:t>
      </w:r>
    </w:p>
    <w:p w:rsidR="003576B0" w:rsidRPr="003D04F7" w:rsidRDefault="003576B0" w:rsidP="007E49FF">
      <w:pPr>
        <w:autoSpaceDE w:val="0"/>
        <w:autoSpaceDN w:val="0"/>
        <w:adjustRightInd w:val="0"/>
        <w:spacing w:after="0" w:line="240" w:lineRule="auto"/>
        <w:rPr>
          <w:rFonts w:ascii="Times New Roman" w:eastAsia="ArialMT" w:hAnsi="Times New Roman"/>
        </w:rPr>
      </w:pPr>
    </w:p>
    <w:p w:rsidR="003576B0" w:rsidRPr="003D04F7" w:rsidRDefault="003576B0" w:rsidP="007E49FF">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b/>
          <w:bCs/>
        </w:rPr>
        <w:t>18)“</w:t>
      </w:r>
      <w:r w:rsidRPr="003D04F7">
        <w:rPr>
          <w:rFonts w:ascii="Times New Roman" w:eastAsia="ArialMT" w:hAnsi="Times New Roman" w:cs="Times New Roman"/>
        </w:rPr>
        <w:t>İnsanlar başkalarının sıkıntı ve sorunlarına gereken</w:t>
      </w:r>
    </w:p>
    <w:p w:rsidR="003576B0" w:rsidRPr="003D04F7" w:rsidRDefault="003576B0" w:rsidP="007E49FF">
      <w:pPr>
        <w:autoSpaceDE w:val="0"/>
        <w:autoSpaceDN w:val="0"/>
        <w:adjustRightInd w:val="0"/>
        <w:spacing w:after="0" w:line="240" w:lineRule="auto"/>
        <w:rPr>
          <w:rFonts w:ascii="Times New Roman" w:eastAsia="ArialMT" w:hAnsi="Times New Roman" w:cs="Times New Roman"/>
          <w:b/>
          <w:bCs/>
        </w:rPr>
      </w:pPr>
      <w:r w:rsidRPr="003D04F7">
        <w:rPr>
          <w:rFonts w:ascii="Times New Roman" w:eastAsia="ArialMT" w:hAnsi="Times New Roman" w:cs="Times New Roman"/>
        </w:rPr>
        <w:t xml:space="preserve">önemi vermez, onlarla gerektiği kadar ilgilenmez.” </w:t>
      </w:r>
      <w:r w:rsidRPr="003D04F7">
        <w:rPr>
          <w:rFonts w:ascii="Times New Roman" w:eastAsia="ArialMT" w:hAnsi="Times New Roman" w:cs="Times New Roman"/>
          <w:b/>
          <w:bCs/>
        </w:rPr>
        <w:t>anlamına</w:t>
      </w:r>
    </w:p>
    <w:p w:rsidR="003576B0" w:rsidRPr="003D04F7" w:rsidRDefault="003576B0" w:rsidP="007E49FF">
      <w:pPr>
        <w:autoSpaceDE w:val="0"/>
        <w:autoSpaceDN w:val="0"/>
        <w:adjustRightInd w:val="0"/>
        <w:spacing w:after="0" w:line="240" w:lineRule="auto"/>
        <w:rPr>
          <w:rFonts w:ascii="Times New Roman" w:eastAsia="ArialMT" w:hAnsi="Times New Roman" w:cs="Times New Roman"/>
          <w:b/>
          <w:bCs/>
        </w:rPr>
      </w:pPr>
      <w:r w:rsidRPr="003D04F7">
        <w:rPr>
          <w:rFonts w:ascii="Times New Roman" w:eastAsia="ArialMT" w:hAnsi="Times New Roman" w:cs="Times New Roman"/>
          <w:b/>
          <w:bCs/>
        </w:rPr>
        <w:t>gelen atasözü aşağıdakilerden hangisidir?</w:t>
      </w:r>
    </w:p>
    <w:p w:rsidR="003576B0" w:rsidRPr="003D04F7" w:rsidRDefault="003576B0" w:rsidP="007E49FF">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A) Bal bal demekle ağız tatlanmaz.</w:t>
      </w:r>
    </w:p>
    <w:p w:rsidR="003576B0" w:rsidRPr="003D04F7" w:rsidRDefault="003576B0" w:rsidP="007E49FF">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B) El, elin eşeğini türkü çağırarak arar.</w:t>
      </w:r>
    </w:p>
    <w:p w:rsidR="003576B0" w:rsidRPr="003D04F7" w:rsidRDefault="003576B0" w:rsidP="007E49FF">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C) Deveyi yardan uçuran, bir tutam ottur.</w:t>
      </w:r>
    </w:p>
    <w:p w:rsidR="003576B0" w:rsidRPr="003D04F7" w:rsidRDefault="003576B0" w:rsidP="00825C07">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D) Her ağaçtan kaşık olmaz.</w:t>
      </w:r>
    </w:p>
    <w:p w:rsidR="003576B0" w:rsidRPr="003D04F7" w:rsidRDefault="003576B0" w:rsidP="00825C07">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b/>
          <w:bCs/>
        </w:rPr>
        <w:t>19</w:t>
      </w:r>
      <w:r w:rsidRPr="003D04F7">
        <w:rPr>
          <w:rFonts w:ascii="Times New Roman" w:eastAsia="ArialMT" w:hAnsi="Times New Roman" w:cs="Times New Roman"/>
        </w:rPr>
        <w:t>) Köyde, güneşli bir haziran sabahının nazlı rüzgârları</w:t>
      </w:r>
    </w:p>
    <w:p w:rsidR="003576B0" w:rsidRPr="003D04F7" w:rsidRDefault="003576B0" w:rsidP="00825C07">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parmak gibi dutları patır patır yere düşürüyordu. Dutlar</w:t>
      </w:r>
    </w:p>
    <w:p w:rsidR="003576B0" w:rsidRPr="003D04F7" w:rsidRDefault="003576B0" w:rsidP="00825C07">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yere düşüp avlular kirlendikçe hanımlar çalı süpürgeleriyle</w:t>
      </w:r>
    </w:p>
    <w:p w:rsidR="003576B0" w:rsidRPr="003D04F7" w:rsidRDefault="003576B0" w:rsidP="00825C07">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avluları temizlemeye çıkıyorlardı.</w:t>
      </w:r>
    </w:p>
    <w:p w:rsidR="003576B0" w:rsidRPr="003D04F7" w:rsidRDefault="003576B0" w:rsidP="00825C07">
      <w:pPr>
        <w:autoSpaceDE w:val="0"/>
        <w:autoSpaceDN w:val="0"/>
        <w:adjustRightInd w:val="0"/>
        <w:spacing w:after="0" w:line="240" w:lineRule="auto"/>
        <w:rPr>
          <w:rFonts w:ascii="Times New Roman" w:eastAsia="ArialMT" w:hAnsi="Times New Roman" w:cs="Times New Roman"/>
          <w:b/>
          <w:bCs/>
        </w:rPr>
      </w:pPr>
      <w:r w:rsidRPr="003D04F7">
        <w:rPr>
          <w:rFonts w:ascii="Times New Roman" w:eastAsia="ArialMT" w:hAnsi="Times New Roman" w:cs="Times New Roman"/>
          <w:b/>
          <w:bCs/>
        </w:rPr>
        <w:t>Bu parçada aşağıdakilerin hangisinde verilen söz</w:t>
      </w:r>
    </w:p>
    <w:p w:rsidR="003576B0" w:rsidRPr="003D04F7" w:rsidRDefault="003576B0" w:rsidP="00825C07">
      <w:pPr>
        <w:autoSpaceDE w:val="0"/>
        <w:autoSpaceDN w:val="0"/>
        <w:adjustRightInd w:val="0"/>
        <w:spacing w:after="0" w:line="240" w:lineRule="auto"/>
        <w:rPr>
          <w:rFonts w:ascii="Times New Roman" w:eastAsia="ArialMT" w:hAnsi="Times New Roman" w:cs="Times New Roman"/>
          <w:b/>
          <w:bCs/>
        </w:rPr>
      </w:pPr>
      <w:r w:rsidRPr="003D04F7">
        <w:rPr>
          <w:rFonts w:ascii="Times New Roman" w:eastAsia="ArialMT" w:hAnsi="Times New Roman" w:cs="Times New Roman"/>
          <w:b/>
          <w:bCs/>
        </w:rPr>
        <w:t>sanatları vardır?</w:t>
      </w:r>
    </w:p>
    <w:p w:rsidR="003576B0" w:rsidRPr="003D04F7" w:rsidRDefault="003576B0" w:rsidP="00825C07">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A) Benzetme - Abartma</w:t>
      </w:r>
    </w:p>
    <w:p w:rsidR="003576B0" w:rsidRPr="003D04F7" w:rsidRDefault="003576B0" w:rsidP="00825C07">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B) Abartma - Konuşturma</w:t>
      </w:r>
    </w:p>
    <w:p w:rsidR="003576B0" w:rsidRPr="003D04F7" w:rsidRDefault="003576B0" w:rsidP="00825C07">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C) Kişileştirme - Benzetme</w:t>
      </w:r>
    </w:p>
    <w:p w:rsidR="003576B0" w:rsidRPr="003D04F7" w:rsidRDefault="003576B0" w:rsidP="003D04F7">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D) Kişileştirme – Abartma1.</w:t>
      </w:r>
    </w:p>
    <w:p w:rsidR="003576B0" w:rsidRPr="003D04F7" w:rsidRDefault="003576B0" w:rsidP="003D04F7">
      <w:pPr>
        <w:autoSpaceDE w:val="0"/>
        <w:autoSpaceDN w:val="0"/>
        <w:adjustRightInd w:val="0"/>
        <w:spacing w:after="0" w:line="240" w:lineRule="auto"/>
        <w:rPr>
          <w:rFonts w:ascii="Times New Roman" w:eastAsia="ArialMT" w:hAnsi="Times New Roman" w:cs="Times New Roman"/>
        </w:rPr>
      </w:pPr>
    </w:p>
    <w:p w:rsidR="003576B0" w:rsidRPr="003D04F7" w:rsidRDefault="003576B0" w:rsidP="003D04F7">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20) İlim öyle bir şeydir ki çaba gösterilmeden ona sahip</w:t>
      </w:r>
    </w:p>
    <w:p w:rsidR="003576B0" w:rsidRPr="003D04F7" w:rsidRDefault="003576B0" w:rsidP="003D04F7">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olunmaz.</w:t>
      </w:r>
    </w:p>
    <w:p w:rsidR="003576B0" w:rsidRPr="003D04F7" w:rsidRDefault="003576B0" w:rsidP="003D04F7">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2. İlim, başkalarıyla paylaşınca azalmayan tek servettir.</w:t>
      </w:r>
    </w:p>
    <w:p w:rsidR="003576B0" w:rsidRPr="003D04F7" w:rsidRDefault="003576B0" w:rsidP="003D04F7">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3. Bilginin efendisi olmak için çalışmanın uşağı olmak</w:t>
      </w:r>
    </w:p>
    <w:p w:rsidR="003576B0" w:rsidRPr="003D04F7" w:rsidRDefault="003576B0" w:rsidP="003D04F7">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şarttır.</w:t>
      </w:r>
    </w:p>
    <w:p w:rsidR="003576B0" w:rsidRPr="003D04F7" w:rsidRDefault="003576B0" w:rsidP="003D04F7">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4. İnsanın bilmediği bir şey için bilmiyorum demesi de</w:t>
      </w:r>
    </w:p>
    <w:p w:rsidR="003576B0" w:rsidRPr="003D04F7" w:rsidRDefault="003576B0" w:rsidP="003D04F7">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bir ilimdir.</w:t>
      </w:r>
    </w:p>
    <w:p w:rsidR="003576B0" w:rsidRPr="003D04F7" w:rsidRDefault="003576B0" w:rsidP="003D04F7">
      <w:pPr>
        <w:autoSpaceDE w:val="0"/>
        <w:autoSpaceDN w:val="0"/>
        <w:adjustRightInd w:val="0"/>
        <w:spacing w:after="0" w:line="240" w:lineRule="auto"/>
        <w:rPr>
          <w:rFonts w:ascii="Times New Roman" w:eastAsia="ArialMT" w:hAnsi="Times New Roman" w:cs="Times New Roman"/>
          <w:b/>
          <w:bCs/>
        </w:rPr>
      </w:pPr>
      <w:r w:rsidRPr="003D04F7">
        <w:rPr>
          <w:rFonts w:ascii="Times New Roman" w:eastAsia="ArialMT" w:hAnsi="Times New Roman" w:cs="Times New Roman"/>
          <w:b/>
          <w:bCs/>
        </w:rPr>
        <w:t>Numaralanmış cümlelerden hangileri anlamca en</w:t>
      </w:r>
    </w:p>
    <w:p w:rsidR="003576B0" w:rsidRPr="003D04F7" w:rsidRDefault="003576B0" w:rsidP="003D04F7">
      <w:pPr>
        <w:autoSpaceDE w:val="0"/>
        <w:autoSpaceDN w:val="0"/>
        <w:adjustRightInd w:val="0"/>
        <w:spacing w:after="0" w:line="240" w:lineRule="auto"/>
        <w:rPr>
          <w:rFonts w:ascii="Times New Roman" w:eastAsia="ArialMT" w:hAnsi="Times New Roman" w:cs="Times New Roman"/>
          <w:b/>
          <w:bCs/>
        </w:rPr>
      </w:pPr>
      <w:r w:rsidRPr="003D04F7">
        <w:rPr>
          <w:rFonts w:ascii="Times New Roman" w:eastAsia="ArialMT" w:hAnsi="Times New Roman" w:cs="Times New Roman"/>
          <w:b/>
          <w:bCs/>
        </w:rPr>
        <w:t>yakındır?</w:t>
      </w:r>
    </w:p>
    <w:p w:rsidR="003576B0" w:rsidRPr="003D04F7" w:rsidRDefault="003576B0" w:rsidP="003D04F7">
      <w:pPr>
        <w:autoSpaceDE w:val="0"/>
        <w:autoSpaceDN w:val="0"/>
        <w:adjustRightInd w:val="0"/>
        <w:spacing w:after="0" w:line="240" w:lineRule="auto"/>
        <w:rPr>
          <w:rFonts w:ascii="Times New Roman" w:eastAsia="ArialMT" w:hAnsi="Times New Roman" w:cs="Times New Roman"/>
        </w:rPr>
      </w:pPr>
      <w:r w:rsidRPr="003D04F7">
        <w:rPr>
          <w:rFonts w:ascii="Times New Roman" w:eastAsia="ArialMT" w:hAnsi="Times New Roman" w:cs="Times New Roman"/>
        </w:rPr>
        <w:t>A) 1. ve 2. B) 1. ve 3.</w:t>
      </w:r>
    </w:p>
    <w:p w:rsidR="003576B0" w:rsidRPr="007E49FF" w:rsidRDefault="003576B0" w:rsidP="007E49FF">
      <w:pPr>
        <w:rPr>
          <w:rFonts w:ascii="Times New Roman" w:hAnsi="Times New Roman" w:cs="Times New Roman"/>
        </w:rPr>
      </w:pPr>
      <w:r w:rsidRPr="003D04F7">
        <w:rPr>
          <w:rFonts w:ascii="Times New Roman" w:eastAsia="ArialMT" w:hAnsi="Times New Roman" w:cs="Times New Roman"/>
        </w:rPr>
        <w:t>C) 2. ve 3. D) 2. ve 4.</w:t>
      </w:r>
    </w:p>
    <w:sectPr w:rsidR="003576B0" w:rsidRPr="007E49FF" w:rsidSect="003D04F7">
      <w:pgSz w:w="11905" w:h="17337"/>
      <w:pgMar w:top="568" w:right="900" w:bottom="495" w:left="900" w:header="708" w:footer="708" w:gutter="0"/>
      <w:cols w:num="2" w:space="708"/>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EF" w:usb1="C0007841" w:usb2="00000009" w:usb3="00000000" w:csb0="000001FF"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ArialMT">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316E73"/>
    <w:multiLevelType w:val="hybridMultilevel"/>
    <w:tmpl w:val="0A9C6EA6"/>
    <w:lvl w:ilvl="0" w:tplc="CCFA2D4C">
      <w:start w:val="1"/>
      <w:numFmt w:val="upperLetter"/>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nsid w:val="77D02E6E"/>
    <w:multiLevelType w:val="hybridMultilevel"/>
    <w:tmpl w:val="450E9A44"/>
    <w:lvl w:ilvl="0" w:tplc="CF34BDD6">
      <w:start w:val="1"/>
      <w:numFmt w:val="upperLetter"/>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01BD"/>
    <w:rsid w:val="00145605"/>
    <w:rsid w:val="00220BD7"/>
    <w:rsid w:val="003576B0"/>
    <w:rsid w:val="003D04F7"/>
    <w:rsid w:val="004308DA"/>
    <w:rsid w:val="004562AB"/>
    <w:rsid w:val="005771E8"/>
    <w:rsid w:val="00707D1A"/>
    <w:rsid w:val="00794254"/>
    <w:rsid w:val="007E01BD"/>
    <w:rsid w:val="007E49FF"/>
    <w:rsid w:val="00825C07"/>
    <w:rsid w:val="009C3A24"/>
    <w:rsid w:val="00A91DEB"/>
    <w:rsid w:val="00A95AFC"/>
    <w:rsid w:val="00BD4EFD"/>
    <w:rsid w:val="00BE14DD"/>
    <w:rsid w:val="00D52423"/>
    <w:rsid w:val="00D80F06"/>
    <w:rsid w:val="00DA287E"/>
    <w:rsid w:val="00DE70F4"/>
    <w:rsid w:val="00FC4A37"/>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EFD"/>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E01BD"/>
    <w:pPr>
      <w:autoSpaceDE w:val="0"/>
      <w:autoSpaceDN w:val="0"/>
      <w:adjustRightInd w:val="0"/>
    </w:pPr>
    <w:rPr>
      <w:rFonts w:ascii="Arial" w:hAnsi="Arial" w:cs="Arial"/>
      <w:color w:val="000000"/>
      <w:sz w:val="24"/>
      <w:szCs w:val="24"/>
    </w:rPr>
  </w:style>
  <w:style w:type="character" w:customStyle="1" w:styleId="A6">
    <w:name w:val="A6"/>
    <w:uiPriority w:val="99"/>
    <w:rsid w:val="007E01BD"/>
    <w:rPr>
      <w:color w:val="000000"/>
      <w:sz w:val="20"/>
      <w:szCs w:val="20"/>
      <w:u w:val="single"/>
    </w:rPr>
  </w:style>
  <w:style w:type="character" w:customStyle="1" w:styleId="A4">
    <w:name w:val="A4"/>
    <w:uiPriority w:val="99"/>
    <w:rsid w:val="007E01BD"/>
    <w:rPr>
      <w:color w:val="000000"/>
      <w:sz w:val="20"/>
      <w:szCs w:val="20"/>
    </w:rPr>
  </w:style>
  <w:style w:type="paragraph" w:styleId="ListParagraph">
    <w:name w:val="List Paragraph"/>
    <w:basedOn w:val="Normal"/>
    <w:uiPriority w:val="99"/>
    <w:qFormat/>
    <w:rsid w:val="007E01BD"/>
    <w:pPr>
      <w:ind w:left="720"/>
    </w:pPr>
  </w:style>
  <w:style w:type="character" w:styleId="Hyperlink">
    <w:name w:val="Hyperlink"/>
    <w:basedOn w:val="DefaultParagraphFont"/>
    <w:uiPriority w:val="99"/>
    <w:rsid w:val="0079425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1012</Words>
  <Characters>5773</Characters>
  <DocSecurity>0</DocSecurity>
  <Lines>0</Lines>
  <Paragraphs>0</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2017-02-24T21:39:00Z</dcterms:created>
  <dcterms:modified xsi:type="dcterms:W3CDTF">2017-02-24T21:39:00Z</dcterms:modified>
</cp:coreProperties>
</file>